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855" w:rsidRPr="00575855" w:rsidRDefault="00575855" w:rsidP="00575855"/>
    <w:p w:rsidR="00575855" w:rsidRPr="00575855" w:rsidRDefault="006C57DB" w:rsidP="00660BB7">
      <w:pPr>
        <w:pStyle w:val="CNNew"/>
      </w:pPr>
      <w:r w:rsidRPr="00575855">
        <w:t xml:space="preserve">Chapter </w:t>
      </w:r>
      <w:r w:rsidR="00F30594" w:rsidRPr="00575855">
        <w:t>1</w:t>
      </w:r>
    </w:p>
    <w:p w:rsidR="00575855" w:rsidRPr="00575855" w:rsidRDefault="008A76EA" w:rsidP="00575855">
      <w:r>
        <w:rPr>
          <w:noProof/>
        </w:rPr>
        <mc:AlternateContent>
          <mc:Choice Requires="wps">
            <w:drawing>
              <wp:anchor distT="4294967295" distB="4294967295" distL="114300" distR="114300" simplePos="0" relativeHeight="251692032" behindDoc="0" locked="0" layoutInCell="1" allowOverlap="1">
                <wp:simplePos x="0" y="0"/>
                <wp:positionH relativeFrom="column">
                  <wp:posOffset>51435</wp:posOffset>
                </wp:positionH>
                <wp:positionV relativeFrom="paragraph">
                  <wp:posOffset>74294</wp:posOffset>
                </wp:positionV>
                <wp:extent cx="5715000" cy="0"/>
                <wp:effectExtent l="0" t="57150" r="57150" b="76200"/>
                <wp:wrapNone/>
                <wp:docPr id="7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70278" id="Line 2"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5.85pt" to="454.0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" strokeweight="10pt">
                <v:stroke linestyle="thinThick"/>
              </v:line>
            </w:pict>
          </mc:Fallback>
        </mc:AlternateContent>
      </w:r>
    </w:p>
    <w:p w:rsidR="00575855" w:rsidRPr="00575855" w:rsidRDefault="00F30594" w:rsidP="00660BB7">
      <w:pPr>
        <w:pStyle w:val="CTNew"/>
      </w:pPr>
      <w:r w:rsidRPr="00575855">
        <w:t>The Scope and Method of Economics</w:t>
      </w:r>
    </w:p>
    <w:p w:rsidR="00575855" w:rsidRPr="00575855" w:rsidRDefault="00575855" w:rsidP="00E64D36">
      <w:pPr>
        <w:pStyle w:val="H1New"/>
      </w:pPr>
      <w:r w:rsidRPr="00575855">
        <w:t>Why Study Economics?</w:t>
      </w:r>
    </w:p>
    <w:p w:rsidR="00575855" w:rsidRPr="00575855" w:rsidRDefault="00575855" w:rsidP="00575855">
      <w:pPr>
        <w:pStyle w:val="NLFirst"/>
      </w:pPr>
      <w:r w:rsidRPr="00575855">
        <w:t>1.</w:t>
      </w:r>
      <w:r>
        <w:rPr>
          <w:b/>
        </w:rPr>
        <w:tab/>
      </w:r>
      <w:r w:rsidR="00F30594" w:rsidRPr="00575855">
        <w:t>Define the term economics.</w:t>
      </w:r>
    </w:p>
    <w:p w:rsidR="00575855" w:rsidRPr="00575855" w:rsidRDefault="00575855" w:rsidP="000404E3">
      <w:pPr>
        <w:pStyle w:val="Explanation"/>
      </w:pPr>
      <w:r w:rsidRPr="00575855">
        <w:t>Economics is the study of how individuals and societies choose to use the scarce resources that nature and previous generations have provided.</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69364A">
      <w:pPr>
        <w:pStyle w:val="NL"/>
      </w:pPr>
      <w:r w:rsidRPr="00575855">
        <w:t>2.</w:t>
      </w:r>
      <w:r>
        <w:tab/>
      </w:r>
      <w:r w:rsidR="00F30594" w:rsidRPr="00575855">
        <w:t>Review the following statement. “He who has choice has pain.” What is meant by this?</w:t>
      </w:r>
    </w:p>
    <w:p w:rsidR="00575855" w:rsidRPr="00575855" w:rsidRDefault="00575855" w:rsidP="00F92F90">
      <w:pPr>
        <w:pStyle w:val="Explanation"/>
      </w:pPr>
      <w:r w:rsidRPr="00575855">
        <w:t>“He who has choice has pain” refers to the sad but unavoidable fact that whatever we decide to do is going to have a cost. If we decide to buy a hamburger it means we can’t buy a chicken sandwich. The sentence is primarily focused on the idea that all choices involve opportunity costs.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choice</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w:t>
      </w:r>
      <w:r>
        <w:tab/>
      </w:r>
      <w:r w:rsidR="00F30594" w:rsidRPr="00575855">
        <w:t xml:space="preserve">List </w:t>
      </w:r>
      <w:r w:rsidR="00FC743E" w:rsidRPr="00575855">
        <w:t>three key</w:t>
      </w:r>
      <w:r w:rsidR="00F30594" w:rsidRPr="00575855">
        <w:t xml:space="preserve"> reasons to study economics.</w:t>
      </w:r>
    </w:p>
    <w:p w:rsidR="00575855" w:rsidRPr="00575855" w:rsidRDefault="00575855" w:rsidP="00F92F90">
      <w:pPr>
        <w:pStyle w:val="Explanation"/>
      </w:pPr>
      <w:r w:rsidRPr="00575855">
        <w:t>(1.)</w:t>
      </w:r>
      <w:r w:rsidRPr="00575855">
        <w:tab/>
        <w:t>Learn a way of thinking.</w:t>
      </w:r>
    </w:p>
    <w:p w:rsidR="00575855" w:rsidRPr="00575855" w:rsidRDefault="00575855" w:rsidP="00F92F90">
      <w:pPr>
        <w:pStyle w:val="Explanation"/>
      </w:pPr>
      <w:r w:rsidRPr="00575855">
        <w:t>(2.)</w:t>
      </w:r>
      <w:r w:rsidRPr="00575855">
        <w:tab/>
        <w:t>Understand society.</w:t>
      </w:r>
    </w:p>
    <w:p w:rsidR="00575855" w:rsidRPr="00575855" w:rsidRDefault="00575855" w:rsidP="00F92F90">
      <w:pPr>
        <w:pStyle w:val="Explanation"/>
      </w:pPr>
      <w:r w:rsidRPr="00575855">
        <w:t>(3.)</w:t>
      </w:r>
      <w:r w:rsidRPr="00575855">
        <w:tab/>
        <w:t>Be an informed citizen.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Factual</w:t>
      </w:r>
      <w:r w:rsidR="00575855" w:rsidRPr="00575855">
        <w:tab/>
      </w:r>
      <w:r w:rsidR="00F30594" w:rsidRPr="00575855">
        <w:t>Topic: 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4.</w:t>
      </w:r>
      <w:r>
        <w:tab/>
      </w:r>
      <w:r w:rsidR="00F30594" w:rsidRPr="00575855">
        <w:t>Explain what is meant by the term opportunity cost.</w:t>
      </w:r>
    </w:p>
    <w:p w:rsidR="00575855" w:rsidRPr="00575855" w:rsidRDefault="00575855" w:rsidP="00F92F90">
      <w:pPr>
        <w:pStyle w:val="Explanation"/>
      </w:pPr>
      <w:r w:rsidRPr="00575855">
        <w:t>The opportunity cost of something is measured by the next best alternative that we forgo, or give up, when we make a choice or a decision.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lastRenderedPageBreak/>
        <w:t>5.</w:t>
      </w:r>
      <w:r>
        <w:tab/>
      </w:r>
      <w:r w:rsidR="00F30594" w:rsidRPr="00575855">
        <w:t>Explain how and why an all-volunteer army may actually be cheaper than an army staffed with drafted soldiers.</w:t>
      </w:r>
    </w:p>
    <w:p w:rsidR="00575855" w:rsidRPr="00575855" w:rsidRDefault="00575855" w:rsidP="00F92F90">
      <w:pPr>
        <w:pStyle w:val="Explanation"/>
      </w:pPr>
      <w:r w:rsidRPr="00575855">
        <w:t>When men and women decide on their own to choose to join the military they are no doubt looking at their opportunity cost. If they elect to join they are signaling that their opportunity costs are lower compared to other choices they could have made. When people are drafted into the military their opportunity costs are not taken into account. As a result doctors, lawyers, engineers and other high-paid professional can be drafted just as easily as those in lower-paying occupations. This raises the cost to society as a whole by employing people who could be contributing economically to the country.</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6.</w:t>
      </w:r>
      <w:r>
        <w:tab/>
      </w:r>
      <w:r w:rsidR="00F30594" w:rsidRPr="00575855">
        <w:t>When is it more expensive for a country to go to war – during a recession or during an economic boom? Explain.</w:t>
      </w:r>
    </w:p>
    <w:p w:rsidR="00575855" w:rsidRPr="00575855" w:rsidRDefault="00575855" w:rsidP="00F92F90">
      <w:pPr>
        <w:pStyle w:val="Explanation"/>
      </w:pPr>
      <w:r w:rsidRPr="00575855">
        <w:t>It is clearly more expensive for a country to go to war during an economic boom because it is more likely that the soldiers that will be serving are men and women that are already gainfully employed. Society loses the goods and services that they otherwise could have produced. However, if the country were to go to war during a recession the opportunity cost is lower because in many cases large numbers of new recruits will be drawn from the ranks of the unemployed.</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7.</w:t>
      </w:r>
      <w:r>
        <w:tab/>
      </w:r>
      <w:r w:rsidR="00F30594" w:rsidRPr="00575855">
        <w:t>It is widely known among baseball enthusiasts that Babe Ruth actually performed quite well as a pitcher before leaving the Boston Red Sox for the New York Yankees.</w:t>
      </w:r>
      <w:r w:rsidRPr="00575855">
        <w:t xml:space="preserve"> </w:t>
      </w:r>
      <w:r w:rsidR="00F30594" w:rsidRPr="00575855">
        <w:t>He was also of course a famously successful hitter. Why do you believe the Yankees chose not to use him as a pitcher? Explain using economic reasoning.</w:t>
      </w:r>
      <w:r w:rsidRPr="00575855">
        <w:t xml:space="preserve"> </w:t>
      </w:r>
      <w:r w:rsidR="00F30594" w:rsidRPr="00575855">
        <w:t>Hint: pitchers typically only play every third or fourth game whereas other players in other positions play in nearly every game. Baseball has a season of 162 games.</w:t>
      </w:r>
    </w:p>
    <w:p w:rsidR="00575855" w:rsidRPr="00575855" w:rsidRDefault="00575855" w:rsidP="00F92F90">
      <w:pPr>
        <w:pStyle w:val="Explanation"/>
      </w:pPr>
      <w:r w:rsidRPr="00575855">
        <w:t>The economic reasoning probably had something to do with opportunity cost. Even though the Yankees may have won most of the games when Babe Ruth was pitching he would no doubt be able to contribute to more wins as a hitter since he would be playing in more games as an outfielder or any other non-pitching position. The opportunity cost of having him as a pitcher was simply too high in terms of the number of games that would be lost when he wasn’t playing.</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Conceptual</w:t>
      </w:r>
      <w:r w:rsidR="00575855" w:rsidRPr="00575855">
        <w:tab/>
      </w:r>
      <w:r w:rsidR="00F30594" w:rsidRPr="00575855">
        <w:t>Topic: comparative advantage</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lastRenderedPageBreak/>
        <w:t>8.</w:t>
      </w:r>
      <w:r>
        <w:tab/>
      </w:r>
      <w:r w:rsidR="00F30594" w:rsidRPr="00575855">
        <w:t>Why would an economist argue that tuition is not the largest cost of attending a state university?</w:t>
      </w:r>
    </w:p>
    <w:p w:rsidR="00575855" w:rsidRPr="00575855" w:rsidRDefault="00575855" w:rsidP="00F92F90">
      <w:pPr>
        <w:pStyle w:val="Explanation"/>
      </w:pPr>
      <w:r w:rsidRPr="00575855">
        <w:t>The largest cost of attending a university is the opportunity cost of the student's time. This could be measured by the foregone income that could have been earned if the student worked instead of attending classes.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F30594" w:rsidP="00575855">
      <w:r w:rsidRPr="00575855">
        <w:t>Situation #1 Assume that you have hired three executives to run your company each with a different job. All are equally productive and each can do the other person’s job if necessary. Assume that the first executive’s contribution to the company is worth $1,000,000 and is assigned to this task; the second one is worth $800,000 and the third one is worth $500,000.</w:t>
      </w:r>
    </w:p>
    <w:p w:rsidR="00575855" w:rsidRPr="00575855" w:rsidRDefault="00575855" w:rsidP="00575855">
      <w:pPr>
        <w:pStyle w:val="NL"/>
      </w:pPr>
      <w:r w:rsidRPr="00575855">
        <w:t>9.</w:t>
      </w:r>
      <w:r>
        <w:tab/>
      </w:r>
      <w:r w:rsidR="00F30594" w:rsidRPr="00575855">
        <w:t>Referring to Situation #1 suppose that for the time being you can only afford to hire the first executive. What is the opportunity cost of the first executive’s work from the viewpoint of the company? Explain.</w:t>
      </w:r>
    </w:p>
    <w:p w:rsidR="00575855" w:rsidRPr="00575855" w:rsidRDefault="00575855" w:rsidP="00F92F90">
      <w:pPr>
        <w:pStyle w:val="Explanation"/>
      </w:pPr>
      <w:r w:rsidRPr="00575855">
        <w:t>The opportunity cost of the first executive is $800,000. That is the value of the next best available alternative which is currently forgone.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10.</w:t>
      </w:r>
      <w:r>
        <w:tab/>
      </w:r>
      <w:r w:rsidR="00F30594" w:rsidRPr="00575855">
        <w:t>Referring to Situation #1 suppose that you can now hire two workers. What is the opportunity cost of the second executive’s work from the viewpoint of the company? Explain.</w:t>
      </w:r>
    </w:p>
    <w:p w:rsidR="00575855" w:rsidRPr="00575855" w:rsidRDefault="00575855" w:rsidP="00F92F90">
      <w:pPr>
        <w:pStyle w:val="Explanation"/>
      </w:pPr>
      <w:r w:rsidRPr="00575855">
        <w:t>The second executive’s work is simply the value of the next best opportunity which is the work that could have been done by the third executive which is $500,000</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11.</w:t>
      </w:r>
      <w:r>
        <w:tab/>
      </w:r>
      <w:r w:rsidR="00F30594" w:rsidRPr="00575855">
        <w:t>Referring to Situation #1 suppose that you decide that you have to fire the first and the third executive without hiring any replacements. What would be the opportunity cost of the second executive’s work? Explain why your answer is not the same as in the question above.</w:t>
      </w:r>
    </w:p>
    <w:p w:rsidR="00575855" w:rsidRPr="00575855" w:rsidRDefault="00575855" w:rsidP="00F92F90">
      <w:pPr>
        <w:pStyle w:val="Explanation"/>
      </w:pPr>
      <w:r w:rsidRPr="00575855">
        <w:t>The opportunity cost of second executive’s work is $800,000. The reason is that since each executive can perform any work that they other can then it makes sense to change the second executive’s job so that he is now doing the most highly valued work – that with the $1,000,000 value. That leaves the $800,000 job undone which means that becomes the opportunity cost of the second executive’s work.</w:t>
      </w:r>
    </w:p>
    <w:p w:rsidR="00575855" w:rsidRPr="00575855" w:rsidRDefault="00F92F90" w:rsidP="00F92F90">
      <w:pPr>
        <w:pStyle w:val="Diff"/>
      </w:pPr>
      <w:r w:rsidRPr="00575855">
        <w:t>Diff:</w:t>
      </w:r>
      <w:r w:rsidR="00F30594" w:rsidRPr="00575855">
        <w:t xml:space="preserve"> 3</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lastRenderedPageBreak/>
        <w:t>12.</w:t>
      </w:r>
      <w:r>
        <w:tab/>
      </w:r>
      <w:r w:rsidR="00F30594" w:rsidRPr="00575855">
        <w:t>Explain why it is more likely that the opportunity cost of attending a 7:00 a.m. class is forgone sleep but that this is not reasonably likely to be the case for a class that meets at 12:00 noon.</w:t>
      </w:r>
    </w:p>
    <w:p w:rsidR="00575855" w:rsidRPr="00575855" w:rsidRDefault="00575855" w:rsidP="00F92F90">
      <w:pPr>
        <w:pStyle w:val="Explanation"/>
      </w:pPr>
      <w:r w:rsidRPr="00575855">
        <w:t>At 7:00 a.m. there might not be too many other opportunity costs for your time. Forgone sleep might reasonably be an opportunity cost of your time. However, at 12:00 noon while it is possible that forgone sleep is your opportunity cost it is not likely since there are probably other things of higher value that you have given up by then unless you are a very late sleeper.</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13.</w:t>
      </w:r>
      <w:r>
        <w:tab/>
      </w:r>
      <w:r w:rsidR="00F30594" w:rsidRPr="00575855">
        <w:t>Why would a company be more enthusiastic in providing more training to its workers during an economic downturn than during an economic boom (assuming that they do not layoff their workers and can keep them when the economy recovers)?</w:t>
      </w:r>
    </w:p>
    <w:p w:rsidR="00575855" w:rsidRPr="00575855" w:rsidRDefault="00575855" w:rsidP="00F92F90">
      <w:pPr>
        <w:pStyle w:val="Explanation"/>
      </w:pPr>
      <w:r w:rsidRPr="00575855">
        <w:t>During an economic downturn the opportunity cost of training workers is likely to be much smaller in terms of lost production. However, during an economic boom the costs are much larger because while employees are being trained they are not producing and selling as much output as they otherwise could if they were performing their normal duties.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opportunity cost</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14.</w:t>
      </w:r>
      <w:r>
        <w:rPr>
          <w:b/>
        </w:rPr>
        <w:tab/>
      </w:r>
      <w:r w:rsidR="00F30594" w:rsidRPr="00575855">
        <w:t>If a good is scarce, does that imply that there is a shortage of it?</w:t>
      </w:r>
    </w:p>
    <w:p w:rsidR="00575855" w:rsidRPr="00575855" w:rsidRDefault="00575855" w:rsidP="00F92F90">
      <w:pPr>
        <w:pStyle w:val="Explanation"/>
      </w:pPr>
      <w:r w:rsidRPr="00575855">
        <w:t>No. If a good is scarce, that means that it is limited in supply. All resources in the economy are</w:t>
      </w:r>
      <w:r w:rsidR="00F30594" w:rsidRPr="00575855">
        <w:t xml:space="preserve"> </w:t>
      </w:r>
      <w:r w:rsidRPr="00575855">
        <w:t>scarce.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scarcity</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15.</w:t>
      </w:r>
      <w:r>
        <w:tab/>
      </w:r>
      <w:r w:rsidR="00F30594" w:rsidRPr="00575855">
        <w:t>Evaluate the following statement: “Water is plentiful, therefore it can’t be a scarce resource like oil which is not as plentiful.”</w:t>
      </w:r>
    </w:p>
    <w:p w:rsidR="00575855" w:rsidRPr="00575855" w:rsidRDefault="00575855" w:rsidP="00F92F90">
      <w:pPr>
        <w:pStyle w:val="Explanation"/>
      </w:pPr>
      <w:r w:rsidRPr="00575855">
        <w:t>The truth is that both water and oil are scarce because they are both limited in supply. The fact that water happens to be more plentiful than oil doesn’t make it any less scarce of a resource.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scarcity</w:t>
      </w:r>
      <w:r w:rsidR="00575855" w:rsidRPr="00575855">
        <w:tab/>
      </w:r>
    </w:p>
    <w:p w:rsidR="00575855" w:rsidRPr="00575855" w:rsidRDefault="00F92F90" w:rsidP="00F92F90">
      <w:pPr>
        <w:pStyle w:val="AACSB"/>
      </w:pPr>
      <w:r w:rsidRPr="00575855">
        <w:t>AACSB</w:t>
      </w:r>
      <w:r w:rsidR="00F30594" w:rsidRPr="00575855">
        <w:t>: Reflective Thinking</w:t>
      </w:r>
      <w:r w:rsidR="00575855" w:rsidRPr="00575855">
        <w:tab/>
      </w:r>
    </w:p>
    <w:p w:rsidR="00575855" w:rsidRPr="00575855" w:rsidRDefault="00575855" w:rsidP="00575855">
      <w:pPr>
        <w:pStyle w:val="NL"/>
      </w:pPr>
      <w:r w:rsidRPr="00575855">
        <w:t>16.</w:t>
      </w:r>
      <w:r>
        <w:tab/>
      </w:r>
      <w:r w:rsidR="00F30594" w:rsidRPr="00575855">
        <w:t>What is meant by the phrase, "There is no such thing as a free lunch"?</w:t>
      </w:r>
    </w:p>
    <w:p w:rsidR="00575855" w:rsidRPr="00575855" w:rsidRDefault="00575855" w:rsidP="00F92F90">
      <w:pPr>
        <w:pStyle w:val="Explanation"/>
      </w:pPr>
      <w:r w:rsidRPr="00575855">
        <w:t>Markets are generally efficient, which implies that profit opportunities are eliminated quickly.</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free lunch</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lastRenderedPageBreak/>
        <w:t>17.</w:t>
      </w:r>
      <w:r>
        <w:tab/>
      </w:r>
      <w:r w:rsidR="00F30594" w:rsidRPr="00575855">
        <w:t>Assume that you have heard news that a local radio station is hosting a luncheon at your school by offering hot dogs, chips and cola at no expense to the student body. Why would economists say that this lunch is not truly free?</w:t>
      </w:r>
    </w:p>
    <w:p w:rsidR="00575855" w:rsidRPr="00575855" w:rsidRDefault="00575855" w:rsidP="00F92F90">
      <w:pPr>
        <w:pStyle w:val="Explanation"/>
      </w:pPr>
      <w:r w:rsidRPr="00575855">
        <w:t>The lunch is not free for a couple of reasons. First, in order for the radio station to offer it they had to give up real resources in order to provide it. Secondly, it is likely that if the luncheon is offered at no expense to the students they will likely have to spend at least some amount of time waiting in line to get it. This time represents an opportunity cost which is not likely to be free.</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Conceptual</w:t>
      </w:r>
      <w:r w:rsidR="00575855" w:rsidRPr="00575855">
        <w:tab/>
      </w:r>
      <w:r w:rsidR="00F30594" w:rsidRPr="00575855">
        <w:t>Topic: free lunch</w:t>
      </w:r>
      <w:r w:rsidR="00575855" w:rsidRPr="00575855">
        <w:tab/>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18.</w:t>
      </w:r>
      <w:r>
        <w:tab/>
      </w:r>
      <w:r w:rsidR="00F30594" w:rsidRPr="00575855">
        <w:t>Explain the concept of marginalism as it is used in economics.</w:t>
      </w:r>
    </w:p>
    <w:p w:rsidR="00575855" w:rsidRPr="00575855" w:rsidRDefault="00575855" w:rsidP="00F92F90">
      <w:pPr>
        <w:pStyle w:val="Explanation"/>
      </w:pPr>
      <w:r w:rsidRPr="00575855">
        <w:t>The process of analyzing the additional or incremental costs or benefits arising from a choice or decision.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w:t>
      </w:r>
      <w:r w:rsidR="00C12E92" w:rsidRPr="00575855">
        <w:t>efinition</w:t>
      </w:r>
      <w:r w:rsidR="00575855" w:rsidRPr="00575855">
        <w:tab/>
      </w:r>
      <w:r w:rsidR="00C12E92" w:rsidRPr="00575855">
        <w:t>Topic: marginalism</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19.</w:t>
      </w:r>
      <w:r>
        <w:tab/>
      </w:r>
      <w:r w:rsidR="00F30594" w:rsidRPr="00575855">
        <w:t>Define an efficient market.</w:t>
      </w:r>
    </w:p>
    <w:p w:rsidR="00575855" w:rsidRPr="00575855" w:rsidRDefault="00575855" w:rsidP="00F92F90">
      <w:pPr>
        <w:pStyle w:val="Explanation"/>
      </w:pPr>
      <w:r w:rsidRPr="00575855">
        <w:t>An efficient market is one in which profit opportunities are eliminated almost instantaneously.</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w:t>
      </w:r>
      <w:r w:rsidR="00C12E92" w:rsidRPr="00575855">
        <w:t xml:space="preserve"> efficient market</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20.</w:t>
      </w:r>
      <w:r>
        <w:tab/>
      </w:r>
      <w:r w:rsidR="00F30594" w:rsidRPr="00575855">
        <w:t>Consider the following scenario. Assume the price of gold in London is selling for $1400 an ounce while in New York it is fetching a price of $1450 an ounce. What would an economist say about the efficiency of this market? What would an economist predict about what would happen next?</w:t>
      </w:r>
    </w:p>
    <w:p w:rsidR="00575855" w:rsidRPr="00575855" w:rsidRDefault="00575855" w:rsidP="00F92F90">
      <w:pPr>
        <w:pStyle w:val="Explanation"/>
      </w:pPr>
      <w:r w:rsidRPr="00575855">
        <w:t>An economist would argue that this market is currently not efficient. The reason is that there are still profit opportunities to be had. Market participants could buy gold in London and sell it in New York until there is no more incentive to do so, i.e. (when there are no more profit opportunities).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 xml:space="preserve">Topic: </w:t>
      </w:r>
      <w:r w:rsidR="00C12E92" w:rsidRPr="00575855">
        <w:t>efficient market</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21.</w:t>
      </w:r>
      <w:r>
        <w:tab/>
      </w:r>
      <w:r w:rsidR="00F30594" w:rsidRPr="00575855">
        <w:t>Describe what took place during the Industrial Revolution.</w:t>
      </w:r>
    </w:p>
    <w:p w:rsidR="00575855" w:rsidRPr="00575855" w:rsidRDefault="00575855" w:rsidP="00F92F90">
      <w:pPr>
        <w:pStyle w:val="Explanation"/>
      </w:pPr>
      <w:r w:rsidRPr="00575855">
        <w:t>The Industrial Revolution refers to the period in England during the late eighteenth and early nineteenth centuries in which new manufacturing technologies and improved transportation gave rise to the modern factory system and a massive movement of the population from the countryside to the cities.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 xml:space="preserve">Topic: </w:t>
      </w:r>
      <w:r w:rsidR="00C12E92" w:rsidRPr="00575855">
        <w:t>Industrial Revolution</w:t>
      </w:r>
    </w:p>
    <w:p w:rsidR="00575855" w:rsidRPr="00575855" w:rsidRDefault="00F92F90" w:rsidP="00F92F90">
      <w:pPr>
        <w:pStyle w:val="AACSB"/>
      </w:pPr>
      <w:r w:rsidRPr="00575855">
        <w:t>AACSB</w:t>
      </w:r>
      <w:r w:rsidR="00F30594" w:rsidRPr="00575855">
        <w:t>:</w:t>
      </w:r>
    </w:p>
    <w:p w:rsidR="00575855" w:rsidRPr="00575855" w:rsidRDefault="00575855" w:rsidP="00F92F90">
      <w:pPr>
        <w:pStyle w:val="Explanation"/>
      </w:pPr>
      <w:r w:rsidRPr="00575855">
        <w:lastRenderedPageBreak/>
        <w:t>The Scope of Economics</w:t>
      </w:r>
    </w:p>
    <w:p w:rsidR="00575855" w:rsidRPr="00575855" w:rsidRDefault="00575855" w:rsidP="00575855">
      <w:pPr>
        <w:pStyle w:val="NL"/>
      </w:pPr>
      <w:r w:rsidRPr="00575855">
        <w:t>22.</w:t>
      </w:r>
      <w:r>
        <w:rPr>
          <w:b/>
        </w:rPr>
        <w:tab/>
      </w:r>
      <w:r w:rsidR="00F30594" w:rsidRPr="00575855">
        <w:t>Explain the difference between microeconomics and macroeconomics.</w:t>
      </w:r>
    </w:p>
    <w:p w:rsidR="00575855" w:rsidRPr="00575855" w:rsidRDefault="00575855" w:rsidP="00F92F90">
      <w:pPr>
        <w:pStyle w:val="Explanation"/>
      </w:pPr>
      <w:r w:rsidRPr="00575855">
        <w:t>Microeconomics is the branch of economics that examines the functioning of individual industries and the behavior of individual decision-making units (such as households and firms). Macroeconomics is the branch of economics that examines the economic behavior of the entire economy, including aggregate income, aggregate employment, and the average level of prices.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macro and microeconomics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23.</w:t>
      </w:r>
      <w:r>
        <w:tab/>
      </w:r>
      <w:r w:rsidR="00F30594" w:rsidRPr="00575855">
        <w:t>For each of the following, list whether the topic is microeconomic or macroeconomic in nature:</w:t>
      </w:r>
    </w:p>
    <w:p w:rsidR="00575855" w:rsidRPr="00575855" w:rsidRDefault="00306961" w:rsidP="00575855">
      <w:r w:rsidRPr="00575855">
        <w:t>(a.)</w:t>
      </w:r>
      <w:r w:rsidR="00575855" w:rsidRPr="00575855">
        <w:tab/>
      </w:r>
      <w:r w:rsidR="00F30594" w:rsidRPr="00575855">
        <w:t>The price of gasoline.</w:t>
      </w:r>
    </w:p>
    <w:p w:rsidR="00575855" w:rsidRPr="00575855" w:rsidRDefault="00306961" w:rsidP="00575855">
      <w:r w:rsidRPr="00575855">
        <w:t>(b.)</w:t>
      </w:r>
      <w:r w:rsidR="00575855" w:rsidRPr="00575855">
        <w:tab/>
      </w:r>
      <w:r w:rsidR="00F30594" w:rsidRPr="00575855">
        <w:t>The national unemployment rate.</w:t>
      </w:r>
    </w:p>
    <w:p w:rsidR="00575855" w:rsidRPr="00575855" w:rsidRDefault="00306961" w:rsidP="00575855">
      <w:r w:rsidRPr="00575855">
        <w:t>(c.)</w:t>
      </w:r>
      <w:r w:rsidR="00575855" w:rsidRPr="00575855">
        <w:tab/>
      </w:r>
      <w:r w:rsidR="00F30594" w:rsidRPr="00575855">
        <w:t>The quantity of new cars sold each year.</w:t>
      </w:r>
    </w:p>
    <w:p w:rsidR="00575855" w:rsidRPr="00575855" w:rsidRDefault="00306961" w:rsidP="00575855">
      <w:r w:rsidRPr="00575855">
        <w:t>(d.)</w:t>
      </w:r>
      <w:r w:rsidR="00575855" w:rsidRPr="00575855">
        <w:tab/>
      </w:r>
      <w:r w:rsidR="00F30594" w:rsidRPr="00575855">
        <w:t>The wage rate paid to steel workers.</w:t>
      </w:r>
    </w:p>
    <w:p w:rsidR="00575855" w:rsidRPr="00575855" w:rsidRDefault="00306961" w:rsidP="00575855">
      <w:r w:rsidRPr="00575855">
        <w:t>(e.)</w:t>
      </w:r>
      <w:r w:rsidR="00575855" w:rsidRPr="00575855">
        <w:tab/>
      </w:r>
      <w:r w:rsidR="00F30594" w:rsidRPr="00575855">
        <w:t>The amount of national output in an economy.</w:t>
      </w:r>
    </w:p>
    <w:p w:rsidR="00575855" w:rsidRPr="00575855" w:rsidRDefault="00575855" w:rsidP="00F92F90">
      <w:pPr>
        <w:pStyle w:val="Explanation"/>
      </w:pPr>
      <w:r w:rsidRPr="00575855">
        <w:t>(a.)</w:t>
      </w:r>
      <w:r w:rsidRPr="00575855">
        <w:tab/>
        <w:t>Microeconomic</w:t>
      </w:r>
    </w:p>
    <w:p w:rsidR="00575855" w:rsidRPr="00575855" w:rsidRDefault="00575855" w:rsidP="00F92F90">
      <w:pPr>
        <w:pStyle w:val="Explanation"/>
      </w:pPr>
      <w:r w:rsidRPr="00575855">
        <w:t>(b.)</w:t>
      </w:r>
      <w:r w:rsidRPr="00575855">
        <w:tab/>
        <w:t>Macroeconomic.</w:t>
      </w:r>
    </w:p>
    <w:p w:rsidR="00575855" w:rsidRPr="00575855" w:rsidRDefault="00575855" w:rsidP="00F92F90">
      <w:pPr>
        <w:pStyle w:val="Explanation"/>
      </w:pPr>
      <w:r w:rsidRPr="00575855">
        <w:t>(c.)</w:t>
      </w:r>
      <w:r w:rsidRPr="00575855">
        <w:tab/>
        <w:t>Microeconomic.</w:t>
      </w:r>
    </w:p>
    <w:p w:rsidR="00575855" w:rsidRPr="00575855" w:rsidRDefault="00575855" w:rsidP="00F92F90">
      <w:pPr>
        <w:pStyle w:val="Explanation"/>
      </w:pPr>
      <w:r w:rsidRPr="00575855">
        <w:t>(d.)</w:t>
      </w:r>
      <w:r w:rsidRPr="00575855">
        <w:tab/>
        <w:t>Microeconomic.</w:t>
      </w:r>
    </w:p>
    <w:p w:rsidR="00575855" w:rsidRPr="00575855" w:rsidRDefault="00575855" w:rsidP="00F92F90">
      <w:pPr>
        <w:pStyle w:val="Explanation"/>
      </w:pPr>
      <w:r w:rsidRPr="00575855">
        <w:t>(e.)</w:t>
      </w:r>
      <w:r w:rsidRPr="00575855">
        <w:tab/>
        <w:t>Macroeconomic.</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macro and microeconomics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24.</w:t>
      </w:r>
      <w:r>
        <w:tab/>
      </w:r>
      <w:r w:rsidR="00C12E92" w:rsidRPr="00575855">
        <w:t>List and describe four fields of economics.</w:t>
      </w:r>
    </w:p>
    <w:p w:rsidR="00575855" w:rsidRPr="00575855" w:rsidRDefault="00575855" w:rsidP="00F92F90">
      <w:pPr>
        <w:pStyle w:val="Explanation"/>
      </w:pPr>
      <w:r w:rsidRPr="00575855">
        <w:t>Student responses will vary. Possible answers include industrial organization, urban and regional economics, econometrics, comparative economic systems, economic development, labor economics, finance, international economics, public economics, economic history, law and economics, and the history of economic thought.</w:t>
      </w:r>
    </w:p>
    <w:p w:rsidR="00575855" w:rsidRPr="00575855" w:rsidRDefault="00F92F90" w:rsidP="00F92F90">
      <w:pPr>
        <w:pStyle w:val="Diff"/>
      </w:pPr>
      <w:r w:rsidRPr="00575855">
        <w:t>Diff:</w:t>
      </w:r>
      <w:r w:rsidR="00C12E92" w:rsidRPr="00575855">
        <w:t xml:space="preserve"> 1</w:t>
      </w:r>
      <w:r w:rsidR="00575855" w:rsidRPr="00575855">
        <w:tab/>
      </w:r>
      <w:r w:rsidR="00C12E92" w:rsidRPr="00575855">
        <w:t>Skill: Factual</w:t>
      </w:r>
      <w:r w:rsidR="00575855" w:rsidRPr="00575855">
        <w:tab/>
      </w:r>
      <w:r w:rsidR="00C12E92" w:rsidRPr="00575855">
        <w:t>Topic: economic fields of study</w:t>
      </w:r>
      <w:r w:rsidR="00575855" w:rsidRPr="00575855">
        <w:tab/>
      </w:r>
    </w:p>
    <w:p w:rsidR="00575855" w:rsidRPr="00575855" w:rsidRDefault="00F92F90" w:rsidP="00F92F90">
      <w:pPr>
        <w:pStyle w:val="AACSB"/>
      </w:pPr>
      <w:r w:rsidRPr="00575855">
        <w:t>AACSB</w:t>
      </w:r>
      <w:r w:rsidR="00C12E92" w:rsidRPr="00575855">
        <w:t>:</w:t>
      </w:r>
    </w:p>
    <w:p w:rsidR="00575855" w:rsidRPr="00575855" w:rsidRDefault="00575855" w:rsidP="00F92F90">
      <w:pPr>
        <w:pStyle w:val="Explanation"/>
      </w:pPr>
      <w:r w:rsidRPr="00575855">
        <w:lastRenderedPageBreak/>
        <w:t>The Method of Economics</w:t>
      </w:r>
    </w:p>
    <w:p w:rsidR="00575855" w:rsidRPr="00575855" w:rsidRDefault="00575855" w:rsidP="00575855">
      <w:pPr>
        <w:pStyle w:val="NL"/>
      </w:pPr>
      <w:r w:rsidRPr="00575855">
        <w:t>25.</w:t>
      </w:r>
      <w:r>
        <w:rPr>
          <w:b/>
        </w:rPr>
        <w:tab/>
      </w:r>
      <w:r w:rsidR="00F30594" w:rsidRPr="00575855">
        <w:t>Explain the difference between positive economics and normative economics.</w:t>
      </w:r>
    </w:p>
    <w:p w:rsidR="00575855" w:rsidRPr="00575855" w:rsidRDefault="00575855" w:rsidP="00F92F90">
      <w:pPr>
        <w:pStyle w:val="Explanation"/>
      </w:pPr>
      <w:r w:rsidRPr="00575855">
        <w:t>Positive economics seeks to understand behavior and the operation of systems without making judgments. It describes what exists and how it works. Normative economics analyzes outcomes of economic behavior, evaluates them as good or bad, and may prescribe courses of action.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normative and positive 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26.</w:t>
      </w:r>
      <w:r>
        <w:tab/>
      </w:r>
      <w:r w:rsidR="00F30594" w:rsidRPr="00575855">
        <w:t>Give an example of a positive economic statement and a normative economic statement.</w:t>
      </w:r>
    </w:p>
    <w:p w:rsidR="00575855" w:rsidRPr="00575855" w:rsidRDefault="00575855" w:rsidP="00F92F90">
      <w:pPr>
        <w:pStyle w:val="Explanation"/>
      </w:pPr>
      <w:r w:rsidRPr="00575855">
        <w:t>Student responses will vary. What is important is that the positive statement is objective and attempts to explain "what is". The normative statement should include some value judgment or "what should be".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normative and positive economics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27.</w:t>
      </w:r>
      <w:r>
        <w:tab/>
      </w:r>
      <w:r w:rsidR="00F30594" w:rsidRPr="00575855">
        <w:t>For each of the following, note whether the statement is an example of positive economic analysis or an example of normative economic analysis:</w:t>
      </w:r>
    </w:p>
    <w:p w:rsidR="00575855" w:rsidRPr="00575855" w:rsidRDefault="00306961" w:rsidP="00575855">
      <w:r w:rsidRPr="00575855">
        <w:t>(a.)</w:t>
      </w:r>
      <w:r w:rsidR="00575855" w:rsidRPr="00575855">
        <w:tab/>
      </w:r>
      <w:r w:rsidR="00F30594" w:rsidRPr="00575855">
        <w:t>An increase in the minimum wage will lead to a higher rate of teenage unemployment.</w:t>
      </w:r>
    </w:p>
    <w:p w:rsidR="00575855" w:rsidRPr="00575855" w:rsidRDefault="00306961" w:rsidP="00575855">
      <w:r w:rsidRPr="00575855">
        <w:t>(b.)</w:t>
      </w:r>
      <w:r w:rsidR="00575855" w:rsidRPr="00575855">
        <w:tab/>
      </w:r>
      <w:r w:rsidR="00F30594" w:rsidRPr="00575855">
        <w:t>If the government reduces the tax on tobacco, more individuals will start smoking.</w:t>
      </w:r>
    </w:p>
    <w:p w:rsidR="00575855" w:rsidRPr="00575855" w:rsidRDefault="00306961" w:rsidP="00575855">
      <w:r w:rsidRPr="00575855">
        <w:t>(c.)</w:t>
      </w:r>
      <w:r w:rsidR="00575855" w:rsidRPr="00575855">
        <w:tab/>
      </w:r>
      <w:r w:rsidR="00F30594" w:rsidRPr="00575855">
        <w:t>The government should lower taxes because tax rates are too high for the average U.S. family.</w:t>
      </w:r>
    </w:p>
    <w:p w:rsidR="00575855" w:rsidRPr="00575855" w:rsidRDefault="00306961" w:rsidP="00575855">
      <w:r w:rsidRPr="00575855">
        <w:t>(d.)</w:t>
      </w:r>
      <w:r w:rsidR="00575855" w:rsidRPr="00575855">
        <w:tab/>
      </w:r>
      <w:r w:rsidR="00F30594" w:rsidRPr="00575855">
        <w:t>Wealthy senior citizens can afford to buy their own health insurance and therefore should not be given Medicare coverage.</w:t>
      </w:r>
    </w:p>
    <w:p w:rsidR="00575855" w:rsidRPr="00575855" w:rsidRDefault="00306961" w:rsidP="00575855">
      <w:r w:rsidRPr="00575855">
        <w:t>(e.)</w:t>
      </w:r>
      <w:r w:rsidR="00575855" w:rsidRPr="00575855">
        <w:tab/>
      </w:r>
      <w:r w:rsidR="00F30594" w:rsidRPr="00575855">
        <w:t>If the price of apples increases, people will buy more bananas.</w:t>
      </w:r>
    </w:p>
    <w:p w:rsidR="00575855" w:rsidRPr="00575855" w:rsidRDefault="00575855" w:rsidP="00F92F90">
      <w:pPr>
        <w:pStyle w:val="Explanation"/>
      </w:pPr>
      <w:r w:rsidRPr="00575855">
        <w:t>(a.)</w:t>
      </w:r>
      <w:r w:rsidRPr="00575855">
        <w:tab/>
        <w:t>Positive.</w:t>
      </w:r>
    </w:p>
    <w:p w:rsidR="00575855" w:rsidRPr="00575855" w:rsidRDefault="00575855" w:rsidP="00F92F90">
      <w:pPr>
        <w:pStyle w:val="Explanation"/>
      </w:pPr>
      <w:r w:rsidRPr="00575855">
        <w:t>(b.)</w:t>
      </w:r>
      <w:r w:rsidRPr="00575855">
        <w:tab/>
        <w:t>Positive.</w:t>
      </w:r>
    </w:p>
    <w:p w:rsidR="00575855" w:rsidRPr="00575855" w:rsidRDefault="00575855" w:rsidP="00F92F90">
      <w:pPr>
        <w:pStyle w:val="Explanation"/>
      </w:pPr>
      <w:r w:rsidRPr="00575855">
        <w:t>(c.)</w:t>
      </w:r>
      <w:r w:rsidRPr="00575855">
        <w:tab/>
        <w:t>Normative.</w:t>
      </w:r>
    </w:p>
    <w:p w:rsidR="00575855" w:rsidRPr="00575855" w:rsidRDefault="00575855" w:rsidP="00F92F90">
      <w:pPr>
        <w:pStyle w:val="Explanation"/>
      </w:pPr>
      <w:r w:rsidRPr="00575855">
        <w:t>(d.)</w:t>
      </w:r>
      <w:r w:rsidRPr="00575855">
        <w:tab/>
        <w:t>Normative.</w:t>
      </w:r>
    </w:p>
    <w:p w:rsidR="00575855" w:rsidRPr="00575855" w:rsidRDefault="00575855" w:rsidP="00F92F90">
      <w:pPr>
        <w:pStyle w:val="Explanation"/>
      </w:pPr>
      <w:r w:rsidRPr="00575855">
        <w:t>(e.)</w:t>
      </w:r>
      <w:r w:rsidRPr="00575855">
        <w:tab/>
        <w:t>Positive.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normative and positive economics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28.</w:t>
      </w:r>
      <w:r>
        <w:tab/>
      </w:r>
      <w:r w:rsidR="00F30594" w:rsidRPr="00575855">
        <w:t>List and describe the two areas of positive economics.</w:t>
      </w:r>
    </w:p>
    <w:p w:rsidR="00575855" w:rsidRPr="00575855" w:rsidRDefault="00575855" w:rsidP="00F92F90">
      <w:pPr>
        <w:pStyle w:val="Explanation"/>
      </w:pPr>
      <w:r w:rsidRPr="00575855">
        <w:t>Descriptive economics involves the compilation of data that describe economic phenomena and facts. Economic theory involves a statement or a set of related statements about cause and effect (action and reaction).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Factual</w:t>
      </w:r>
      <w:r w:rsidR="00575855" w:rsidRPr="00575855">
        <w:tab/>
      </w:r>
      <w:r w:rsidR="00F30594" w:rsidRPr="00575855">
        <w:t>Topic: positive economics</w:t>
      </w:r>
      <w:r w:rsidR="00575855" w:rsidRPr="00575855">
        <w:tab/>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lastRenderedPageBreak/>
        <w:t>29.</w:t>
      </w:r>
      <w:r>
        <w:tab/>
      </w:r>
      <w:r w:rsidR="00F30594" w:rsidRPr="00575855">
        <w:t>Evaluate the following statement – “Economists are fond of saying that there are positive statements and normative ones but the truth is that all questions are really normative”.</w:t>
      </w:r>
    </w:p>
    <w:p w:rsidR="00575855" w:rsidRPr="00575855" w:rsidRDefault="00575855" w:rsidP="00F92F90">
      <w:pPr>
        <w:pStyle w:val="Explanation"/>
      </w:pPr>
      <w:r w:rsidRPr="00575855">
        <w:t>This statement could be interpreted as a normative statement but ironically it may actually be a positive statement. That is it may be a statement that can be verified with the use of logic. Whether it can be proved or not or whether it is true or not is not the issue. It is a statement of fact.</w:t>
      </w:r>
    </w:p>
    <w:p w:rsidR="00575855" w:rsidRPr="00575855" w:rsidRDefault="00F92F90" w:rsidP="00F92F90">
      <w:pPr>
        <w:pStyle w:val="Diff"/>
      </w:pPr>
      <w:r w:rsidRPr="00575855">
        <w:t>Diff:</w:t>
      </w:r>
      <w:r w:rsidR="00F30594" w:rsidRPr="00575855">
        <w:t xml:space="preserve"> 3</w:t>
      </w:r>
      <w:r w:rsidR="00575855" w:rsidRPr="00575855">
        <w:tab/>
      </w:r>
      <w:r w:rsidR="00F30594" w:rsidRPr="00575855">
        <w:t>Skill: Conceptual</w:t>
      </w:r>
      <w:r w:rsidR="00575855" w:rsidRPr="00575855">
        <w:tab/>
      </w:r>
      <w:r w:rsidR="00F30594" w:rsidRPr="00575855">
        <w:t>Topic: normative and positive economics</w:t>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30.</w:t>
      </w:r>
      <w:r>
        <w:tab/>
      </w:r>
      <w:r w:rsidR="00F30594" w:rsidRPr="00575855">
        <w:t>Explain what a model is.</w:t>
      </w:r>
    </w:p>
    <w:p w:rsidR="00575855" w:rsidRPr="00575855" w:rsidRDefault="00575855" w:rsidP="00F92F90">
      <w:pPr>
        <w:pStyle w:val="Explanation"/>
      </w:pPr>
      <w:r w:rsidRPr="00575855">
        <w:t>A model is a formal statement of a theory. It is generally a mathematical statement of a presumed relationship between two or more variables.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models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31.</w:t>
      </w:r>
      <w:r>
        <w:tab/>
      </w:r>
      <w:r w:rsidR="00F30594" w:rsidRPr="00575855">
        <w:t>A globe is a model. However, it lacks much of the detail that one would find on a map. Does that make the globe an inferior model? Why not?</w:t>
      </w:r>
    </w:p>
    <w:p w:rsidR="00575855" w:rsidRPr="00575855" w:rsidRDefault="00575855" w:rsidP="00F92F90">
      <w:pPr>
        <w:pStyle w:val="Explanation"/>
      </w:pPr>
      <w:r w:rsidRPr="00575855">
        <w:t>No. The globe has a different purpose than a map. The details that are suppressed on a globe are simply not necessary for the objective that a globe was designed to serve. Including them would not enhance the power of the globe as a model but actually might get in the way.</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models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32.</w:t>
      </w:r>
      <w:r>
        <w:tab/>
      </w:r>
      <w:r w:rsidR="00F30594" w:rsidRPr="00575855">
        <w:t>Explain how a model can be useful even if it is not realistic.</w:t>
      </w:r>
    </w:p>
    <w:p w:rsidR="00575855" w:rsidRPr="00575855" w:rsidRDefault="00575855" w:rsidP="00F92F90">
      <w:pPr>
        <w:pStyle w:val="Explanation"/>
      </w:pPr>
      <w:r w:rsidRPr="00575855">
        <w:t>Models are used to simplify reality to expose only those aspects of behavior that are important to the question being asked. Thus, while not realistic, the model gets at the heart of the matter and allows us to ignore irrelevant details.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models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33.</w:t>
      </w:r>
      <w:r>
        <w:tab/>
      </w:r>
      <w:r w:rsidR="00F30594" w:rsidRPr="00575855">
        <w:t>Should economics be considered a science?</w:t>
      </w:r>
      <w:r w:rsidRPr="00575855">
        <w:t xml:space="preserve"> </w:t>
      </w:r>
      <w:r w:rsidR="00F30594" w:rsidRPr="00575855">
        <w:t>Why or why not?</w:t>
      </w:r>
    </w:p>
    <w:p w:rsidR="00575855" w:rsidRPr="00575855" w:rsidRDefault="00575855" w:rsidP="00F92F90">
      <w:pPr>
        <w:pStyle w:val="Explanation"/>
      </w:pPr>
      <w:r w:rsidRPr="00575855">
        <w:t>Yes. Economics uses models and theories to make predictions and then tests those predictions using empirical analysis.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science</w:t>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lastRenderedPageBreak/>
        <w:t>34.</w:t>
      </w:r>
      <w:r>
        <w:tab/>
      </w:r>
      <w:r w:rsidR="00F30594" w:rsidRPr="00575855">
        <w:t>Explain what is meant by the term ceteris paribus.</w:t>
      </w:r>
      <w:r w:rsidRPr="00575855">
        <w:t xml:space="preserve"> </w:t>
      </w:r>
      <w:r w:rsidR="00F30594" w:rsidRPr="00575855">
        <w:t>Why is this concept often used in economic models?</w:t>
      </w:r>
    </w:p>
    <w:p w:rsidR="00575855" w:rsidRPr="00575855" w:rsidRDefault="00575855" w:rsidP="00F92F90">
      <w:pPr>
        <w:pStyle w:val="Explanation"/>
      </w:pPr>
      <w:r w:rsidRPr="00575855">
        <w:t>Ceteris paribus means "all else equal". When used in economic models, this concept helps us to simplify reality in order to focus on the relationships we are most interested in.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ceteris paribus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35.</w:t>
      </w:r>
      <w:r>
        <w:tab/>
      </w:r>
      <w:r w:rsidR="00F30594" w:rsidRPr="00575855">
        <w:t>Explain what post hoc fallacy means and give an example.</w:t>
      </w:r>
    </w:p>
    <w:p w:rsidR="00575855" w:rsidRPr="00575855" w:rsidRDefault="00575855" w:rsidP="00F92F90">
      <w:pPr>
        <w:pStyle w:val="Explanation"/>
      </w:pPr>
      <w:r w:rsidRPr="00575855">
        <w:t>Post hoc fallacy is a common error in thinking about causation. An example would be "if Event A happens before Event B, Event A must have caused Event B to occur".</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post hoc fallacy</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36.</w:t>
      </w:r>
      <w:r>
        <w:tab/>
      </w:r>
      <w:r w:rsidR="00F30594" w:rsidRPr="00575855">
        <w:t>Suppose an economics forecaster discovers that on days when the sunspot count is high stock market on the following day is bullish, that is stock market prices edge upwards. In addition, he also observes that on days with a low sunspot count the</w:t>
      </w:r>
      <w:r w:rsidRPr="00575855">
        <w:t xml:space="preserve"> </w:t>
      </w:r>
      <w:r w:rsidR="00F30594" w:rsidRPr="00575855">
        <w:t>following day the stock market tends to be bearish, that is stock market prices tend to fall. The forecaster then concludes that there is a positive relationship between the sunspot count and stock market prices and proceeds to base his investment decisions on this premise. What kind of an error has this forecaster made?</w:t>
      </w:r>
    </w:p>
    <w:p w:rsidR="00575855" w:rsidRPr="00575855" w:rsidRDefault="00575855" w:rsidP="00F92F90">
      <w:pPr>
        <w:pStyle w:val="Explanation"/>
      </w:pPr>
      <w:r w:rsidRPr="00575855">
        <w:t>The forecaster has fallen into the post hoc fallacy. Simply because one set of events precedes another is not enough to say that one is the cause of the other.</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post hoc fallacy</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37.</w:t>
      </w:r>
      <w:r>
        <w:tab/>
      </w:r>
      <w:r w:rsidR="00F30594" w:rsidRPr="00575855">
        <w:t>If crime rates in the United States fall, can incumbent lawmakers rightfully claim credit?</w:t>
      </w:r>
      <w:r w:rsidRPr="00575855">
        <w:t xml:space="preserve"> </w:t>
      </w:r>
      <w:r w:rsidR="00F30594" w:rsidRPr="00575855">
        <w:t>Why or why not?</w:t>
      </w:r>
    </w:p>
    <w:p w:rsidR="00575855" w:rsidRPr="00575855" w:rsidRDefault="00575855" w:rsidP="00F92F90">
      <w:pPr>
        <w:pStyle w:val="Explanation"/>
      </w:pPr>
      <w:r w:rsidRPr="00575855">
        <w:t>Probably not. Lower crime rates can occur for many reasons including a change in the age distribution of the population and lower unemployment rates</w:t>
      </w:r>
      <w:r w:rsidR="00F30594" w:rsidRPr="00575855">
        <w:t xml:space="preserve">. </w:t>
      </w:r>
      <w:r w:rsidRPr="00575855">
        <w:t>One cannot simply conclude that the lawmakers in office were responsible for the lower crime rates, until other plausible reasons have been ruled out.</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causation</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lastRenderedPageBreak/>
        <w:t>38.</w:t>
      </w:r>
      <w:r>
        <w:tab/>
      </w:r>
      <w:r w:rsidR="00F30594" w:rsidRPr="00575855">
        <w:t>Explain what the fallacy of composition is and give an example.</w:t>
      </w:r>
    </w:p>
    <w:p w:rsidR="00575855" w:rsidRPr="00575855" w:rsidRDefault="00575855" w:rsidP="00F92F90">
      <w:pPr>
        <w:pStyle w:val="Explanation"/>
      </w:pPr>
      <w:r w:rsidRPr="00575855">
        <w:t>The fallacy of composition is the incorrect belief that what is true for a part is necessarily true for the whole. For example, intensive fishing in an area by a boat may increase profits earned by the boat owner. However, if many boats excessively fish in the same area, the stock of fish will become depleted and all will be worse off.</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Definition</w:t>
      </w:r>
      <w:r w:rsidR="00575855" w:rsidRPr="00575855">
        <w:tab/>
      </w:r>
      <w:r w:rsidR="00F30594" w:rsidRPr="00575855">
        <w:t>Topic: fallacy of composition</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39.</w:t>
      </w:r>
      <w:r>
        <w:tab/>
      </w:r>
      <w:r w:rsidR="00F30594" w:rsidRPr="00575855">
        <w:t>Your younger brother likes to yell at the dinner table so the rest of the family will give him what he wants. Assume that this has proved quite successful for him time and again. Let’s say that you are from a family of eight and every member of your family starts to adopt the same strategy. Would this work? Why or why not? Explain.</w:t>
      </w:r>
    </w:p>
    <w:p w:rsidR="00575855" w:rsidRPr="00575855" w:rsidRDefault="00575855" w:rsidP="00F92F90">
      <w:pPr>
        <w:pStyle w:val="Explanation"/>
      </w:pPr>
      <w:r w:rsidRPr="00575855">
        <w:t>This strategy will probably not work very well. With everyone yelling at the table it is unlikely that anyone will get heard. This is what is known as the fallacy of composition. What is good for the individual is not necessarily good for the whole.</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fallacy of composition</w:t>
      </w:r>
    </w:p>
    <w:p w:rsidR="00575855" w:rsidRPr="00575855" w:rsidRDefault="00F92F90" w:rsidP="00F92F90">
      <w:pPr>
        <w:pStyle w:val="AACSB"/>
      </w:pPr>
      <w:r w:rsidRPr="00575855">
        <w:t>AACSB</w:t>
      </w:r>
      <w:r w:rsidR="00F30594" w:rsidRPr="00575855">
        <w:t>: Reflective Thinking</w:t>
      </w:r>
    </w:p>
    <w:p w:rsidR="00575855" w:rsidRPr="00575855" w:rsidRDefault="00575855" w:rsidP="00575855">
      <w:pPr>
        <w:pStyle w:val="NL"/>
      </w:pPr>
      <w:r w:rsidRPr="00575855">
        <w:t>40.</w:t>
      </w:r>
      <w:r>
        <w:tab/>
      </w:r>
      <w:r w:rsidR="00F30594" w:rsidRPr="00575855">
        <w:t>What branch of economics involves the collection and use of data to test economic theories?</w:t>
      </w:r>
      <w:r w:rsidRPr="00575855">
        <w:t xml:space="preserve"> </w:t>
      </w:r>
      <w:r w:rsidR="00F30594" w:rsidRPr="00575855">
        <w:t>Why is this task often more difficult in economics than it is in physical sciences?</w:t>
      </w:r>
    </w:p>
    <w:p w:rsidR="00575855" w:rsidRPr="00575855" w:rsidRDefault="00575855" w:rsidP="00F92F90">
      <w:pPr>
        <w:pStyle w:val="Explanation"/>
      </w:pPr>
      <w:r w:rsidRPr="00575855">
        <w:t>The branch of economics that involves the collection and use of data to test economic theories is called empirical economics. This is often more difficult in economics than in the physical sciences because economists rarely are able to set up controlled experiments.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empirical economics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41.</w:t>
      </w:r>
      <w:r>
        <w:tab/>
      </w:r>
      <w:r w:rsidR="00F30594" w:rsidRPr="00575855">
        <w:t>Explain what is meant by allocative efficiency.</w:t>
      </w:r>
    </w:p>
    <w:p w:rsidR="00575855" w:rsidRPr="00575855" w:rsidRDefault="00575855" w:rsidP="00F92F90">
      <w:pPr>
        <w:pStyle w:val="Explanation"/>
      </w:pPr>
      <w:r w:rsidRPr="00575855">
        <w:t>Allocative efficiency means producing the goods and services that people most want at the lowest possible cost.</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allocative effeciency</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42.</w:t>
      </w:r>
      <w:r>
        <w:tab/>
      </w:r>
      <w:r w:rsidR="00F30594" w:rsidRPr="00575855">
        <w:t>List the four criteria that are generally used to evaluate economic outcomes.</w:t>
      </w:r>
    </w:p>
    <w:p w:rsidR="00575855" w:rsidRPr="00575855" w:rsidRDefault="00F30594" w:rsidP="00575855">
      <w:pPr>
        <w:rPr>
          <w:b/>
        </w:rPr>
      </w:pPr>
      <w:r w:rsidRPr="00575855">
        <w:t>(</w:t>
      </w:r>
      <w:r w:rsidR="00575855" w:rsidRPr="00575855">
        <w:rPr>
          <w:b/>
        </w:rPr>
        <w:t>1.)</w:t>
      </w:r>
      <w:r w:rsidR="00575855" w:rsidRPr="00575855">
        <w:rPr>
          <w:b/>
        </w:rPr>
        <w:tab/>
        <w:t>Efficiency.</w:t>
      </w:r>
    </w:p>
    <w:p w:rsidR="00575855" w:rsidRPr="00575855" w:rsidRDefault="00575855" w:rsidP="00F92F90">
      <w:pPr>
        <w:pStyle w:val="Explanation"/>
      </w:pPr>
      <w:r w:rsidRPr="00575855">
        <w:t>(2.)</w:t>
      </w:r>
      <w:r w:rsidRPr="00575855">
        <w:tab/>
        <w:t>Equity.</w:t>
      </w:r>
    </w:p>
    <w:p w:rsidR="00575855" w:rsidRPr="00575855" w:rsidRDefault="00575855" w:rsidP="00F92F90">
      <w:pPr>
        <w:pStyle w:val="Explanation"/>
      </w:pPr>
      <w:r w:rsidRPr="00575855">
        <w:t>(3.)</w:t>
      </w:r>
      <w:r w:rsidRPr="00575855">
        <w:tab/>
        <w:t>Growth.</w:t>
      </w:r>
    </w:p>
    <w:p w:rsidR="00575855" w:rsidRPr="00575855" w:rsidRDefault="00575855" w:rsidP="00F92F90">
      <w:pPr>
        <w:pStyle w:val="Explanation"/>
      </w:pPr>
      <w:r w:rsidRPr="00575855">
        <w:t>(4.)</w:t>
      </w:r>
      <w:r w:rsidRPr="00575855">
        <w:tab/>
        <w:t>Stability.</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Factual</w:t>
      </w:r>
      <w:r w:rsidR="00575855" w:rsidRPr="00575855">
        <w:tab/>
      </w:r>
      <w:r w:rsidR="00F30594" w:rsidRPr="00575855">
        <w:t>Topic: economic criteria</w:t>
      </w:r>
    </w:p>
    <w:p w:rsidR="00575855" w:rsidRPr="00575855" w:rsidRDefault="00F92F90" w:rsidP="00F92F90">
      <w:pPr>
        <w:pStyle w:val="AACSB"/>
      </w:pPr>
      <w:r w:rsidRPr="00575855">
        <w:t>AACSB</w:t>
      </w:r>
      <w:r w:rsidR="00F30594" w:rsidRPr="00575855">
        <w:t>:</w:t>
      </w:r>
      <w:r w:rsidR="00575855" w:rsidRPr="00575855">
        <w:tab/>
      </w:r>
    </w:p>
    <w:p w:rsidR="00575855" w:rsidRPr="00575855" w:rsidRDefault="00575855" w:rsidP="00575855">
      <w:pPr>
        <w:pStyle w:val="NL"/>
      </w:pPr>
      <w:r w:rsidRPr="00575855">
        <w:lastRenderedPageBreak/>
        <w:t>43.</w:t>
      </w:r>
      <w:r>
        <w:tab/>
      </w:r>
      <w:r w:rsidR="00F30594" w:rsidRPr="00575855">
        <w:t>Most economists will argue that the minimum wage causes unemployment. Even politicians will recognize this when pressed. However, typically liberals will tout the benefits of the minimum wage while conservatives will decry the disruption that it causes in the labor market. Which economic objective seems to be more important for liberals and which is more important to conservatives if this general observation is correct? Which side is right?</w:t>
      </w:r>
    </w:p>
    <w:p w:rsidR="00575855" w:rsidRPr="00575855" w:rsidRDefault="00575855" w:rsidP="00F92F90">
      <w:pPr>
        <w:pStyle w:val="Explanation"/>
      </w:pPr>
      <w:r w:rsidRPr="00575855">
        <w:t>If this general observation is correct then it would seem that liberals are more concerned with equity and conservatives are more concerned with efficiency. Neither side is right. That is a normative question. The reason is that there is a tradeoff between equity and efficiency. Which one you want more of is a question of your values.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equity and efficiency</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44.</w:t>
      </w:r>
      <w:r>
        <w:tab/>
      </w:r>
      <w:r w:rsidR="00F30594" w:rsidRPr="00575855">
        <w:t>Some politicians have recently suggested changing the income tax system in the U.S. to a flat tax system where all taxpayers would pay the same percentage of their income in tax to the federal government.</w:t>
      </w:r>
      <w:r w:rsidRPr="00575855">
        <w:t xml:space="preserve"> </w:t>
      </w:r>
      <w:r w:rsidR="00F30594" w:rsidRPr="00575855">
        <w:t>Explain how such a change can be analyzed in terms of efficiency.</w:t>
      </w:r>
      <w:r w:rsidRPr="00575855">
        <w:t xml:space="preserve"> </w:t>
      </w:r>
      <w:r w:rsidR="00F30594" w:rsidRPr="00575855">
        <w:t>Do you believe that this tax will have equity effects as well?</w:t>
      </w:r>
    </w:p>
    <w:p w:rsidR="00575855" w:rsidRPr="00575855" w:rsidRDefault="00575855" w:rsidP="00F92F90">
      <w:pPr>
        <w:pStyle w:val="Explanation"/>
      </w:pPr>
      <w:r w:rsidRPr="00575855">
        <w:t>The flat tax will lower the cost of filing taxes for taxpayers and therefore increase the efficiency of government financing. However, this will place a larger tax burden on the poor than currently exists which may lead to some equity concerns.</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equity and efficiency</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45.</w:t>
      </w:r>
      <w:r>
        <w:tab/>
      </w:r>
      <w:r w:rsidR="00F30594" w:rsidRPr="00575855">
        <w:t>Assume that you are the new CEO of a major corporation that has five major product lines each run as separate corporations. You discover that if you invested the company’s money outside of the firm that it could earn a 15% rate of return on the investment. You tell all the presidents of each of these subsidiary companies that in order for them to remain with the company that their return on capital must equal to or exceed 15% rate of return. Use two economic principles discussed in chapter 1 to explain why the CEO’s advice is sound.</w:t>
      </w:r>
    </w:p>
    <w:p w:rsidR="00575855" w:rsidRPr="00575855" w:rsidRDefault="00575855" w:rsidP="00F92F90">
      <w:pPr>
        <w:pStyle w:val="Explanation"/>
      </w:pPr>
      <w:r w:rsidRPr="00575855">
        <w:t>Essentially there is a high opportunity cost associated with investing large sums of money in a corporation when the rate of return is higher if invested elsewhere. By getting the presidents of each of the subsidiary companies to push the rate of return on their capital upwards the stockholder’s money is being more efficiently managed.</w:t>
      </w:r>
    </w:p>
    <w:p w:rsidR="00575855" w:rsidRPr="00575855" w:rsidRDefault="00F92F90" w:rsidP="00F92F90">
      <w:pPr>
        <w:pStyle w:val="Diff"/>
      </w:pPr>
      <w:r w:rsidRPr="00575855">
        <w:t>Diff:</w:t>
      </w:r>
      <w:r w:rsidR="00F30594" w:rsidRPr="00575855">
        <w:t xml:space="preserve"> 3</w:t>
      </w:r>
      <w:r w:rsidR="00575855" w:rsidRPr="00575855">
        <w:tab/>
      </w:r>
      <w:r w:rsidR="00F30594" w:rsidRPr="00575855">
        <w:t>Skill: Conceptual</w:t>
      </w:r>
      <w:r w:rsidR="00575855" w:rsidRPr="00575855">
        <w:tab/>
      </w:r>
      <w:r w:rsidR="00F30594" w:rsidRPr="00575855">
        <w:t>Topic: opportunity cost</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lastRenderedPageBreak/>
        <w:t>46.</w:t>
      </w:r>
      <w:r>
        <w:tab/>
      </w:r>
      <w:r w:rsidR="00F30594" w:rsidRPr="00575855">
        <w:t>Assume that the research team of a major company is building a model of consumer demand that contains approximately 250 variables. Can you think of a principle that might be violated here that was discussed in chapter 1? Explain.</w:t>
      </w:r>
    </w:p>
    <w:p w:rsidR="00575855" w:rsidRPr="00575855" w:rsidRDefault="00575855" w:rsidP="00F92F90">
      <w:pPr>
        <w:pStyle w:val="Explanation"/>
      </w:pPr>
      <w:r w:rsidRPr="00575855">
        <w:t>The principle that is probably being violated is Ockham’s Razor. This is the idea that irrelevant data should be cut away. With 250 variables it is very likely that many of them are unnecessary and will only make the model more complicated.</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Ockham’s Razor</w:t>
      </w:r>
    </w:p>
    <w:p w:rsidR="00575855" w:rsidRPr="00575855" w:rsidRDefault="00F92F90" w:rsidP="00F92F90">
      <w:pPr>
        <w:pStyle w:val="AACSB"/>
      </w:pPr>
      <w:r w:rsidRPr="00575855">
        <w:t>AACSB</w:t>
      </w:r>
      <w:r w:rsidR="00F30594" w:rsidRPr="00575855">
        <w:t>: Analytic Skills</w:t>
      </w:r>
    </w:p>
    <w:p w:rsidR="00575855" w:rsidRPr="00575855" w:rsidRDefault="00575855" w:rsidP="00575855">
      <w:pPr>
        <w:pStyle w:val="NL"/>
      </w:pPr>
      <w:r w:rsidRPr="00575855">
        <w:t>47.</w:t>
      </w:r>
      <w:r>
        <w:tab/>
      </w:r>
      <w:r w:rsidR="00F30594" w:rsidRPr="00575855">
        <w:t>Explain the difference between economic growth and stability.</w:t>
      </w:r>
      <w:r w:rsidRPr="00575855">
        <w:t xml:space="preserve"> </w:t>
      </w:r>
      <w:r w:rsidR="00F30594" w:rsidRPr="00575855">
        <w:t>Can a country experience both at the same time?</w:t>
      </w:r>
      <w:r w:rsidRPr="00575855">
        <w:t xml:space="preserve"> </w:t>
      </w:r>
      <w:r w:rsidR="00F30594" w:rsidRPr="00575855">
        <w:t>Why or why not?</w:t>
      </w:r>
    </w:p>
    <w:p w:rsidR="00575855" w:rsidRPr="00575855" w:rsidRDefault="00575855" w:rsidP="00F92F90">
      <w:pPr>
        <w:pStyle w:val="Explanation"/>
      </w:pPr>
      <w:r w:rsidRPr="00575855">
        <w:t>Economic growth refers to an increase in the total output of the economy. Stability occurs when output is steady or growing, with low inflation and full employment of resources. Yes, a country can experience both economic growth and stability at the same time, as long as the increase in output is not accompanied by a rising price level. The late 1990s were a period of growth for the U.S. economy with low inflation.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economic growth and stability</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48.</w:t>
      </w:r>
      <w:r>
        <w:tab/>
      </w:r>
      <w:r w:rsidR="00F30594" w:rsidRPr="00575855">
        <w:t>Define a variable and give two examples that would apply to economics.</w:t>
      </w:r>
    </w:p>
    <w:p w:rsidR="00575855" w:rsidRPr="00575855" w:rsidRDefault="00575855" w:rsidP="00F92F90">
      <w:pPr>
        <w:pStyle w:val="Explanation"/>
      </w:pPr>
      <w:r w:rsidRPr="00575855">
        <w:t>A variable is a measure that can change from time to time or from observation to observation. Income is a variable—it has different values for different people and different values for the same person at different times. The rental price of a movie on a DVD is a variable; it has different values at different stores and at different times.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economic growth and stability</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49.</w:t>
      </w:r>
      <w:r>
        <w:tab/>
      </w:r>
      <w:r w:rsidR="00F30594" w:rsidRPr="00575855">
        <w:t>Define the concept used in economics known as Ockham’s Razor.</w:t>
      </w:r>
    </w:p>
    <w:p w:rsidR="00575855" w:rsidRPr="00575855" w:rsidRDefault="00575855" w:rsidP="00F92F90">
      <w:pPr>
        <w:pStyle w:val="Explanation"/>
      </w:pPr>
      <w:r w:rsidRPr="00575855">
        <w:t>Ockham’s Razor is the principle that irrelevant data should be cut away.</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economic growth and stability</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50.</w:t>
      </w:r>
      <w:r>
        <w:tab/>
      </w:r>
      <w:r w:rsidR="00F30594" w:rsidRPr="00575855">
        <w:t>What does the phrase “post hoc, ergo propter hoc” mean?</w:t>
      </w:r>
    </w:p>
    <w:p w:rsidR="00575855" w:rsidRPr="00575855" w:rsidRDefault="00575855" w:rsidP="00F92F90">
      <w:pPr>
        <w:pStyle w:val="Explanation"/>
      </w:pPr>
      <w:r w:rsidRPr="00575855">
        <w:t>Literally it means, “after this (in time),therefore because of this.” It is common error made in thinking about causation: If Event A happens before Event B, it is not necessarily true that A caused B.</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economic growth and stability</w:t>
      </w:r>
    </w:p>
    <w:p w:rsidR="00575855" w:rsidRPr="00575855" w:rsidRDefault="00F92F90" w:rsidP="00F92F90">
      <w:pPr>
        <w:pStyle w:val="AACSB"/>
      </w:pPr>
      <w:r w:rsidRPr="00575855">
        <w:t>AACSB</w:t>
      </w:r>
      <w:r w:rsidR="00F30594" w:rsidRPr="00575855">
        <w:t>:</w:t>
      </w:r>
    </w:p>
    <w:p w:rsidR="00575855" w:rsidRPr="00575855" w:rsidRDefault="00575855" w:rsidP="00F92F90">
      <w:pPr>
        <w:pStyle w:val="Explanation"/>
      </w:pPr>
      <w:r w:rsidRPr="00575855">
        <w:lastRenderedPageBreak/>
        <w:t>Appendix: How to REad and understand graphs</w:t>
      </w:r>
    </w:p>
    <w:p w:rsidR="00575855" w:rsidRPr="00575855" w:rsidRDefault="00575855" w:rsidP="00575855">
      <w:pPr>
        <w:pStyle w:val="NL"/>
      </w:pPr>
      <w:r w:rsidRPr="00575855">
        <w:t>51.</w:t>
      </w:r>
      <w:r>
        <w:rPr>
          <w:b/>
        </w:rPr>
        <w:tab/>
      </w:r>
      <w:r w:rsidR="00F30594" w:rsidRPr="00575855">
        <w:t>Explain what a graph is and how it can be used.</w:t>
      </w:r>
    </w:p>
    <w:p w:rsidR="00575855" w:rsidRPr="00575855" w:rsidRDefault="00575855" w:rsidP="00F92F90">
      <w:pPr>
        <w:pStyle w:val="Explanation"/>
      </w:pPr>
      <w:r w:rsidRPr="00575855">
        <w:t>A graph is a two-dimensional representation of a set of numbers. It can be used to demonstrate the relationship between two or more variables.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graphs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52.</w:t>
      </w:r>
      <w:r>
        <w:tab/>
      </w:r>
      <w:r w:rsidR="00F30594" w:rsidRPr="00575855">
        <w:t>Describe what is meant by the Cartesian coordinate system.</w:t>
      </w:r>
    </w:p>
    <w:p w:rsidR="00575855" w:rsidRPr="00575855" w:rsidRDefault="00575855" w:rsidP="00F92F90">
      <w:pPr>
        <w:pStyle w:val="Explanation"/>
      </w:pPr>
      <w:r w:rsidRPr="00575855">
        <w:t>The Cartesian coordinate system is a method used to graph two variables. There are two axes that are perpendicular to one another. One is a horizontal line (the x-axis) and one is a vertical line (the y-axis). The intersection of these two lines is called the origin. Positive values of x lie to the right of the origin, while positive values of y lie above the origin.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Cartesian coordinate system</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53.</w:t>
      </w:r>
      <w:r>
        <w:tab/>
      </w:r>
      <w:r w:rsidR="00F30594" w:rsidRPr="00575855">
        <w:t>Create a time series graph with the data in the table below:</w:t>
      </w:r>
    </w:p>
    <w:p w:rsidR="00F30594" w:rsidRPr="00575855" w:rsidRDefault="00F30594" w:rsidP="00575855"/>
    <w:tbl>
      <w:tblPr>
        <w:tblW w:w="0" w:type="auto"/>
        <w:tblInd w:w="30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0"/>
        <w:gridCol w:w="2880"/>
      </w:tblGrid>
      <w:tr w:rsidR="00F30594" w:rsidRPr="00575855">
        <w:trPr>
          <w:trHeight w:val="400"/>
        </w:trPr>
        <w:tc>
          <w:tcPr>
            <w:tcW w:w="990" w:type="dxa"/>
            <w:tcBorders>
              <w:top w:val="double" w:sz="4" w:space="0" w:color="auto"/>
            </w:tcBorders>
            <w:vAlign w:val="center"/>
          </w:tcPr>
          <w:p w:rsidR="00F30594" w:rsidRPr="00575855" w:rsidRDefault="00F30594" w:rsidP="00575855">
            <w:r w:rsidRPr="00575855">
              <w:t>Year</w:t>
            </w:r>
          </w:p>
        </w:tc>
        <w:tc>
          <w:tcPr>
            <w:tcW w:w="2880" w:type="dxa"/>
            <w:tcBorders>
              <w:top w:val="double" w:sz="4" w:space="0" w:color="auto"/>
            </w:tcBorders>
          </w:tcPr>
          <w:p w:rsidR="00575855" w:rsidRPr="00575855" w:rsidRDefault="00F30594" w:rsidP="00575855">
            <w:r w:rsidRPr="00575855">
              <w:t>Total Household Purchases</w:t>
            </w:r>
          </w:p>
          <w:p w:rsidR="00F30594" w:rsidRPr="00575855" w:rsidRDefault="00F30594" w:rsidP="00575855">
            <w:r w:rsidRPr="00575855">
              <w:t>(in billions of dollars)</w:t>
            </w:r>
          </w:p>
        </w:tc>
      </w:tr>
      <w:tr w:rsidR="00F30594" w:rsidRPr="00575855">
        <w:trPr>
          <w:trHeight w:val="320"/>
        </w:trPr>
        <w:tc>
          <w:tcPr>
            <w:tcW w:w="990" w:type="dxa"/>
            <w:vAlign w:val="center"/>
          </w:tcPr>
          <w:p w:rsidR="00F30594" w:rsidRPr="00575855" w:rsidRDefault="00F30594" w:rsidP="00575855">
            <w:r w:rsidRPr="00575855">
              <w:t>1991</w:t>
            </w:r>
          </w:p>
        </w:tc>
        <w:tc>
          <w:tcPr>
            <w:tcW w:w="2880" w:type="dxa"/>
            <w:vAlign w:val="center"/>
          </w:tcPr>
          <w:p w:rsidR="00F30594" w:rsidRPr="00575855" w:rsidRDefault="00F30594" w:rsidP="00575855">
            <w:r w:rsidRPr="00575855">
              <w:t>812</w:t>
            </w:r>
          </w:p>
        </w:tc>
      </w:tr>
      <w:tr w:rsidR="00F30594" w:rsidRPr="00575855">
        <w:trPr>
          <w:trHeight w:val="320"/>
        </w:trPr>
        <w:tc>
          <w:tcPr>
            <w:tcW w:w="990" w:type="dxa"/>
            <w:vAlign w:val="center"/>
          </w:tcPr>
          <w:p w:rsidR="00F30594" w:rsidRPr="00575855" w:rsidRDefault="00F30594" w:rsidP="00575855">
            <w:r w:rsidRPr="00575855">
              <w:t>1992</w:t>
            </w:r>
          </w:p>
        </w:tc>
        <w:tc>
          <w:tcPr>
            <w:tcW w:w="2880" w:type="dxa"/>
            <w:vAlign w:val="center"/>
          </w:tcPr>
          <w:p w:rsidR="00F30594" w:rsidRPr="00575855" w:rsidRDefault="00F30594" w:rsidP="00575855">
            <w:r w:rsidRPr="00575855">
              <w:t>820</w:t>
            </w:r>
          </w:p>
        </w:tc>
      </w:tr>
      <w:tr w:rsidR="00F30594" w:rsidRPr="00575855">
        <w:trPr>
          <w:trHeight w:val="320"/>
        </w:trPr>
        <w:tc>
          <w:tcPr>
            <w:tcW w:w="990" w:type="dxa"/>
            <w:vAlign w:val="center"/>
          </w:tcPr>
          <w:p w:rsidR="00F30594" w:rsidRPr="00575855" w:rsidRDefault="00F30594" w:rsidP="00575855">
            <w:r w:rsidRPr="00575855">
              <w:t>1993</w:t>
            </w:r>
          </w:p>
        </w:tc>
        <w:tc>
          <w:tcPr>
            <w:tcW w:w="2880" w:type="dxa"/>
            <w:vAlign w:val="center"/>
          </w:tcPr>
          <w:p w:rsidR="00F30594" w:rsidRPr="00575855" w:rsidRDefault="00F30594" w:rsidP="00575855">
            <w:r w:rsidRPr="00575855">
              <w:t>824</w:t>
            </w:r>
          </w:p>
        </w:tc>
      </w:tr>
      <w:tr w:rsidR="00F30594" w:rsidRPr="00575855">
        <w:trPr>
          <w:trHeight w:val="320"/>
        </w:trPr>
        <w:tc>
          <w:tcPr>
            <w:tcW w:w="990" w:type="dxa"/>
            <w:vAlign w:val="center"/>
          </w:tcPr>
          <w:p w:rsidR="00F30594" w:rsidRPr="00575855" w:rsidRDefault="00F30594" w:rsidP="00575855">
            <w:r w:rsidRPr="00575855">
              <w:t>1994</w:t>
            </w:r>
          </w:p>
        </w:tc>
        <w:tc>
          <w:tcPr>
            <w:tcW w:w="2880" w:type="dxa"/>
            <w:vAlign w:val="center"/>
          </w:tcPr>
          <w:p w:rsidR="00F30594" w:rsidRPr="00575855" w:rsidRDefault="00F30594" w:rsidP="00575855">
            <w:r w:rsidRPr="00575855">
              <w:t>829</w:t>
            </w:r>
          </w:p>
        </w:tc>
      </w:tr>
      <w:tr w:rsidR="00F30594" w:rsidRPr="00575855">
        <w:trPr>
          <w:trHeight w:val="320"/>
        </w:trPr>
        <w:tc>
          <w:tcPr>
            <w:tcW w:w="990" w:type="dxa"/>
            <w:vAlign w:val="center"/>
          </w:tcPr>
          <w:p w:rsidR="00F30594" w:rsidRPr="00575855" w:rsidRDefault="00F30594" w:rsidP="00575855">
            <w:r w:rsidRPr="00575855">
              <w:t>1995</w:t>
            </w:r>
          </w:p>
        </w:tc>
        <w:tc>
          <w:tcPr>
            <w:tcW w:w="2880" w:type="dxa"/>
            <w:vAlign w:val="center"/>
          </w:tcPr>
          <w:p w:rsidR="00F30594" w:rsidRPr="00575855" w:rsidRDefault="00F30594" w:rsidP="00575855">
            <w:r w:rsidRPr="00575855">
              <w:t>837</w:t>
            </w:r>
          </w:p>
        </w:tc>
      </w:tr>
      <w:tr w:rsidR="00F30594" w:rsidRPr="00575855">
        <w:trPr>
          <w:trHeight w:val="320"/>
        </w:trPr>
        <w:tc>
          <w:tcPr>
            <w:tcW w:w="990" w:type="dxa"/>
            <w:vAlign w:val="center"/>
          </w:tcPr>
          <w:p w:rsidR="00F30594" w:rsidRPr="00575855" w:rsidRDefault="00F30594" w:rsidP="00575855">
            <w:r w:rsidRPr="00575855">
              <w:t>1996</w:t>
            </w:r>
          </w:p>
        </w:tc>
        <w:tc>
          <w:tcPr>
            <w:tcW w:w="2880" w:type="dxa"/>
            <w:vAlign w:val="center"/>
          </w:tcPr>
          <w:p w:rsidR="00F30594" w:rsidRPr="00575855" w:rsidRDefault="00F30594" w:rsidP="00575855">
            <w:r w:rsidRPr="00575855">
              <w:t>834</w:t>
            </w:r>
          </w:p>
        </w:tc>
      </w:tr>
      <w:tr w:rsidR="00F30594" w:rsidRPr="00575855">
        <w:trPr>
          <w:trHeight w:val="320"/>
        </w:trPr>
        <w:tc>
          <w:tcPr>
            <w:tcW w:w="990" w:type="dxa"/>
            <w:vAlign w:val="center"/>
          </w:tcPr>
          <w:p w:rsidR="00F30594" w:rsidRPr="00575855" w:rsidRDefault="00F30594" w:rsidP="00575855">
            <w:r w:rsidRPr="00575855">
              <w:t>1997</w:t>
            </w:r>
          </w:p>
        </w:tc>
        <w:tc>
          <w:tcPr>
            <w:tcW w:w="2880" w:type="dxa"/>
            <w:vAlign w:val="center"/>
          </w:tcPr>
          <w:p w:rsidR="00F30594" w:rsidRPr="00575855" w:rsidRDefault="00F30594" w:rsidP="00575855">
            <w:r w:rsidRPr="00575855">
              <w:t>840</w:t>
            </w:r>
          </w:p>
        </w:tc>
      </w:tr>
      <w:tr w:rsidR="00F30594" w:rsidRPr="00575855">
        <w:trPr>
          <w:trHeight w:val="320"/>
        </w:trPr>
        <w:tc>
          <w:tcPr>
            <w:tcW w:w="990" w:type="dxa"/>
            <w:vAlign w:val="center"/>
          </w:tcPr>
          <w:p w:rsidR="00F30594" w:rsidRPr="00575855" w:rsidRDefault="00F30594" w:rsidP="00575855">
            <w:r w:rsidRPr="00575855">
              <w:t>1998</w:t>
            </w:r>
          </w:p>
        </w:tc>
        <w:tc>
          <w:tcPr>
            <w:tcW w:w="2880" w:type="dxa"/>
            <w:vAlign w:val="center"/>
          </w:tcPr>
          <w:p w:rsidR="00F30594" w:rsidRPr="00575855" w:rsidRDefault="00F30594" w:rsidP="00575855">
            <w:r w:rsidRPr="00575855">
              <w:t>845</w:t>
            </w:r>
          </w:p>
        </w:tc>
      </w:tr>
      <w:tr w:rsidR="00F30594" w:rsidRPr="00575855">
        <w:trPr>
          <w:trHeight w:val="320"/>
        </w:trPr>
        <w:tc>
          <w:tcPr>
            <w:tcW w:w="990" w:type="dxa"/>
            <w:tcBorders>
              <w:bottom w:val="double" w:sz="4" w:space="0" w:color="auto"/>
            </w:tcBorders>
          </w:tcPr>
          <w:p w:rsidR="00F30594" w:rsidRPr="00575855" w:rsidRDefault="00F30594" w:rsidP="00575855">
            <w:r w:rsidRPr="00575855">
              <w:t>1999</w:t>
            </w:r>
          </w:p>
        </w:tc>
        <w:tc>
          <w:tcPr>
            <w:tcW w:w="2880" w:type="dxa"/>
            <w:tcBorders>
              <w:bottom w:val="double" w:sz="4" w:space="0" w:color="auto"/>
            </w:tcBorders>
          </w:tcPr>
          <w:p w:rsidR="00F30594" w:rsidRPr="00575855" w:rsidRDefault="00F30594" w:rsidP="00575855">
            <w:r w:rsidRPr="00575855">
              <w:t>852</w:t>
            </w:r>
          </w:p>
        </w:tc>
      </w:tr>
    </w:tbl>
    <w:p w:rsidR="00575855" w:rsidRPr="00575855" w:rsidRDefault="00575855" w:rsidP="00575855">
      <w:r w:rsidRPr="00575855">
        <w:tab/>
      </w:r>
    </w:p>
    <w:p w:rsidR="00575855" w:rsidRPr="00575855" w:rsidRDefault="00575855" w:rsidP="00F92F90">
      <w:pPr>
        <w:pStyle w:val="Explanation"/>
      </w:pPr>
      <w:r w:rsidRPr="00575855">
        <w:t>The time series chart should look like the one presented below.</w:t>
      </w:r>
    </w:p>
    <w:p w:rsidR="00575855" w:rsidRPr="00575855" w:rsidRDefault="008A76EA" w:rsidP="00575855">
      <w:r>
        <w:rPr>
          <w:noProof/>
        </w:rPr>
        <w:drawing>
          <wp:inline distT="0" distB="0" distL="0" distR="0">
            <wp:extent cx="3200400"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0400" cy="1838325"/>
                    </a:xfrm>
                    <a:prstGeom prst="rect">
                      <a:avLst/>
                    </a:prstGeom>
                    <a:noFill/>
                    <a:ln>
                      <a:noFill/>
                    </a:ln>
                  </pic:spPr>
                </pic:pic>
              </a:graphicData>
            </a:graphic>
          </wp:inline>
        </w:drawing>
      </w:r>
    </w:p>
    <w:p w:rsidR="00575855" w:rsidRPr="00575855" w:rsidRDefault="00F92F90" w:rsidP="00F92F90">
      <w:pPr>
        <w:pStyle w:val="Diff"/>
      </w:pPr>
      <w:r w:rsidRPr="00575855">
        <w:lastRenderedPageBreak/>
        <w:t>Diff:</w:t>
      </w:r>
      <w:r w:rsidR="00F30594" w:rsidRPr="00575855">
        <w:t xml:space="preserve"> 1</w:t>
      </w:r>
      <w:r w:rsidR="00575855" w:rsidRPr="00575855">
        <w:tab/>
      </w:r>
      <w:r w:rsidR="00F30594" w:rsidRPr="00575855">
        <w:t>Skill: Conceptual</w:t>
      </w:r>
      <w:r w:rsidR="00575855" w:rsidRPr="00575855">
        <w:tab/>
      </w:r>
      <w:r w:rsidR="00F30594" w:rsidRPr="00575855">
        <w:t>Topic: time series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54.</w:t>
      </w:r>
      <w:r>
        <w:tab/>
      </w:r>
      <w:r w:rsidR="00F30594" w:rsidRPr="00575855">
        <w:t>Draw a graph showing a line with a positive slope.</w:t>
      </w:r>
      <w:r w:rsidRPr="00575855">
        <w:t xml:space="preserve"> </w:t>
      </w:r>
      <w:r w:rsidR="00F30594" w:rsidRPr="00575855">
        <w:t>Draw a graph showing a line with a negative slope.</w:t>
      </w:r>
      <w:r w:rsidRPr="00575855">
        <w:t xml:space="preserve"> </w:t>
      </w:r>
      <w:r w:rsidR="00F30594" w:rsidRPr="00575855">
        <w:t>Explain what the shape of these lines implies about the relationship between the variable on the x-axis and the variable on the y-axis?</w:t>
      </w:r>
    </w:p>
    <w:p w:rsidR="00575855" w:rsidRPr="00575855" w:rsidRDefault="00575855" w:rsidP="00F92F90">
      <w:pPr>
        <w:pStyle w:val="Explanation"/>
      </w:pPr>
      <w:r w:rsidRPr="00575855">
        <w:t>The graph of the line with the positive slope should be upward sloping, while the graph of a line with a negative slope should be downward sloping. When the line is upward sloping, this implies that as the variable on the x-axis increases the variable on the y-axis also increases. These two variables move in the same direction. When the line is downward sloping, this implies that as the variable on the x-axis increases the variable on the y-axis decreases. The two variables move in opposite directions.</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Conceptual</w:t>
      </w:r>
      <w:r w:rsidR="00575855" w:rsidRPr="00575855">
        <w:tab/>
      </w:r>
      <w:r w:rsidR="00F30594" w:rsidRPr="00575855">
        <w:t>Topic: line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55.</w:t>
      </w:r>
      <w:r>
        <w:tab/>
      </w:r>
      <w:r w:rsidR="00F30594" w:rsidRPr="00575855">
        <w:t>Use the Cartesian coordinate system (and putting income on the horizontal axis) to plot the following data:</w:t>
      </w:r>
    </w:p>
    <w:p w:rsidR="00F30594" w:rsidRPr="00575855" w:rsidRDefault="00F30594" w:rsidP="00575855"/>
    <w:tbl>
      <w:tblPr>
        <w:tblW w:w="0" w:type="auto"/>
        <w:tblInd w:w="30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90"/>
        <w:gridCol w:w="1980"/>
      </w:tblGrid>
      <w:tr w:rsidR="00F30594" w:rsidRPr="00575855">
        <w:trPr>
          <w:trHeight w:val="400"/>
        </w:trPr>
        <w:tc>
          <w:tcPr>
            <w:tcW w:w="1890" w:type="dxa"/>
            <w:tcBorders>
              <w:top w:val="double" w:sz="4" w:space="0" w:color="auto"/>
            </w:tcBorders>
            <w:vAlign w:val="center"/>
          </w:tcPr>
          <w:p w:rsidR="00F30594" w:rsidRPr="00575855" w:rsidRDefault="00F30594" w:rsidP="00575855">
            <w:r w:rsidRPr="00575855">
              <w:t>Income</w:t>
            </w:r>
          </w:p>
        </w:tc>
        <w:tc>
          <w:tcPr>
            <w:tcW w:w="1980" w:type="dxa"/>
            <w:tcBorders>
              <w:top w:val="double" w:sz="4" w:space="0" w:color="auto"/>
            </w:tcBorders>
            <w:vAlign w:val="center"/>
          </w:tcPr>
          <w:p w:rsidR="00F30594" w:rsidRPr="00575855" w:rsidRDefault="00F30594" w:rsidP="00575855">
            <w:r w:rsidRPr="00575855">
              <w:t>Tax Liability</w:t>
            </w:r>
          </w:p>
        </w:tc>
      </w:tr>
      <w:tr w:rsidR="00F30594" w:rsidRPr="00575855">
        <w:trPr>
          <w:trHeight w:val="320"/>
        </w:trPr>
        <w:tc>
          <w:tcPr>
            <w:tcW w:w="1890" w:type="dxa"/>
            <w:vAlign w:val="center"/>
          </w:tcPr>
          <w:p w:rsidR="00F30594" w:rsidRPr="00575855" w:rsidRDefault="00F30594" w:rsidP="00575855">
            <w:r w:rsidRPr="00575855">
              <w:t>10,000</w:t>
            </w:r>
          </w:p>
        </w:tc>
        <w:tc>
          <w:tcPr>
            <w:tcW w:w="1980" w:type="dxa"/>
            <w:vAlign w:val="center"/>
          </w:tcPr>
          <w:p w:rsidR="00F30594" w:rsidRPr="00575855" w:rsidRDefault="00F30594" w:rsidP="00575855">
            <w:r w:rsidRPr="00575855">
              <w:t>2,000</w:t>
            </w:r>
          </w:p>
        </w:tc>
      </w:tr>
      <w:tr w:rsidR="00F30594" w:rsidRPr="00575855">
        <w:trPr>
          <w:trHeight w:val="320"/>
        </w:trPr>
        <w:tc>
          <w:tcPr>
            <w:tcW w:w="1890" w:type="dxa"/>
            <w:vAlign w:val="center"/>
          </w:tcPr>
          <w:p w:rsidR="00F30594" w:rsidRPr="00575855" w:rsidRDefault="00F30594" w:rsidP="00575855">
            <w:r w:rsidRPr="00575855">
              <w:t>15,000</w:t>
            </w:r>
          </w:p>
        </w:tc>
        <w:tc>
          <w:tcPr>
            <w:tcW w:w="1980" w:type="dxa"/>
            <w:vAlign w:val="center"/>
          </w:tcPr>
          <w:p w:rsidR="00F30594" w:rsidRPr="00575855" w:rsidRDefault="00F30594" w:rsidP="00575855">
            <w:r w:rsidRPr="00575855">
              <w:t>3,000</w:t>
            </w:r>
          </w:p>
        </w:tc>
      </w:tr>
      <w:tr w:rsidR="00F30594" w:rsidRPr="00575855">
        <w:trPr>
          <w:trHeight w:val="320"/>
        </w:trPr>
        <w:tc>
          <w:tcPr>
            <w:tcW w:w="1890" w:type="dxa"/>
            <w:vAlign w:val="center"/>
          </w:tcPr>
          <w:p w:rsidR="00F30594" w:rsidRPr="00575855" w:rsidRDefault="00F30594" w:rsidP="00575855">
            <w:r w:rsidRPr="00575855">
              <w:t>20,000</w:t>
            </w:r>
          </w:p>
        </w:tc>
        <w:tc>
          <w:tcPr>
            <w:tcW w:w="1980" w:type="dxa"/>
            <w:vAlign w:val="center"/>
          </w:tcPr>
          <w:p w:rsidR="00F30594" w:rsidRPr="00575855" w:rsidRDefault="00F30594" w:rsidP="00575855">
            <w:r w:rsidRPr="00575855">
              <w:t>4,000</w:t>
            </w:r>
          </w:p>
        </w:tc>
      </w:tr>
      <w:tr w:rsidR="00F30594" w:rsidRPr="00575855">
        <w:trPr>
          <w:trHeight w:val="320"/>
        </w:trPr>
        <w:tc>
          <w:tcPr>
            <w:tcW w:w="1890" w:type="dxa"/>
            <w:vAlign w:val="center"/>
          </w:tcPr>
          <w:p w:rsidR="00F30594" w:rsidRPr="00575855" w:rsidRDefault="00F30594" w:rsidP="00575855">
            <w:r w:rsidRPr="00575855">
              <w:t>25,000</w:t>
            </w:r>
          </w:p>
        </w:tc>
        <w:tc>
          <w:tcPr>
            <w:tcW w:w="1980" w:type="dxa"/>
            <w:vAlign w:val="center"/>
          </w:tcPr>
          <w:p w:rsidR="00F30594" w:rsidRPr="00575855" w:rsidRDefault="00F30594" w:rsidP="00575855">
            <w:r w:rsidRPr="00575855">
              <w:t>5,000</w:t>
            </w:r>
          </w:p>
        </w:tc>
      </w:tr>
      <w:tr w:rsidR="00F30594" w:rsidRPr="00575855">
        <w:trPr>
          <w:trHeight w:val="320"/>
        </w:trPr>
        <w:tc>
          <w:tcPr>
            <w:tcW w:w="1890" w:type="dxa"/>
            <w:vAlign w:val="center"/>
          </w:tcPr>
          <w:p w:rsidR="00F30594" w:rsidRPr="00575855" w:rsidRDefault="00F30594" w:rsidP="00575855">
            <w:r w:rsidRPr="00575855">
              <w:t>30,000</w:t>
            </w:r>
          </w:p>
        </w:tc>
        <w:tc>
          <w:tcPr>
            <w:tcW w:w="1980" w:type="dxa"/>
            <w:vAlign w:val="center"/>
          </w:tcPr>
          <w:p w:rsidR="00F30594" w:rsidRPr="00575855" w:rsidRDefault="00F30594" w:rsidP="00575855">
            <w:r w:rsidRPr="00575855">
              <w:t>6,000</w:t>
            </w:r>
          </w:p>
        </w:tc>
      </w:tr>
      <w:tr w:rsidR="00F30594" w:rsidRPr="00575855">
        <w:trPr>
          <w:trHeight w:val="320"/>
        </w:trPr>
        <w:tc>
          <w:tcPr>
            <w:tcW w:w="1890" w:type="dxa"/>
            <w:vAlign w:val="center"/>
          </w:tcPr>
          <w:p w:rsidR="00F30594" w:rsidRPr="00575855" w:rsidRDefault="00F30594" w:rsidP="00575855">
            <w:r w:rsidRPr="00575855">
              <w:t>35,000</w:t>
            </w:r>
          </w:p>
        </w:tc>
        <w:tc>
          <w:tcPr>
            <w:tcW w:w="1980" w:type="dxa"/>
            <w:vAlign w:val="center"/>
          </w:tcPr>
          <w:p w:rsidR="00F30594" w:rsidRPr="00575855" w:rsidRDefault="00F30594" w:rsidP="00575855">
            <w:r w:rsidRPr="00575855">
              <w:t>7,000</w:t>
            </w:r>
          </w:p>
        </w:tc>
      </w:tr>
      <w:tr w:rsidR="00F30594" w:rsidRPr="00575855">
        <w:trPr>
          <w:trHeight w:val="320"/>
        </w:trPr>
        <w:tc>
          <w:tcPr>
            <w:tcW w:w="1890" w:type="dxa"/>
            <w:tcBorders>
              <w:bottom w:val="double" w:sz="4" w:space="0" w:color="auto"/>
            </w:tcBorders>
            <w:vAlign w:val="center"/>
          </w:tcPr>
          <w:p w:rsidR="00F30594" w:rsidRPr="00575855" w:rsidRDefault="00F30594" w:rsidP="00575855">
            <w:r w:rsidRPr="00575855">
              <w:t>40,000</w:t>
            </w:r>
          </w:p>
        </w:tc>
        <w:tc>
          <w:tcPr>
            <w:tcW w:w="1980" w:type="dxa"/>
            <w:tcBorders>
              <w:bottom w:val="double" w:sz="4" w:space="0" w:color="auto"/>
            </w:tcBorders>
            <w:vAlign w:val="center"/>
          </w:tcPr>
          <w:p w:rsidR="00F30594" w:rsidRPr="00575855" w:rsidRDefault="00F30594" w:rsidP="00575855">
            <w:r w:rsidRPr="00575855">
              <w:t>8,000</w:t>
            </w:r>
          </w:p>
        </w:tc>
      </w:tr>
    </w:tbl>
    <w:p w:rsidR="00575855" w:rsidRPr="00575855" w:rsidRDefault="00575855" w:rsidP="00575855"/>
    <w:p w:rsidR="00575855" w:rsidRPr="00575855" w:rsidRDefault="00287418" w:rsidP="00575855">
      <w:pPr>
        <w:rPr>
          <w:b/>
        </w:rPr>
      </w:pPr>
      <w:r w:rsidRPr="00575855">
        <w:rPr>
          <w:noProof/>
        </w:rPr>
        <w:drawing>
          <wp:anchor distT="170688" distB="178816" distL="260604" distR="289179" simplePos="0" relativeHeight="251658240" behindDoc="0" locked="0" layoutInCell="1" allowOverlap="1" wp14:anchorId="22793897" wp14:editId="1F7CCC8D">
            <wp:simplePos x="0" y="0"/>
            <wp:positionH relativeFrom="column">
              <wp:posOffset>1462405</wp:posOffset>
            </wp:positionH>
            <wp:positionV relativeFrom="paragraph">
              <wp:posOffset>438150</wp:posOffset>
            </wp:positionV>
            <wp:extent cx="3060065" cy="1896110"/>
            <wp:effectExtent l="0" t="0" r="1905" b="0"/>
            <wp:wrapTopAndBottom/>
            <wp:docPr id="7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575855" w:rsidRPr="00575855">
        <w:tab/>
      </w:r>
      <w:r w:rsidR="00575855" w:rsidRPr="00575855">
        <w:rPr>
          <w:b/>
        </w:rPr>
        <w:t>The graph should look like the one below.</w:t>
      </w:r>
    </w:p>
    <w:p w:rsidR="00575855" w:rsidRPr="00575855" w:rsidRDefault="00F92F90" w:rsidP="00F92F90">
      <w:pPr>
        <w:pStyle w:val="Diff"/>
      </w:pPr>
      <w:r w:rsidRPr="00575855">
        <w:lastRenderedPageBreak/>
        <w:t>Diff:</w:t>
      </w:r>
      <w:r w:rsidR="00F30594" w:rsidRPr="00575855">
        <w:t xml:space="preserve"> 1</w:t>
      </w:r>
      <w:r w:rsidR="00575855" w:rsidRPr="00575855">
        <w:tab/>
      </w:r>
      <w:r w:rsidR="00F30594" w:rsidRPr="00575855">
        <w:t>Skill: Conceptual</w:t>
      </w:r>
      <w:r w:rsidR="00575855" w:rsidRPr="00575855">
        <w:tab/>
      </w:r>
      <w:r w:rsidR="00F30594" w:rsidRPr="00575855">
        <w:t>Topic: Cartesian coordinate system</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56.</w:t>
      </w:r>
      <w:r>
        <w:tab/>
      </w:r>
      <w:r w:rsidR="00F30594" w:rsidRPr="00575855">
        <w:t>In the figure below, is the slope positive or negative?</w:t>
      </w:r>
      <w:r w:rsidRPr="00575855">
        <w:t xml:space="preserve"> </w:t>
      </w:r>
      <w:r w:rsidR="00F30594" w:rsidRPr="00575855">
        <w:t>Calculate the slope.</w:t>
      </w:r>
    </w:p>
    <w:p w:rsidR="00575855" w:rsidRPr="00575855" w:rsidRDefault="008A76EA" w:rsidP="00575855">
      <w:r>
        <w:rPr>
          <w:noProof/>
        </w:rPr>
        <mc:AlternateContent>
          <mc:Choice Requires="wps">
            <w:drawing>
              <wp:anchor distT="0" distB="0" distL="114300" distR="114300" simplePos="0" relativeHeight="251627520" behindDoc="0" locked="0" layoutInCell="1" allowOverlap="1">
                <wp:simplePos x="0" y="0"/>
                <wp:positionH relativeFrom="column">
                  <wp:posOffset>622935</wp:posOffset>
                </wp:positionH>
                <wp:positionV relativeFrom="paragraph">
                  <wp:posOffset>25400</wp:posOffset>
                </wp:positionV>
                <wp:extent cx="274320" cy="274320"/>
                <wp:effectExtent l="0" t="0" r="0" b="0"/>
                <wp:wrapNone/>
                <wp:docPr id="7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9.05pt;margin-top:2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dHLf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" stroked="f">
                <v:textbox>
                  <w:txbxContent>
                    <w:p w:rsidR="00FC743E" w:rsidRDefault="00FC743E">
                      <w:pPr>
                        <w:jc w:val="right"/>
                        <w:rPr>
                          <w:b/>
                        </w:rPr>
                      </w:pPr>
                      <w:r>
                        <w:rPr>
                          <w:b/>
                        </w:rPr>
                        <w:t>Y</w:t>
                      </w:r>
                    </w:p>
                  </w:txbxContent>
                </v:textbox>
              </v:shape>
            </w:pict>
          </mc:Fallback>
        </mc:AlternateContent>
      </w:r>
      <w:r>
        <w:rPr>
          <w:noProof/>
        </w:rPr>
        <mc:AlternateContent>
          <mc:Choice Requires="wps">
            <w:drawing>
              <wp:anchor distT="0" distB="0" distL="114299" distR="114299" simplePos="0" relativeHeight="251636736" behindDoc="0" locked="0" layoutInCell="0" allowOverlap="1">
                <wp:simplePos x="0" y="0"/>
                <wp:positionH relativeFrom="page">
                  <wp:posOffset>2285999</wp:posOffset>
                </wp:positionH>
                <wp:positionV relativeFrom="paragraph">
                  <wp:posOffset>128270</wp:posOffset>
                </wp:positionV>
                <wp:extent cx="0" cy="1786890"/>
                <wp:effectExtent l="0" t="0" r="19050" b="22860"/>
                <wp:wrapNone/>
                <wp:docPr id="7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6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25A94" id="Line 5" o:spid="_x0000_s1026" style="position:absolute;z-index:25163673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80pt,10.1pt" to="180pt,1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uhpEw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" o:allowincell="f">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38784" behindDoc="0" locked="0" layoutInCell="0" allowOverlap="1">
                <wp:simplePos x="0" y="0"/>
                <wp:positionH relativeFrom="page">
                  <wp:posOffset>3155315</wp:posOffset>
                </wp:positionH>
                <wp:positionV relativeFrom="paragraph">
                  <wp:posOffset>59055</wp:posOffset>
                </wp:positionV>
                <wp:extent cx="1508125" cy="1512570"/>
                <wp:effectExtent l="19050" t="19050" r="34925" b="30480"/>
                <wp:wrapNone/>
                <wp:docPr id="7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151257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EFD1B" id="Line 6"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8.45pt,4.65pt" to="367.2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" o:allowincell="f" strokeweight="2.25pt">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35712" behindDoc="0" locked="0" layoutInCell="0" allowOverlap="1">
                <wp:simplePos x="0" y="0"/>
                <wp:positionH relativeFrom="page">
                  <wp:posOffset>2011680</wp:posOffset>
                </wp:positionH>
                <wp:positionV relativeFrom="paragraph">
                  <wp:posOffset>76835</wp:posOffset>
                </wp:positionV>
                <wp:extent cx="274320" cy="274320"/>
                <wp:effectExtent l="0" t="0" r="0" b="0"/>
                <wp:wrapNone/>
                <wp:docPr id="6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58.4pt;margin-top:6.05pt;width:21.6pt;height:21.6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YCSfw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" o:allowincell="f" stroked="f">
                <v:textbox>
                  <w:txbxContent>
                    <w:p w:rsidR="00FC743E" w:rsidRDefault="00FC743E">
                      <w:pPr>
                        <w:jc w:val="right"/>
                        <w:rPr>
                          <w:b/>
                        </w:rPr>
                      </w:pPr>
                      <w:r>
                        <w:rPr>
                          <w:b/>
                        </w:rPr>
                        <w:t>6</w:t>
                      </w:r>
                    </w:p>
                  </w:txbxContent>
                </v:textbox>
                <w10:wrap anchorx="page"/>
              </v:shape>
            </w:pict>
          </mc:Fallback>
        </mc:AlternateContent>
      </w:r>
    </w:p>
    <w:p w:rsidR="00575855" w:rsidRPr="00575855" w:rsidRDefault="008A76EA" w:rsidP="00575855">
      <w:r>
        <w:rPr>
          <w:noProof/>
        </w:rPr>
        <mc:AlternateContent>
          <mc:Choice Requires="wps">
            <w:drawing>
              <wp:anchor distT="0" distB="0" distL="114299" distR="114299" simplePos="0" relativeHeight="251640832" behindDoc="0" locked="0" layoutInCell="0" allowOverlap="1">
                <wp:simplePos x="0" y="0"/>
                <wp:positionH relativeFrom="page">
                  <wp:posOffset>3383279</wp:posOffset>
                </wp:positionH>
                <wp:positionV relativeFrom="paragraph">
                  <wp:posOffset>7620</wp:posOffset>
                </wp:positionV>
                <wp:extent cx="0" cy="1425575"/>
                <wp:effectExtent l="0" t="0" r="19050" b="3175"/>
                <wp:wrapNone/>
                <wp:docPr id="6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55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92138" id="Line 8" o:spid="_x0000_s1026" style="position:absolute;z-index:25164083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66.4pt,.6pt" to="266.4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" o:allowincell="f">
                <v:stroke dashstyle="dash"/>
                <w10:wrap anchorx="page"/>
              </v:line>
            </w:pict>
          </mc:Fallback>
        </mc:AlternateContent>
      </w:r>
      <w:r>
        <w:rPr>
          <w:noProof/>
        </w:rPr>
        <mc:AlternateContent>
          <mc:Choice Requires="wps">
            <w:drawing>
              <wp:anchor distT="4294967295" distB="4294967295" distL="114300" distR="114300" simplePos="0" relativeHeight="251639808" behindDoc="0" locked="0" layoutInCell="0" allowOverlap="1">
                <wp:simplePos x="0" y="0"/>
                <wp:positionH relativeFrom="page">
                  <wp:posOffset>2286000</wp:posOffset>
                </wp:positionH>
                <wp:positionV relativeFrom="paragraph">
                  <wp:posOffset>7619</wp:posOffset>
                </wp:positionV>
                <wp:extent cx="1097280" cy="0"/>
                <wp:effectExtent l="0" t="0" r="26670" b="19050"/>
                <wp:wrapNone/>
                <wp:docPr id="6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4CB71" id="Line 9" o:spid="_x0000_s1026" style="position:absolute;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6pt" to="266.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G3HgIAAEE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" o:allowincell="f">
                <v:stroke dashstyle="dash"/>
                <w10:wrap anchorx="page"/>
              </v:line>
            </w:pict>
          </mc:Fallback>
        </mc:AlternateContent>
      </w:r>
    </w:p>
    <w:p w:rsidR="00575855" w:rsidRPr="00575855" w:rsidRDefault="008A76EA" w:rsidP="00575855">
      <w:r>
        <w:rPr>
          <w:noProof/>
        </w:rPr>
        <mc:AlternateContent>
          <mc:Choice Requires="wps">
            <w:drawing>
              <wp:anchor distT="0" distB="0" distL="114299" distR="114299" simplePos="0" relativeHeight="251642880" behindDoc="0" locked="0" layoutInCell="0" allowOverlap="1">
                <wp:simplePos x="0" y="0"/>
                <wp:positionH relativeFrom="page">
                  <wp:posOffset>4297679</wp:posOffset>
                </wp:positionH>
                <wp:positionV relativeFrom="paragraph">
                  <wp:posOffset>118745</wp:posOffset>
                </wp:positionV>
                <wp:extent cx="0" cy="448945"/>
                <wp:effectExtent l="0" t="0" r="19050" b="27305"/>
                <wp:wrapNone/>
                <wp:docPr id="6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30A3A" id="Line 10" o:spid="_x0000_s1026" style="position:absolute;z-index:25164288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338.4pt,9.35pt" to="338.4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" o:allowincell="f">
                <v:stroke dashstyle="dash"/>
                <w10:wrap anchorx="page"/>
              </v:line>
            </w:pict>
          </mc:Fallback>
        </mc:AlternateContent>
      </w:r>
      <w:r>
        <w:rPr>
          <w:noProof/>
        </w:rPr>
        <mc:AlternateContent>
          <mc:Choice Requires="wps">
            <w:drawing>
              <wp:anchor distT="0" distB="0" distL="114300" distR="114300" simplePos="0" relativeHeight="251634688" behindDoc="0" locked="0" layoutInCell="0" allowOverlap="1">
                <wp:simplePos x="0" y="0"/>
                <wp:positionH relativeFrom="page">
                  <wp:posOffset>2011680</wp:posOffset>
                </wp:positionH>
                <wp:positionV relativeFrom="paragraph">
                  <wp:posOffset>27305</wp:posOffset>
                </wp:positionV>
                <wp:extent cx="274320" cy="365760"/>
                <wp:effectExtent l="0" t="0" r="0" b="0"/>
                <wp:wrapNone/>
                <wp:docPr id="6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158.4pt;margin-top:2.15pt;width:21.6pt;height:28.8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" o:allowincell="f" stroked="f">
                <v:textbox>
                  <w:txbxContent>
                    <w:p w:rsidR="00FC743E" w:rsidRDefault="00FC743E">
                      <w:pPr>
                        <w:jc w:val="right"/>
                        <w:rPr>
                          <w:b/>
                        </w:rPr>
                      </w:pPr>
                      <w:r>
                        <w:rPr>
                          <w:b/>
                        </w:rPr>
                        <w:t>3</w:t>
                      </w:r>
                    </w:p>
                  </w:txbxContent>
                </v:textbox>
                <w10:wrap anchorx="page"/>
              </v:shape>
            </w:pict>
          </mc:Fallback>
        </mc:AlternateContent>
      </w:r>
      <w:r>
        <w:rPr>
          <w:noProof/>
        </w:rPr>
        <mc:AlternateContent>
          <mc:Choice Requires="wps">
            <w:drawing>
              <wp:anchor distT="4294967295" distB="4294967295" distL="114300" distR="114300" simplePos="0" relativeHeight="251641856" behindDoc="0" locked="0" layoutInCell="0" allowOverlap="1">
                <wp:simplePos x="0" y="0"/>
                <wp:positionH relativeFrom="page">
                  <wp:posOffset>2286000</wp:posOffset>
                </wp:positionH>
                <wp:positionV relativeFrom="paragraph">
                  <wp:posOffset>118744</wp:posOffset>
                </wp:positionV>
                <wp:extent cx="2011680" cy="0"/>
                <wp:effectExtent l="0" t="0" r="26670" b="19050"/>
                <wp:wrapNone/>
                <wp:docPr id="6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A82FD" id="Line 12" o:spid="_x0000_s1026" style="position:absolute;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9.35pt" to="338.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dFuHQIAAEI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" o:allowincell="f">
                <v:stroke dashstyle="dash"/>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26496" behindDoc="0" locked="0" layoutInCell="0" allowOverlap="1">
                <wp:simplePos x="0" y="0"/>
                <wp:positionH relativeFrom="column">
                  <wp:posOffset>4526280</wp:posOffset>
                </wp:positionH>
                <wp:positionV relativeFrom="paragraph">
                  <wp:posOffset>62865</wp:posOffset>
                </wp:positionV>
                <wp:extent cx="274320" cy="274320"/>
                <wp:effectExtent l="0" t="0" r="0" b="0"/>
                <wp:wrapNone/>
                <wp:docPr id="6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56.4pt;margin-top:4.95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" o:allowincell="f" stroked="f">
                <v:textbox>
                  <w:txbxContent>
                    <w:p w:rsidR="00FC743E" w:rsidRDefault="00FC743E">
                      <w:pPr>
                        <w:rPr>
                          <w:b/>
                        </w:rPr>
                      </w:pPr>
                      <w:r>
                        <w:rPr>
                          <w:b/>
                        </w:rPr>
                        <w:t>X</w:t>
                      </w:r>
                    </w:p>
                  </w:txbxContent>
                </v:textbox>
              </v:shape>
            </w:pict>
          </mc:Fallback>
        </mc:AlternateContent>
      </w:r>
      <w:r>
        <w:rPr>
          <w:noProof/>
        </w:rPr>
        <mc:AlternateContent>
          <mc:Choice Requires="wps">
            <w:drawing>
              <wp:anchor distT="0" distB="0" distL="114300" distR="114300" simplePos="0" relativeHeight="251633664" behindDoc="0" locked="0" layoutInCell="0" allowOverlap="1">
                <wp:simplePos x="0" y="0"/>
                <wp:positionH relativeFrom="page">
                  <wp:posOffset>3200400</wp:posOffset>
                </wp:positionH>
                <wp:positionV relativeFrom="paragraph">
                  <wp:posOffset>62865</wp:posOffset>
                </wp:positionV>
                <wp:extent cx="365760" cy="365760"/>
                <wp:effectExtent l="0" t="0" r="0" b="0"/>
                <wp:wrapNone/>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rPr>
                            </w:pPr>
                            <w:r>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252pt;margin-top:4.95pt;width:28.8pt;height:28.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" o:allowincell="f" stroked="f">
                <v:textbox>
                  <w:txbxContent>
                    <w:p w:rsidR="00FC743E" w:rsidRDefault="00FC743E">
                      <w:pPr>
                        <w:jc w:val="center"/>
                        <w:rPr>
                          <w:b/>
                        </w:rPr>
                      </w:pPr>
                      <w:r>
                        <w:rPr>
                          <w:b/>
                        </w:rPr>
                        <w:t>8</w:t>
                      </w:r>
                    </w:p>
                  </w:txbxContent>
                </v:textbox>
                <w10:wrap anchorx="page"/>
              </v:shape>
            </w:pict>
          </mc:Fallback>
        </mc:AlternateContent>
      </w:r>
      <w:r>
        <w:rPr>
          <w:noProof/>
        </w:rPr>
        <mc:AlternateContent>
          <mc:Choice Requires="wps">
            <w:drawing>
              <wp:anchor distT="0" distB="0" distL="114300" distR="114300" simplePos="0" relativeHeight="251632640" behindDoc="0" locked="0" layoutInCell="0" allowOverlap="1">
                <wp:simplePos x="0" y="0"/>
                <wp:positionH relativeFrom="page">
                  <wp:posOffset>4114800</wp:posOffset>
                </wp:positionH>
                <wp:positionV relativeFrom="paragraph">
                  <wp:posOffset>62865</wp:posOffset>
                </wp:positionV>
                <wp:extent cx="365760" cy="365760"/>
                <wp:effectExtent l="0" t="0" r="0" b="0"/>
                <wp:wrapNone/>
                <wp:docPr id="6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rPr>
                            </w:pPr>
                            <w:r>
                              <w:rPr>
                                <w:b/>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324pt;margin-top:4.95pt;width:28.8pt;height:28.8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dgKgQIAABc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" o:allowincell="f" stroked="f">
                <v:textbox>
                  <w:txbxContent>
                    <w:p w:rsidR="00FC743E" w:rsidRDefault="00FC743E">
                      <w:pPr>
                        <w:jc w:val="center"/>
                        <w:rPr>
                          <w:b/>
                        </w:rPr>
                      </w:pPr>
                      <w:r>
                        <w:rPr>
                          <w:b/>
                        </w:rPr>
                        <w:t>11</w:t>
                      </w:r>
                    </w:p>
                  </w:txbxContent>
                </v:textbox>
                <w10:wrap anchorx="page"/>
              </v:shape>
            </w:pict>
          </mc:Fallback>
        </mc:AlternateContent>
      </w:r>
      <w:r>
        <w:rPr>
          <w:noProof/>
        </w:rPr>
        <mc:AlternateContent>
          <mc:Choice Requires="wps">
            <w:drawing>
              <wp:anchor distT="4294967295" distB="4294967295" distL="114300" distR="114300" simplePos="0" relativeHeight="251637760" behindDoc="0" locked="0" layoutInCell="0" allowOverlap="1">
                <wp:simplePos x="0" y="0"/>
                <wp:positionH relativeFrom="page">
                  <wp:posOffset>2286000</wp:posOffset>
                </wp:positionH>
                <wp:positionV relativeFrom="paragraph">
                  <wp:posOffset>62864</wp:posOffset>
                </wp:positionV>
                <wp:extent cx="3200400" cy="0"/>
                <wp:effectExtent l="0" t="0" r="19050" b="19050"/>
                <wp:wrapNone/>
                <wp:docPr id="6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C8A08" id="Line 16" o:spid="_x0000_s1026" style="position:absolute;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4.95pt" to="6in,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thE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" o:allowincell="f">
                <w10:wrap anchorx="page"/>
              </v:line>
            </w:pict>
          </mc:Fallback>
        </mc:AlternateContent>
      </w:r>
    </w:p>
    <w:p w:rsidR="00575855" w:rsidRPr="00575855" w:rsidRDefault="00575855" w:rsidP="00F92F90">
      <w:pPr>
        <w:pStyle w:val="Explanation"/>
      </w:pPr>
      <w:r w:rsidRPr="00575855">
        <w:t>The slope is negative because the line is downward sloping. The slope is equal to the change in Y (which is equal to –3) divided by the change in X (which is equal to 3). Therefore, the slope is equal to (-3/3) which equals -1.</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57.</w:t>
      </w:r>
      <w:r>
        <w:tab/>
      </w:r>
      <w:r w:rsidR="00F30594" w:rsidRPr="00575855">
        <w:t>Explain how to calculate the slope of a line.</w:t>
      </w:r>
      <w:r w:rsidRPr="00575855">
        <w:t xml:space="preserve"> </w:t>
      </w:r>
      <w:r w:rsidR="00F30594" w:rsidRPr="00575855">
        <w:t>What does the slope measure?</w:t>
      </w:r>
    </w:p>
    <w:p w:rsidR="00575855" w:rsidRPr="00575855" w:rsidRDefault="00575855" w:rsidP="00F92F90">
      <w:pPr>
        <w:pStyle w:val="Explanation"/>
      </w:pPr>
      <w:r w:rsidRPr="00575855">
        <w:t>The slope of a line is a measure that indicates whether the relationship between the variables is positive or negative. It tells us how much of a response there is in variable y (on the vertical axis) when variable x (on the horizontal axis) changes. The slope is calculated by taking the change in variable y and dividing by the change in variable x.</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58.</w:t>
      </w:r>
      <w:r>
        <w:tab/>
      </w:r>
      <w:r w:rsidR="00F30594" w:rsidRPr="00575855">
        <w:t>Explain how to calculate the slope of a non-linear function.</w:t>
      </w:r>
      <w:r w:rsidRPr="00575855">
        <w:t xml:space="preserve"> </w:t>
      </w:r>
      <w:r w:rsidR="00F30594" w:rsidRPr="00575855">
        <w:t>What does the slope measure?</w:t>
      </w:r>
    </w:p>
    <w:p w:rsidR="00575855" w:rsidRPr="00575855" w:rsidRDefault="00575855" w:rsidP="00F92F90">
      <w:pPr>
        <w:pStyle w:val="Explanation"/>
      </w:pPr>
      <w:r w:rsidRPr="00575855">
        <w:t>Since the slope of a non-linear function changes throughout the function one can only measure slope at a specific point along the function. Essentially you would take a line a make it tangent to the point that you want to measure and calculate the slope of that tangent line. The slope of that tangent line will be equivalent to the slope at that point on the function.</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Definition</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59.</w:t>
      </w:r>
      <w:r>
        <w:tab/>
      </w:r>
      <w:r w:rsidR="00F30594" w:rsidRPr="00575855">
        <w:t>The manager of a company has been told by his engineers and cost accountants that the marginal cost of producing additional electronic wafers is likely to remain constant at a $.50 each for the hundred thousand in production.</w:t>
      </w:r>
      <w:r w:rsidRPr="00575855">
        <w:t xml:space="preserve"> </w:t>
      </w:r>
      <w:r w:rsidR="00F30594" w:rsidRPr="00575855">
        <w:t>Explain what the marginal cost function would look like and why. What is the slope of this cost function?</w:t>
      </w:r>
    </w:p>
    <w:p w:rsidR="00575855" w:rsidRPr="00575855" w:rsidRDefault="00575855" w:rsidP="00F92F90">
      <w:pPr>
        <w:pStyle w:val="Explanation"/>
      </w:pPr>
      <w:r w:rsidRPr="00575855">
        <w:t>The marginal cost function would be horizontal at a price of $.50. Since production costs don’t change the slope of this function is zero.</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lastRenderedPageBreak/>
        <w:t>60.</w:t>
      </w:r>
      <w:r>
        <w:tab/>
      </w:r>
      <w:r w:rsidR="00F30594" w:rsidRPr="00575855">
        <w:t>An engineer has informed the city manager that the marginal cost of an additional car crossing the city bridge is zero? If you were required to draw this cost function on a graph what would it look like? What is the slope of this graph?</w:t>
      </w:r>
    </w:p>
    <w:p w:rsidR="00575855" w:rsidRPr="00575855" w:rsidRDefault="00575855" w:rsidP="00F92F90">
      <w:pPr>
        <w:pStyle w:val="Explanation"/>
      </w:pPr>
      <w:r w:rsidRPr="00575855">
        <w:t>The graphs would be a horizontal line at a cost of $0. The slope of the line is also zero since the cost of additional cars traveling on it don’t change.</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61.</w:t>
      </w:r>
      <w:r>
        <w:tab/>
      </w:r>
      <w:r w:rsidR="00F30594" w:rsidRPr="00575855">
        <w:t>Your boss explains to you that the total fixed costs of the company are $1 million. He also informs you that each unit of production will cost twenty five cents more with each 100-unit</w:t>
      </w:r>
      <w:r w:rsidRPr="00575855">
        <w:t xml:space="preserve"> </w:t>
      </w:r>
      <w:r w:rsidR="00F30594" w:rsidRPr="00575855">
        <w:t>increase. He has asked you to draw the fixed costs of the company with costs on the vertical axis and quantity of goods sold on the horizontal axis. Without drawing a graph tell your boss what the graph will look like using words. What information did your boss give you that you didn’t need in order to draw the graph?</w:t>
      </w:r>
    </w:p>
    <w:p w:rsidR="00575855" w:rsidRPr="00575855" w:rsidRDefault="00575855" w:rsidP="00F92F90">
      <w:pPr>
        <w:pStyle w:val="Explanation"/>
      </w:pPr>
      <w:r w:rsidRPr="00575855">
        <w:t>The fixed cost graph will be a horizontal line. The costs do not change with changes in output. The information that he gave me concerning how much additional units of production would cost is irrelevant since those are variable expenses and the boss was asking me to draw the fixed cost graph as a function of output.</w: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62.</w:t>
      </w:r>
      <w:r>
        <w:tab/>
      </w:r>
      <w:r w:rsidR="00F30594" w:rsidRPr="00575855">
        <w:t>In the figure below, is the slope positive or negative?</w:t>
      </w:r>
      <w:r w:rsidRPr="00575855">
        <w:t xml:space="preserve"> </w:t>
      </w:r>
      <w:r w:rsidR="00F30594" w:rsidRPr="00575855">
        <w:t>Calculate the slope.</w:t>
      </w:r>
    </w:p>
    <w:p w:rsidR="00575855" w:rsidRPr="00575855" w:rsidRDefault="008A76EA" w:rsidP="00575855">
      <w:r>
        <w:rPr>
          <w:noProof/>
        </w:rPr>
        <mc:AlternateContent>
          <mc:Choice Requires="wps">
            <w:drawing>
              <wp:anchor distT="0" distB="0" distL="114300" distR="114300" simplePos="0" relativeHeight="251625472" behindDoc="0" locked="0" layoutInCell="1" allowOverlap="1">
                <wp:simplePos x="0" y="0"/>
                <wp:positionH relativeFrom="column">
                  <wp:posOffset>851535</wp:posOffset>
                </wp:positionH>
                <wp:positionV relativeFrom="paragraph">
                  <wp:posOffset>97790</wp:posOffset>
                </wp:positionV>
                <wp:extent cx="274320" cy="274320"/>
                <wp:effectExtent l="0" t="0" r="0" b="0"/>
                <wp:wrapNone/>
                <wp:docPr id="5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67.05pt;margin-top:7.7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l1gQIAABc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" stroked="f">
                <v:textbox>
                  <w:txbxContent>
                    <w:p w:rsidR="00FC743E" w:rsidRDefault="00FC743E">
                      <w:pPr>
                        <w:rPr>
                          <w:b/>
                        </w:rPr>
                      </w:pPr>
                      <w:r>
                        <w:rPr>
                          <w:b/>
                        </w:rPr>
                        <w:t>Y</w:t>
                      </w:r>
                    </w:p>
                  </w:txbxContent>
                </v:textbox>
              </v:shape>
            </w:pict>
          </mc:Fallback>
        </mc:AlternateContent>
      </w:r>
    </w:p>
    <w:p w:rsidR="00575855" w:rsidRPr="00575855" w:rsidRDefault="008A76EA" w:rsidP="00575855">
      <w:r>
        <w:rPr>
          <w:noProof/>
        </w:rPr>
        <mc:AlternateContent>
          <mc:Choice Requires="wps">
            <w:drawing>
              <wp:anchor distT="0" distB="0" distL="114299" distR="114299" simplePos="0" relativeHeight="251648000" behindDoc="0" locked="0" layoutInCell="0" allowOverlap="1">
                <wp:simplePos x="0" y="0"/>
                <wp:positionH relativeFrom="page">
                  <wp:posOffset>2285999</wp:posOffset>
                </wp:positionH>
                <wp:positionV relativeFrom="paragraph">
                  <wp:posOffset>41910</wp:posOffset>
                </wp:positionV>
                <wp:extent cx="0" cy="1799590"/>
                <wp:effectExtent l="0" t="0" r="19050" b="29210"/>
                <wp:wrapNone/>
                <wp:docPr id="5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9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B466C" id="Line 18" o:spid="_x0000_s1026" style="position:absolute;z-index:25164800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80pt,3.3pt" to="18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Da3FAIAACoEAAAOAAAAZHJzL2Uyb0RvYy54bWysU8GO2jAQvVfqP1i+QxIKLIk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" o:allowincell="f">
                <w10:wrap anchorx="page"/>
              </v:line>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page">
                  <wp:posOffset>2926080</wp:posOffset>
                </wp:positionH>
                <wp:positionV relativeFrom="paragraph">
                  <wp:posOffset>133350</wp:posOffset>
                </wp:positionV>
                <wp:extent cx="914400" cy="1668145"/>
                <wp:effectExtent l="19050" t="19050" r="19050" b="27305"/>
                <wp:wrapNone/>
                <wp:docPr id="5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66814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917CF" id="Line 19" o:spid="_x0000_s1026" style="position:absolute;flip:y;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0.4pt,10.5pt" to="302.4pt,1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" o:allowincell="f" strokeweight="2.25pt">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46976" behindDoc="0" locked="0" layoutInCell="0" allowOverlap="1">
                <wp:simplePos x="0" y="0"/>
                <wp:positionH relativeFrom="page">
                  <wp:posOffset>2011680</wp:posOffset>
                </wp:positionH>
                <wp:positionV relativeFrom="paragraph">
                  <wp:posOffset>135890</wp:posOffset>
                </wp:positionV>
                <wp:extent cx="274320" cy="274320"/>
                <wp:effectExtent l="0" t="0" r="0" b="0"/>
                <wp:wrapNone/>
                <wp:docPr id="5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margin-left:158.4pt;margin-top:10.7pt;width:21.6pt;height:21.6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" o:allowincell="f" stroked="f">
                <v:textbox>
                  <w:txbxContent>
                    <w:p w:rsidR="00FC743E" w:rsidRDefault="00FC743E">
                      <w:pPr>
                        <w:jc w:val="right"/>
                        <w:rPr>
                          <w:b/>
                        </w:rPr>
                      </w:pPr>
                      <w:r>
                        <w:rPr>
                          <w:b/>
                        </w:rPr>
                        <w:t>8</w:t>
                      </w:r>
                    </w:p>
                  </w:txbxContent>
                </v:textbox>
                <w10:wrap anchorx="page"/>
              </v:shape>
            </w:pict>
          </mc:Fallback>
        </mc:AlternateContent>
      </w:r>
    </w:p>
    <w:p w:rsidR="00575855" w:rsidRPr="00575855" w:rsidRDefault="008A76EA" w:rsidP="00575855">
      <w:r>
        <w:rPr>
          <w:noProof/>
        </w:rPr>
        <mc:AlternateContent>
          <mc:Choice Requires="wps">
            <w:drawing>
              <wp:anchor distT="0" distB="0" distL="114299" distR="114299" simplePos="0" relativeHeight="251652096" behindDoc="0" locked="0" layoutInCell="0" allowOverlap="1">
                <wp:simplePos x="0" y="0"/>
                <wp:positionH relativeFrom="page">
                  <wp:posOffset>3566159</wp:posOffset>
                </wp:positionH>
                <wp:positionV relativeFrom="paragraph">
                  <wp:posOffset>-10160</wp:posOffset>
                </wp:positionV>
                <wp:extent cx="0" cy="1178560"/>
                <wp:effectExtent l="0" t="0" r="19050" b="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856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9E8CA" id="Line 21" o:spid="_x0000_s1026" style="position:absolute;z-index:25165209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80.8pt,-.8pt" to="280.8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" o:allowincell="f">
                <v:stroke dashstyle="dash"/>
                <w10:wrap anchorx="page"/>
              </v:line>
            </w:pict>
          </mc:Fallback>
        </mc:AlternateContent>
      </w:r>
      <w:r>
        <w:rPr>
          <w:noProof/>
        </w:rPr>
        <mc:AlternateContent>
          <mc:Choice Requires="wps">
            <w:drawing>
              <wp:anchor distT="4294967295" distB="4294967295" distL="114300" distR="114300" simplePos="0" relativeHeight="251651072" behindDoc="0" locked="0" layoutInCell="0" allowOverlap="1">
                <wp:simplePos x="0" y="0"/>
                <wp:positionH relativeFrom="page">
                  <wp:posOffset>2286000</wp:posOffset>
                </wp:positionH>
                <wp:positionV relativeFrom="paragraph">
                  <wp:posOffset>-2541</wp:posOffset>
                </wp:positionV>
                <wp:extent cx="1280160" cy="0"/>
                <wp:effectExtent l="0" t="0" r="15240" b="19050"/>
                <wp:wrapNone/>
                <wp:docPr id="5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4DE3E" id="Line 22" o:spid="_x0000_s1026" style="position:absolute;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2pt" to="280.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" o:allowincell="f">
                <v:stroke dashstyle="dash"/>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45952" behindDoc="0" locked="0" layoutInCell="0" allowOverlap="1">
                <wp:simplePos x="0" y="0"/>
                <wp:positionH relativeFrom="page">
                  <wp:posOffset>2011680</wp:posOffset>
                </wp:positionH>
                <wp:positionV relativeFrom="paragraph">
                  <wp:posOffset>133350</wp:posOffset>
                </wp:positionV>
                <wp:extent cx="274320" cy="365760"/>
                <wp:effectExtent l="0" t="0" r="0" b="0"/>
                <wp:wrapNone/>
                <wp:docPr id="5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margin-left:158.4pt;margin-top:10.5pt;width:21.6pt;height:28.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8PlhgIAABc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" o:allowincell="f" stroked="f">
                <v:textbox>
                  <w:txbxContent>
                    <w:p w:rsidR="00FC743E" w:rsidRDefault="00FC743E">
                      <w:pPr>
                        <w:jc w:val="right"/>
                        <w:rPr>
                          <w:b/>
                        </w:rPr>
                      </w:pPr>
                      <w:r>
                        <w:rPr>
                          <w:b/>
                        </w:rPr>
                        <w:t>4</w:t>
                      </w:r>
                    </w:p>
                  </w:txbxContent>
                </v:textbox>
                <w10:wrap anchorx="page"/>
              </v:shape>
            </w:pict>
          </mc:Fallback>
        </mc:AlternateContent>
      </w:r>
    </w:p>
    <w:p w:rsidR="00575855" w:rsidRPr="00575855" w:rsidRDefault="008A76EA" w:rsidP="00575855">
      <w:r>
        <w:rPr>
          <w:noProof/>
        </w:rPr>
        <mc:AlternateContent>
          <mc:Choice Requires="wps">
            <w:drawing>
              <wp:anchor distT="0" distB="0" distL="114299" distR="114299" simplePos="0" relativeHeight="251654144" behindDoc="0" locked="0" layoutInCell="0" allowOverlap="1">
                <wp:simplePos x="0" y="0"/>
                <wp:positionH relativeFrom="page">
                  <wp:posOffset>3200399</wp:posOffset>
                </wp:positionH>
                <wp:positionV relativeFrom="paragraph">
                  <wp:posOffset>155575</wp:posOffset>
                </wp:positionV>
                <wp:extent cx="0" cy="508000"/>
                <wp:effectExtent l="0" t="0" r="19050" b="0"/>
                <wp:wrapNone/>
                <wp:docPr id="5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8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63B21" id="Line 24" o:spid="_x0000_s1026" style="position:absolute;z-index:25165414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52pt,12.25pt" to="252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" o:allowincell="f">
                <v:stroke dashstyle="dash"/>
                <w10:wrap anchorx="page"/>
              </v:line>
            </w:pict>
          </mc:Fallback>
        </mc:AlternateContent>
      </w:r>
    </w:p>
    <w:p w:rsidR="00575855" w:rsidRPr="00575855" w:rsidRDefault="008A76EA" w:rsidP="00575855">
      <w:r>
        <w:rPr>
          <w:noProof/>
        </w:rPr>
        <mc:AlternateContent>
          <mc:Choice Requires="wps">
            <w:drawing>
              <wp:anchor distT="4294967295" distB="4294967295" distL="114300" distR="114300" simplePos="0" relativeHeight="251653120" behindDoc="0" locked="0" layoutInCell="0" allowOverlap="1">
                <wp:simplePos x="0" y="0"/>
                <wp:positionH relativeFrom="page">
                  <wp:posOffset>2286000</wp:posOffset>
                </wp:positionH>
                <wp:positionV relativeFrom="paragraph">
                  <wp:posOffset>-5081</wp:posOffset>
                </wp:positionV>
                <wp:extent cx="914400" cy="0"/>
                <wp:effectExtent l="0" t="0" r="0" b="19050"/>
                <wp:wrapNone/>
                <wp:docPr id="5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FC1B4" id="Line 25"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4pt" to="25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" o:allowincell="f">
                <v:stroke dashstyle="dash"/>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24448" behindDoc="0" locked="0" layoutInCell="0" allowOverlap="1">
                <wp:simplePos x="0" y="0"/>
                <wp:positionH relativeFrom="column">
                  <wp:posOffset>4526280</wp:posOffset>
                </wp:positionH>
                <wp:positionV relativeFrom="paragraph">
                  <wp:posOffset>159385</wp:posOffset>
                </wp:positionV>
                <wp:extent cx="274320" cy="274320"/>
                <wp:effectExtent l="0" t="0" r="0" b="0"/>
                <wp:wrapNone/>
                <wp:docPr id="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356.4pt;margin-top:12.55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" o:allowincell="f" stroked="f">
                <v:textbox>
                  <w:txbxContent>
                    <w:p w:rsidR="00FC743E" w:rsidRDefault="00FC743E">
                      <w:pPr>
                        <w:rPr>
                          <w:b/>
                        </w:rPr>
                      </w:pPr>
                      <w:r>
                        <w:rPr>
                          <w:b/>
                        </w:rPr>
                        <w:t>X</w:t>
                      </w:r>
                    </w:p>
                  </w:txbxContent>
                </v:textbox>
              </v:shape>
            </w:pict>
          </mc:Fallback>
        </mc:AlternateContent>
      </w:r>
      <w:r>
        <w:rPr>
          <w:noProof/>
        </w:rPr>
        <mc:AlternateContent>
          <mc:Choice Requires="wps">
            <w:drawing>
              <wp:anchor distT="0" distB="0" distL="114300" distR="114300" simplePos="0" relativeHeight="251644928" behindDoc="0" locked="0" layoutInCell="0" allowOverlap="1">
                <wp:simplePos x="0" y="0"/>
                <wp:positionH relativeFrom="page">
                  <wp:posOffset>3383280</wp:posOffset>
                </wp:positionH>
                <wp:positionV relativeFrom="paragraph">
                  <wp:posOffset>159385</wp:posOffset>
                </wp:positionV>
                <wp:extent cx="365760" cy="274320"/>
                <wp:effectExtent l="0" t="0" r="0" b="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rPr>
                            </w:pPr>
                            <w:r>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266.4pt;margin-top:12.55pt;width:28.8pt;height:21.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FXShg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" o:allowincell="f" stroked="f">
                <v:textbox>
                  <w:txbxContent>
                    <w:p w:rsidR="00FC743E" w:rsidRDefault="00FC743E">
                      <w:pPr>
                        <w:jc w:val="center"/>
                        <w:rPr>
                          <w:b/>
                        </w:rPr>
                      </w:pPr>
                      <w:r>
                        <w:rPr>
                          <w:b/>
                        </w:rPr>
                        <w:t>8</w:t>
                      </w:r>
                    </w:p>
                  </w:txbxContent>
                </v:textbox>
                <w10:wrap anchorx="page"/>
              </v:shape>
            </w:pict>
          </mc:Fallback>
        </mc:AlternateContent>
      </w:r>
      <w:r>
        <w:rPr>
          <w:noProof/>
        </w:rPr>
        <mc:AlternateContent>
          <mc:Choice Requires="wps">
            <w:drawing>
              <wp:anchor distT="0" distB="0" distL="114300" distR="114300" simplePos="0" relativeHeight="251643904" behindDoc="0" locked="0" layoutInCell="0" allowOverlap="1">
                <wp:simplePos x="0" y="0"/>
                <wp:positionH relativeFrom="page">
                  <wp:posOffset>3017520</wp:posOffset>
                </wp:positionH>
                <wp:positionV relativeFrom="paragraph">
                  <wp:posOffset>159385</wp:posOffset>
                </wp:positionV>
                <wp:extent cx="365760" cy="274320"/>
                <wp:effectExtent l="0" t="0" r="0" b="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rPr>
                            </w:pPr>
                            <w:r>
                              <w:rPr>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7" type="#_x0000_t202" style="position:absolute;margin-left:237.6pt;margin-top:12.55pt;width:28.8pt;height:21.6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Xlhw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" o:allowincell="f" stroked="f">
                <v:textbox>
                  <w:txbxContent>
                    <w:p w:rsidR="00FC743E" w:rsidRDefault="00FC743E">
                      <w:pPr>
                        <w:jc w:val="center"/>
                        <w:rPr>
                          <w:b/>
                        </w:rPr>
                      </w:pPr>
                      <w:r>
                        <w:rPr>
                          <w:b/>
                        </w:rPr>
                        <w:t>6</w:t>
                      </w:r>
                    </w:p>
                  </w:txbxContent>
                </v:textbox>
                <w10:wrap anchorx="page"/>
              </v:shape>
            </w:pict>
          </mc:Fallback>
        </mc:AlternateContent>
      </w:r>
      <w:r>
        <w:rPr>
          <w:noProof/>
        </w:rPr>
        <mc:AlternateContent>
          <mc:Choice Requires="wps">
            <w:drawing>
              <wp:anchor distT="4294967295" distB="4294967295" distL="114300" distR="114300" simplePos="0" relativeHeight="251649024" behindDoc="0" locked="0" layoutInCell="0" allowOverlap="1">
                <wp:simplePos x="0" y="0"/>
                <wp:positionH relativeFrom="page">
                  <wp:posOffset>2286000</wp:posOffset>
                </wp:positionH>
                <wp:positionV relativeFrom="paragraph">
                  <wp:posOffset>159384</wp:posOffset>
                </wp:positionV>
                <wp:extent cx="3200400" cy="0"/>
                <wp:effectExtent l="0" t="0" r="19050" b="19050"/>
                <wp:wrapNone/>
                <wp:docPr id="4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9DC18" id="Line 29" o:spid="_x0000_s1026" style="position:absolute;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12.55pt" to="6in,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mn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" o:allowincell="f">
                <w10:wrap anchorx="page"/>
              </v:line>
            </w:pict>
          </mc:Fallback>
        </mc:AlternateContent>
      </w:r>
    </w:p>
    <w:p w:rsidR="00575855" w:rsidRPr="00575855" w:rsidRDefault="00575855" w:rsidP="00F92F90">
      <w:pPr>
        <w:pStyle w:val="Explanation"/>
      </w:pPr>
      <w:r w:rsidRPr="00575855">
        <w:t>The slope is positive because the line is upward sloping. The slope is equal to the change in Y (which is equal to 4) divided by the change in X (which is equal to 2). Therefore, the slope is equal to (4/2) which equals 2.</w:t>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63.</w:t>
      </w:r>
      <w:r>
        <w:tab/>
      </w:r>
      <w:r w:rsidR="00F30594" w:rsidRPr="00575855">
        <w:t>Graph the following equation with q</w:t>
      </w:r>
      <w:r w:rsidRPr="00575855">
        <w:rPr>
          <w:vertAlign w:val="superscript"/>
        </w:rPr>
        <w:t>d</w:t>
      </w:r>
      <w:r w:rsidR="00F30594" w:rsidRPr="00575855">
        <w:t xml:space="preserve"> on the horizontal axis and calculate the slope:</w:t>
      </w:r>
    </w:p>
    <w:p w:rsidR="00575855" w:rsidRPr="00575855" w:rsidRDefault="00F30594" w:rsidP="00575855">
      <w:r w:rsidRPr="00575855">
        <w:t>P = 10 - 2q</w:t>
      </w:r>
      <w:r w:rsidR="00575855" w:rsidRPr="00575855">
        <w:rPr>
          <w:vertAlign w:val="superscript"/>
        </w:rPr>
        <w:t>d</w:t>
      </w:r>
      <w:r w:rsidRPr="00575855">
        <w:t>.</w:t>
      </w:r>
    </w:p>
    <w:p w:rsidR="00575855" w:rsidRPr="00575855" w:rsidRDefault="00575855" w:rsidP="00F92F90">
      <w:pPr>
        <w:pStyle w:val="Explanation"/>
      </w:pPr>
      <w:r w:rsidRPr="00575855">
        <w:lastRenderedPageBreak/>
        <w:t>The student’s graph should look like the one below. The slope of the line is equal to the change in P (which is equal to –10) divided by the change in q</w:t>
      </w:r>
      <w:r w:rsidRPr="00575855">
        <w:rPr>
          <w:vertAlign w:val="superscript"/>
        </w:rPr>
        <w:t>d</w:t>
      </w:r>
      <w:r w:rsidRPr="00575855">
        <w:t xml:space="preserve"> (which is equal to 5). Thus, the slope is (-10/5) which is equal to –2.</w:t>
      </w:r>
    </w:p>
    <w:p w:rsidR="00575855" w:rsidRPr="00575855" w:rsidRDefault="008A76EA" w:rsidP="00F92F90">
      <w:pPr>
        <w:pStyle w:val="Explanation"/>
      </w:pPr>
      <w:r>
        <w:rPr>
          <w:noProof/>
        </w:rPr>
        <mc:AlternateContent>
          <mc:Choice Requires="wps">
            <w:drawing>
              <wp:anchor distT="0" distB="0" distL="114299" distR="114299" simplePos="0" relativeHeight="251720704" behindDoc="0" locked="0" layoutInCell="0" allowOverlap="1">
                <wp:simplePos x="0" y="0"/>
                <wp:positionH relativeFrom="page">
                  <wp:posOffset>2468879</wp:posOffset>
                </wp:positionH>
                <wp:positionV relativeFrom="paragraph">
                  <wp:posOffset>68580</wp:posOffset>
                </wp:positionV>
                <wp:extent cx="0" cy="2035175"/>
                <wp:effectExtent l="0" t="0" r="19050" b="22225"/>
                <wp:wrapNone/>
                <wp:docPr id="4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5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48DD1" id="Line 30" o:spid="_x0000_s1026" style="position:absolute;z-index:25172070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94.4pt,5.4pt" to="194.4pt,1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" o:allowincell="f">
                <w10:wrap anchorx="page"/>
              </v:line>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page">
                  <wp:posOffset>2194560</wp:posOffset>
                </wp:positionH>
                <wp:positionV relativeFrom="paragraph">
                  <wp:posOffset>32385</wp:posOffset>
                </wp:positionV>
                <wp:extent cx="274320" cy="365760"/>
                <wp:effectExtent l="0" t="0" r="0" b="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rPr>
                                <w:b/>
                              </w:rPr>
                            </w:pPr>
                            <w:r>
                              <w:rPr>
                                <w:b/>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left:0;text-align:left;margin-left:172.8pt;margin-top:2.55pt;width:21.6pt;height:28.8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" stroked="f">
                <v:textbox>
                  <w:txbxContent>
                    <w:p w:rsidR="00575855" w:rsidRDefault="00575855">
                      <w:pPr>
                        <w:jc w:val="right"/>
                        <w:rPr>
                          <w:b/>
                        </w:rPr>
                      </w:pPr>
                      <w:r>
                        <w:rPr>
                          <w:b/>
                        </w:rPr>
                        <w:t>P</w:t>
                      </w:r>
                    </w:p>
                  </w:txbxContent>
                </v:textbox>
                <w10:wrap anchorx="page"/>
              </v:shape>
            </w:pict>
          </mc:Fallback>
        </mc:AlternateContent>
      </w:r>
      <w:r w:rsidR="00575855" w:rsidRPr="00575855">
        <w:tab/>
      </w:r>
    </w:p>
    <w:p w:rsidR="00575855" w:rsidRPr="00575855" w:rsidRDefault="008A76EA" w:rsidP="00F92F90">
      <w:pPr>
        <w:pStyle w:val="Explanation"/>
      </w:pPr>
      <w:r>
        <w:rPr>
          <w:noProof/>
        </w:rPr>
        <mc:AlternateContent>
          <mc:Choice Requires="wps">
            <w:drawing>
              <wp:anchor distT="0" distB="0" distL="114300" distR="114300" simplePos="0" relativeHeight="251722752" behindDoc="0" locked="0" layoutInCell="1" allowOverlap="1">
                <wp:simplePos x="0" y="0"/>
                <wp:positionH relativeFrom="page">
                  <wp:posOffset>2468880</wp:posOffset>
                </wp:positionH>
                <wp:positionV relativeFrom="paragraph">
                  <wp:posOffset>140335</wp:posOffset>
                </wp:positionV>
                <wp:extent cx="914400" cy="1649095"/>
                <wp:effectExtent l="19050" t="19050" r="19050" b="27305"/>
                <wp:wrapNone/>
                <wp:docPr id="4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64909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B6D4D" id="Line 32" o:spid="_x0000_s1026" style="position:absolute;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4.4pt,11.05pt" to="266.4pt,1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oJGAIAADA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" strokeweight="2.25pt">
                <w10:wrap anchorx="page"/>
              </v:line>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page">
                  <wp:posOffset>2103120</wp:posOffset>
                </wp:positionH>
                <wp:positionV relativeFrom="paragraph">
                  <wp:posOffset>12065</wp:posOffset>
                </wp:positionV>
                <wp:extent cx="365760" cy="365760"/>
                <wp:effectExtent l="0" t="0" r="0" b="0"/>
                <wp:wrapNone/>
                <wp:docPr id="4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pP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9" type="#_x0000_t202" style="position:absolute;left:0;text-align:left;margin-left:165.6pt;margin-top:.95pt;width:28.8pt;height:28.8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wsggIAABg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" stroked="f">
                <v:textbox>
                  <w:txbxContent>
                    <w:p w:rsidR="00575855" w:rsidRDefault="00575855">
                      <w:pPr>
                        <w:jc w:val="right"/>
                      </w:pPr>
                      <w:r>
                        <w:t>10</w:t>
                      </w:r>
                    </w:p>
                  </w:txbxContent>
                </v:textbox>
                <w10:wrap anchorx="page"/>
              </v:shape>
            </w:pict>
          </mc:Fallback>
        </mc:AlternateContent>
      </w:r>
    </w:p>
    <w:p w:rsidR="00575855" w:rsidRPr="00575855" w:rsidRDefault="008A76EA" w:rsidP="00F92F90">
      <w:pPr>
        <w:pStyle w:val="Explanation"/>
      </w:pPr>
      <w:r>
        <w:rPr>
          <w:noProof/>
        </w:rPr>
        <mc:AlternateContent>
          <mc:Choice Requires="wps">
            <w:drawing>
              <wp:anchor distT="0" distB="0" distL="114300" distR="114300" simplePos="0" relativeHeight="251719680" behindDoc="0" locked="0" layoutInCell="1" allowOverlap="1">
                <wp:simplePos x="0" y="0"/>
                <wp:positionH relativeFrom="page">
                  <wp:posOffset>3234690</wp:posOffset>
                </wp:positionH>
                <wp:positionV relativeFrom="paragraph">
                  <wp:posOffset>22860</wp:posOffset>
                </wp:positionV>
                <wp:extent cx="274320" cy="365760"/>
                <wp:effectExtent l="0" t="0" r="0" b="0"/>
                <wp:wrapNone/>
                <wp:docPr id="4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pPr>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0" type="#_x0000_t202" style="position:absolute;left:0;text-align:left;margin-left:254.7pt;margin-top:1.8pt;width:21.6pt;height:28.8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10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" stroked="f">
                <v:textbox>
                  <w:txbxContent>
                    <w:p w:rsidR="00575855" w:rsidRDefault="00575855">
                      <w:pPr>
                        <w:jc w:val="right"/>
                      </w:pPr>
                      <w:r>
                        <w:t>5</w:t>
                      </w:r>
                    </w:p>
                  </w:txbxContent>
                </v:textbox>
                <w10:wrap anchorx="page"/>
              </v:shape>
            </w:pict>
          </mc:Fallback>
        </mc:AlternateContent>
      </w:r>
      <w:r>
        <w:rPr>
          <w:noProof/>
        </w:rPr>
        <mc:AlternateContent>
          <mc:Choice Requires="wps">
            <w:drawing>
              <wp:anchor distT="0" distB="0" distL="114300" distR="114300" simplePos="0" relativeHeight="251716608" behindDoc="0" locked="0" layoutInCell="0" allowOverlap="1">
                <wp:simplePos x="0" y="0"/>
                <wp:positionH relativeFrom="page">
                  <wp:posOffset>5486400</wp:posOffset>
                </wp:positionH>
                <wp:positionV relativeFrom="paragraph">
                  <wp:posOffset>22860</wp:posOffset>
                </wp:positionV>
                <wp:extent cx="548640" cy="326390"/>
                <wp:effectExtent l="0" t="0" r="3810" b="0"/>
                <wp:wrapNone/>
                <wp:docPr id="4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center"/>
                              <w:rPr>
                                <w:b/>
                                <w:vertAlign w:val="superscript"/>
                              </w:rPr>
                            </w:pPr>
                            <w:r>
                              <w:rPr>
                                <w:b/>
                              </w:rPr>
                              <w:t>q</w:t>
                            </w:r>
                            <w:r>
                              <w:rPr>
                                <w:b/>
                                <w:vertAlign w:val="superscript"/>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1" type="#_x0000_t202" style="position:absolute;left:0;text-align:left;margin-left:6in;margin-top:1.8pt;width:43.2pt;height:25.7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" o:allowincell="f" stroked="f">
                <v:textbox>
                  <w:txbxContent>
                    <w:p w:rsidR="00575855" w:rsidRDefault="00575855">
                      <w:pPr>
                        <w:jc w:val="center"/>
                        <w:rPr>
                          <w:b/>
                          <w:vertAlign w:val="superscript"/>
                        </w:rPr>
                      </w:pPr>
                      <w:r>
                        <w:rPr>
                          <w:b/>
                        </w:rPr>
                        <w:t>q</w:t>
                      </w:r>
                      <w:r>
                        <w:rPr>
                          <w:b/>
                          <w:vertAlign w:val="superscript"/>
                        </w:rPr>
                        <w:t>d</w:t>
                      </w:r>
                    </w:p>
                  </w:txbxContent>
                </v:textbox>
                <w10:wrap anchorx="page"/>
              </v:shape>
            </w:pict>
          </mc:Fallback>
        </mc:AlternateContent>
      </w:r>
      <w:r>
        <w:rPr>
          <w:noProof/>
        </w:rPr>
        <mc:AlternateContent>
          <mc:Choice Requires="wps">
            <w:drawing>
              <wp:anchor distT="4294967295" distB="4294967295" distL="114300" distR="114300" simplePos="0" relativeHeight="251721728" behindDoc="0" locked="0" layoutInCell="0" allowOverlap="1">
                <wp:simplePos x="0" y="0"/>
                <wp:positionH relativeFrom="page">
                  <wp:posOffset>2468880</wp:posOffset>
                </wp:positionH>
                <wp:positionV relativeFrom="paragraph">
                  <wp:posOffset>22859</wp:posOffset>
                </wp:positionV>
                <wp:extent cx="3474720" cy="0"/>
                <wp:effectExtent l="0" t="0" r="30480" b="19050"/>
                <wp:wrapNone/>
                <wp:docPr id="3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ABC74" id="Line 36" o:spid="_x0000_s1026" style="position:absolute;z-index:2517217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YHE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" o:allowincell="f">
                <w10:wrap anchorx="page"/>
              </v:line>
            </w:pict>
          </mc:Fallback>
        </mc:AlternateConten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graph an equation</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64.</w:t>
      </w:r>
      <w:r>
        <w:tab/>
      </w:r>
      <w:r w:rsidR="00F30594" w:rsidRPr="00575855">
        <w:t>Graph the following equation with q</w:t>
      </w:r>
      <w:r w:rsidRPr="00575855">
        <w:rPr>
          <w:vertAlign w:val="superscript"/>
        </w:rPr>
        <w:t>s</w:t>
      </w:r>
      <w:r w:rsidR="00F30594" w:rsidRPr="00575855">
        <w:t xml:space="preserve"> on the horizontal axis and calculate the slope:</w:t>
      </w:r>
    </w:p>
    <w:p w:rsidR="00575855" w:rsidRPr="00575855" w:rsidRDefault="00F30594" w:rsidP="00575855">
      <w:r w:rsidRPr="00575855">
        <w:t>P = 6 + 3q</w:t>
      </w:r>
      <w:r w:rsidR="00575855" w:rsidRPr="00575855">
        <w:rPr>
          <w:vertAlign w:val="superscript"/>
        </w:rPr>
        <w:t>s</w:t>
      </w:r>
      <w:r w:rsidRPr="00575855">
        <w:t>.</w:t>
      </w:r>
    </w:p>
    <w:p w:rsidR="00575855" w:rsidRPr="00575855" w:rsidRDefault="00575855" w:rsidP="00F92F90">
      <w:pPr>
        <w:pStyle w:val="Explanation"/>
      </w:pPr>
      <w:r w:rsidRPr="00575855">
        <w:t>The student’s graph should look like the one below. The slope of the line is equal to the change in P (which is equal to 3) divided by the change in q</w:t>
      </w:r>
      <w:r w:rsidRPr="00575855">
        <w:rPr>
          <w:vertAlign w:val="superscript"/>
        </w:rPr>
        <w:t>s</w:t>
      </w:r>
      <w:r w:rsidRPr="00575855">
        <w:t xml:space="preserve"> (which is equal to 1). Thus, the slope is (3/1) which is equal to 3.</w:t>
      </w:r>
    </w:p>
    <w:p w:rsidR="00575855" w:rsidRPr="00575855" w:rsidRDefault="008A76EA" w:rsidP="00F92F90">
      <w:pPr>
        <w:pStyle w:val="Explanation"/>
      </w:pPr>
      <w:r>
        <w:rPr>
          <w:noProof/>
        </w:rPr>
        <mc:AlternateContent>
          <mc:Choice Requires="wps">
            <w:drawing>
              <wp:anchor distT="0" distB="0" distL="114299" distR="114299" simplePos="0" relativeHeight="251729920" behindDoc="0" locked="0" layoutInCell="0" allowOverlap="1">
                <wp:simplePos x="0" y="0"/>
                <wp:positionH relativeFrom="page">
                  <wp:posOffset>2468879</wp:posOffset>
                </wp:positionH>
                <wp:positionV relativeFrom="paragraph">
                  <wp:posOffset>154305</wp:posOffset>
                </wp:positionV>
                <wp:extent cx="0" cy="1541780"/>
                <wp:effectExtent l="0" t="0" r="19050" b="20320"/>
                <wp:wrapNone/>
                <wp:docPr id="3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1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1820E" id="Line 37" o:spid="_x0000_s1026" style="position:absolute;z-index:25172992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94.4pt,12.15pt" to="194.4pt,1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mihFAIAACo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" o:allowincell="f">
                <w10:wrap anchorx="page"/>
              </v:line>
            </w:pict>
          </mc:Fallback>
        </mc:AlternateContent>
      </w:r>
      <w:r w:rsidR="00575855" w:rsidRPr="00575855">
        <w:tab/>
      </w:r>
      <w:r>
        <w:rPr>
          <w:noProof/>
        </w:rPr>
        <mc:AlternateContent>
          <mc:Choice Requires="wps">
            <w:drawing>
              <wp:anchor distT="0" distB="0" distL="114300" distR="114300" simplePos="0" relativeHeight="251726848" behindDoc="0" locked="0" layoutInCell="0" allowOverlap="1">
                <wp:simplePos x="0" y="0"/>
                <wp:positionH relativeFrom="page">
                  <wp:posOffset>2194560</wp:posOffset>
                </wp:positionH>
                <wp:positionV relativeFrom="paragraph">
                  <wp:posOffset>74930</wp:posOffset>
                </wp:positionV>
                <wp:extent cx="274320" cy="365760"/>
                <wp:effectExtent l="0" t="0" r="0" b="0"/>
                <wp:wrapNone/>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rPr>
                                <w:b/>
                              </w:rPr>
                            </w:pPr>
                            <w:r>
                              <w:rPr>
                                <w:b/>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172.8pt;margin-top:5.9pt;width:21.6pt;height:28.8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Nf8hwIAABg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" o:allowincell="f" stroked="f">
                <v:textbox>
                  <w:txbxContent>
                    <w:p w:rsidR="00575855" w:rsidRDefault="00575855">
                      <w:pPr>
                        <w:jc w:val="right"/>
                        <w:rPr>
                          <w:b/>
                        </w:rPr>
                      </w:pPr>
                      <w:r>
                        <w:rPr>
                          <w:b/>
                        </w:rPr>
                        <w:t>P</w:t>
                      </w:r>
                    </w:p>
                  </w:txbxContent>
                </v:textbox>
                <w10:wrap anchorx="page"/>
              </v:shape>
            </w:pict>
          </mc:Fallback>
        </mc:AlternateContent>
      </w:r>
    </w:p>
    <w:p w:rsidR="00575855" w:rsidRPr="00575855" w:rsidRDefault="008A76EA" w:rsidP="00F92F90">
      <w:pPr>
        <w:pStyle w:val="Explanation"/>
      </w:pPr>
      <w:r>
        <w:rPr>
          <w:noProof/>
        </w:rPr>
        <mc:AlternateContent>
          <mc:Choice Requires="wps">
            <w:drawing>
              <wp:anchor distT="0" distB="0" distL="114300" distR="114300" simplePos="0" relativeHeight="251731968" behindDoc="0" locked="0" layoutInCell="0" allowOverlap="1">
                <wp:simplePos x="0" y="0"/>
                <wp:positionH relativeFrom="page">
                  <wp:posOffset>2468880</wp:posOffset>
                </wp:positionH>
                <wp:positionV relativeFrom="paragraph">
                  <wp:posOffset>-3810</wp:posOffset>
                </wp:positionV>
                <wp:extent cx="640080" cy="1123315"/>
                <wp:effectExtent l="19050" t="19050" r="26670" b="19685"/>
                <wp:wrapNone/>
                <wp:docPr id="3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 cy="112331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A5166" id="Line 39" o:spid="_x0000_s1026" style="position:absolute;flip:y;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4.4pt,-.3pt" to="244.8pt,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" o:allowincell="f" strokeweight="2.25pt">
                <w10:wrap anchorx="page"/>
              </v:line>
            </w:pict>
          </mc:Fallback>
        </mc:AlternateContent>
      </w:r>
    </w:p>
    <w:p w:rsidR="00575855" w:rsidRPr="00575855" w:rsidRDefault="008A76EA" w:rsidP="00F92F90">
      <w:pPr>
        <w:pStyle w:val="Explanation"/>
      </w:pPr>
      <w:r>
        <w:rPr>
          <w:noProof/>
        </w:rPr>
        <mc:AlternateContent>
          <mc:Choice Requires="wps">
            <w:drawing>
              <wp:anchor distT="0" distB="0" distL="114300" distR="114300" simplePos="0" relativeHeight="251724800" behindDoc="0" locked="0" layoutInCell="0" allowOverlap="1">
                <wp:simplePos x="0" y="0"/>
                <wp:positionH relativeFrom="page">
                  <wp:posOffset>2103120</wp:posOffset>
                </wp:positionH>
                <wp:positionV relativeFrom="paragraph">
                  <wp:posOffset>-5080</wp:posOffset>
                </wp:positionV>
                <wp:extent cx="365760" cy="365760"/>
                <wp:effectExtent l="0" t="0" r="0" b="0"/>
                <wp:wrapNone/>
                <wp:docPr id="3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pPr>
                            <w: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3" type="#_x0000_t202" style="position:absolute;left:0;text-align:left;margin-left:165.6pt;margin-top:-.4pt;width:28.8pt;height:28.8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" o:allowincell="f" stroked="f">
                <v:textbox>
                  <w:txbxContent>
                    <w:p w:rsidR="00575855" w:rsidRDefault="00575855">
                      <w:pPr>
                        <w:jc w:val="right"/>
                      </w:pPr>
                      <w:r>
                        <w:t>9</w:t>
                      </w:r>
                    </w:p>
                  </w:txbxContent>
                </v:textbox>
                <w10:wrap anchorx="page"/>
              </v:shape>
            </w:pict>
          </mc:Fallback>
        </mc:AlternateContent>
      </w:r>
    </w:p>
    <w:p w:rsidR="00575855" w:rsidRPr="00575855" w:rsidRDefault="008A76EA" w:rsidP="00F92F90">
      <w:pPr>
        <w:pStyle w:val="Explanation"/>
      </w:pPr>
      <w:r>
        <w:rPr>
          <w:noProof/>
        </w:rPr>
        <mc:AlternateContent>
          <mc:Choice Requires="wps">
            <w:drawing>
              <wp:anchor distT="0" distB="0" distL="114299" distR="114299" simplePos="0" relativeHeight="251732992" behindDoc="0" locked="0" layoutInCell="0" allowOverlap="1">
                <wp:simplePos x="0" y="0"/>
                <wp:positionH relativeFrom="page">
                  <wp:posOffset>2834639</wp:posOffset>
                </wp:positionH>
                <wp:positionV relativeFrom="paragraph">
                  <wp:posOffset>17145</wp:posOffset>
                </wp:positionV>
                <wp:extent cx="0" cy="1022985"/>
                <wp:effectExtent l="0" t="0" r="19050" b="24765"/>
                <wp:wrapNone/>
                <wp:docPr id="3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29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678AD" id="Line 41" o:spid="_x0000_s1026" style="position:absolute;flip:y;z-index:25173299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23.2pt,1.35pt" to="223.2pt,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" o:allowincell="f">
                <v:stroke dashstyle="dash"/>
                <w10:wrap anchorx="page"/>
              </v:line>
            </w:pict>
          </mc:Fallback>
        </mc:AlternateContent>
      </w:r>
      <w:r>
        <w:rPr>
          <w:noProof/>
        </w:rPr>
        <mc:AlternateContent>
          <mc:Choice Requires="wps">
            <w:drawing>
              <wp:anchor distT="4294967295" distB="4294967295" distL="114300" distR="114300" simplePos="0" relativeHeight="251734016" behindDoc="0" locked="0" layoutInCell="0" allowOverlap="1">
                <wp:simplePos x="0" y="0"/>
                <wp:positionH relativeFrom="page">
                  <wp:posOffset>2468880</wp:posOffset>
                </wp:positionH>
                <wp:positionV relativeFrom="paragraph">
                  <wp:posOffset>17144</wp:posOffset>
                </wp:positionV>
                <wp:extent cx="365760" cy="0"/>
                <wp:effectExtent l="0" t="0" r="15240" b="19050"/>
                <wp:wrapNone/>
                <wp:docPr id="3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32E9D" id="Line 42" o:spid="_x0000_s1026" style="position:absolute;flip:x;z-index:2517340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35pt" to="223.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" o:allowincell="f">
                <v:stroke dashstyle="dash"/>
                <w10:wrap anchorx="page"/>
              </v:line>
            </w:pict>
          </mc:Fallback>
        </mc:AlternateContent>
      </w:r>
    </w:p>
    <w:p w:rsidR="00575855" w:rsidRPr="00575855" w:rsidRDefault="008A76EA" w:rsidP="00F92F90">
      <w:pPr>
        <w:pStyle w:val="Explanation"/>
      </w:pPr>
      <w:r>
        <w:rPr>
          <w:noProof/>
        </w:rPr>
        <mc:AlternateContent>
          <mc:Choice Requires="wps">
            <w:drawing>
              <wp:anchor distT="0" distB="0" distL="114300" distR="114300" simplePos="0" relativeHeight="251725824" behindDoc="0" locked="0" layoutInCell="0" allowOverlap="1">
                <wp:simplePos x="0" y="0"/>
                <wp:positionH relativeFrom="page">
                  <wp:posOffset>2103120</wp:posOffset>
                </wp:positionH>
                <wp:positionV relativeFrom="paragraph">
                  <wp:posOffset>153035</wp:posOffset>
                </wp:positionV>
                <wp:extent cx="365760" cy="365760"/>
                <wp:effectExtent l="0" t="0" r="0" b="0"/>
                <wp:wrapNone/>
                <wp:docPr id="3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pPr>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4" type="#_x0000_t202" style="position:absolute;left:0;text-align:left;margin-left:165.6pt;margin-top:12.05pt;width:28.8pt;height:28.8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hCcggIAABg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" o:allowincell="f" stroked="f">
                <v:textbox>
                  <w:txbxContent>
                    <w:p w:rsidR="00575855" w:rsidRDefault="00575855">
                      <w:pPr>
                        <w:jc w:val="right"/>
                      </w:pPr>
                      <w:r>
                        <w:t>6</w:t>
                      </w:r>
                    </w:p>
                  </w:txbxContent>
                </v:textbox>
                <w10:wrap anchorx="page"/>
              </v:shape>
            </w:pict>
          </mc:Fallback>
        </mc:AlternateContent>
      </w:r>
    </w:p>
    <w:p w:rsidR="00575855" w:rsidRPr="00575855" w:rsidRDefault="008A76EA" w:rsidP="00F92F90">
      <w:pPr>
        <w:pStyle w:val="Explanation"/>
      </w:pPr>
      <w:r>
        <w:rPr>
          <w:noProof/>
        </w:rPr>
        <mc:AlternateContent>
          <mc:Choice Requires="wps">
            <w:drawing>
              <wp:anchor distT="0" distB="0" distL="114300" distR="114300" simplePos="0" relativeHeight="251728896" behindDoc="0" locked="0" layoutInCell="0" allowOverlap="1">
                <wp:simplePos x="0" y="0"/>
                <wp:positionH relativeFrom="page">
                  <wp:posOffset>5577840</wp:posOffset>
                </wp:positionH>
                <wp:positionV relativeFrom="paragraph">
                  <wp:posOffset>163195</wp:posOffset>
                </wp:positionV>
                <wp:extent cx="548640" cy="365760"/>
                <wp:effectExtent l="0" t="0" r="3810" b="0"/>
                <wp:wrapNone/>
                <wp:docPr id="3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center"/>
                              <w:rPr>
                                <w:b/>
                                <w:vertAlign w:val="superscript"/>
                              </w:rPr>
                            </w:pPr>
                            <w:r>
                              <w:rPr>
                                <w:b/>
                              </w:rPr>
                              <w:t>q</w:t>
                            </w:r>
                            <w:r>
                              <w:rPr>
                                <w:b/>
                                <w:vertAlign w:val="superscript"/>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5" type="#_x0000_t202" style="position:absolute;left:0;text-align:left;margin-left:439.2pt;margin-top:12.85pt;width:43.2pt;height:28.8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" o:allowincell="f" stroked="f">
                <v:textbox>
                  <w:txbxContent>
                    <w:p w:rsidR="00575855" w:rsidRDefault="00575855">
                      <w:pPr>
                        <w:jc w:val="center"/>
                        <w:rPr>
                          <w:b/>
                          <w:vertAlign w:val="superscript"/>
                        </w:rPr>
                      </w:pPr>
                      <w:r>
                        <w:rPr>
                          <w:b/>
                        </w:rPr>
                        <w:t>q</w:t>
                      </w:r>
                      <w:r>
                        <w:rPr>
                          <w:b/>
                          <w:vertAlign w:val="superscript"/>
                        </w:rPr>
                        <w:t>s</w:t>
                      </w:r>
                    </w:p>
                  </w:txbxContent>
                </v:textbox>
                <w10:wrap anchorx="page"/>
              </v:shape>
            </w:pict>
          </mc:Fallback>
        </mc:AlternateContent>
      </w:r>
      <w:r>
        <w:rPr>
          <w:noProof/>
        </w:rPr>
        <mc:AlternateContent>
          <mc:Choice Requires="wps">
            <w:drawing>
              <wp:anchor distT="0" distB="0" distL="114300" distR="114300" simplePos="0" relativeHeight="251727872" behindDoc="0" locked="0" layoutInCell="0" allowOverlap="1">
                <wp:simplePos x="0" y="0"/>
                <wp:positionH relativeFrom="page">
                  <wp:posOffset>2651760</wp:posOffset>
                </wp:positionH>
                <wp:positionV relativeFrom="paragraph">
                  <wp:posOffset>163195</wp:posOffset>
                </wp:positionV>
                <wp:extent cx="274320" cy="365760"/>
                <wp:effectExtent l="0" t="0" r="0" b="0"/>
                <wp:wrapNone/>
                <wp:docPr id="3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jc w:val="right"/>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6" type="#_x0000_t202" style="position:absolute;left:0;text-align:left;margin-left:208.8pt;margin-top:12.85pt;width:21.6pt;height:28.8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" o:allowincell="f" stroked="f">
                <v:textbox>
                  <w:txbxContent>
                    <w:p w:rsidR="00575855" w:rsidRDefault="00575855">
                      <w:pPr>
                        <w:jc w:val="right"/>
                      </w:pPr>
                      <w:r>
                        <w:t>1</w:t>
                      </w:r>
                    </w:p>
                  </w:txbxContent>
                </v:textbox>
                <w10:wrap anchorx="page"/>
              </v:shape>
            </w:pict>
          </mc:Fallback>
        </mc:AlternateContent>
      </w:r>
    </w:p>
    <w:p w:rsidR="00575855" w:rsidRPr="00575855" w:rsidRDefault="008A76EA" w:rsidP="00F92F90">
      <w:pPr>
        <w:pStyle w:val="Explanation"/>
      </w:pPr>
      <w:r>
        <w:rPr>
          <w:noProof/>
        </w:rPr>
        <mc:AlternateContent>
          <mc:Choice Requires="wps">
            <w:drawing>
              <wp:anchor distT="4294967295" distB="4294967295" distL="114300" distR="114300" simplePos="0" relativeHeight="251730944" behindDoc="0" locked="0" layoutInCell="0" allowOverlap="1">
                <wp:simplePos x="0" y="0"/>
                <wp:positionH relativeFrom="page">
                  <wp:posOffset>2468880</wp:posOffset>
                </wp:positionH>
                <wp:positionV relativeFrom="paragraph">
                  <wp:posOffset>17779</wp:posOffset>
                </wp:positionV>
                <wp:extent cx="3474720" cy="0"/>
                <wp:effectExtent l="0" t="0" r="30480" b="19050"/>
                <wp:wrapNone/>
                <wp:docPr id="2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0E071" id="Line 46" o:spid="_x0000_s1026" style="position:absolute;z-index:2517309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4pt" to="46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2JFAIAACo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" o:allowincell="f">
                <w10:wrap anchorx="page"/>
              </v:line>
            </w:pict>
          </mc:Fallback>
        </mc:AlternateContent>
      </w:r>
    </w:p>
    <w:p w:rsidR="00575855" w:rsidRPr="00575855" w:rsidRDefault="008A76EA" w:rsidP="00575855">
      <w:r>
        <w:rPr>
          <w:noProof/>
        </w:rPr>
        <mc:AlternateContent>
          <mc:Choice Requires="wps">
            <w:drawing>
              <wp:anchor distT="0" distB="0" distL="114300" distR="114300" simplePos="0" relativeHeight="251659264"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7" type="#_x0000_t202" style="position:absolute;margin-left:460.8pt;margin-top:3.5pt;width:21.6pt;height:2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ng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" o:allowincell="f" stroked="f">
                <v:textbox>
                  <w:txbxContent>
                    <w:p w:rsidR="00FC743E" w:rsidRDefault="00FC743E">
                      <w:pPr>
                        <w:rPr>
                          <w:b/>
                        </w:rPr>
                      </w:pPr>
                    </w:p>
                  </w:txbxContent>
                </v:textbox>
                <w10:wrap anchorx="page"/>
              </v:shape>
            </w:pict>
          </mc:Fallback>
        </mc:AlternateContent>
      </w:r>
      <w:r w:rsidR="00575855" w:rsidRPr="00575855">
        <w:tab/>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graph an equation</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65.</w:t>
      </w:r>
      <w:r>
        <w:tab/>
      </w:r>
      <w:r w:rsidR="00F30594" w:rsidRPr="00575855">
        <w:t>Examine the following function: Y = 3x + 2. What is the slope of this function and why?</w:t>
      </w:r>
    </w:p>
    <w:p w:rsidR="00575855" w:rsidRPr="00575855" w:rsidRDefault="00575855" w:rsidP="00F92F90">
      <w:pPr>
        <w:pStyle w:val="Explanation"/>
      </w:pPr>
      <w:r w:rsidRPr="00575855">
        <w:t>The slope of this function is 3. That’s because slope measures rise divided by run. If X were equal zero then Y would equal 2. If X were equal to 1 then Y would equal to 5. This change is equal to 3.</w:t>
      </w:r>
    </w:p>
    <w:p w:rsidR="00575855" w:rsidRPr="00575855" w:rsidRDefault="008A76EA" w:rsidP="00575855">
      <w:r>
        <w:rPr>
          <w:noProof/>
        </w:rPr>
        <mc:AlternateContent>
          <mc:Choice Requires="wps">
            <w:drawing>
              <wp:anchor distT="0" distB="0" distL="114300" distR="114300" simplePos="0" relativeHeight="251689984"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8" type="#_x0000_t202" style="position:absolute;margin-left:460.8pt;margin-top:3.5pt;width:21.6pt;height:28.8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LVhgIAABg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" o:allowincell="f" stroked="f">
                <v:textbox>
                  <w:txbxContent>
                    <w:p w:rsidR="00FC743E" w:rsidRDefault="00FC743E">
                      <w:pPr>
                        <w:rPr>
                          <w:b/>
                        </w:rPr>
                      </w:pPr>
                    </w:p>
                  </w:txbxContent>
                </v:textbox>
                <w10:wrap anchorx="page"/>
              </v:shape>
            </w:pict>
          </mc:Fallback>
        </mc:AlternateContent>
      </w:r>
      <w:r w:rsidR="00575855" w:rsidRPr="00575855">
        <w:tab/>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slope</w:t>
      </w:r>
    </w:p>
    <w:p w:rsidR="00575855" w:rsidRPr="00575855" w:rsidRDefault="00F92F90" w:rsidP="00F92F90">
      <w:pPr>
        <w:pStyle w:val="AACSB"/>
      </w:pPr>
      <w:r w:rsidRPr="00575855">
        <w:t>AACSB</w:t>
      </w:r>
      <w:r w:rsidR="00F30594" w:rsidRPr="00575855">
        <w:t>:</w:t>
      </w:r>
    </w:p>
    <w:p w:rsidR="00F30594" w:rsidRPr="00575855" w:rsidRDefault="00575855" w:rsidP="00575855">
      <w:pPr>
        <w:pStyle w:val="NL"/>
      </w:pPr>
      <w:r w:rsidRPr="00575855">
        <w:t>66.</w:t>
      </w:r>
      <w:r>
        <w:tab/>
      </w:r>
      <w:r w:rsidR="00F30594" w:rsidRPr="00575855">
        <w:t>The following table shows how the unit costs of producing cotton rugs varies with daily output for a given factory:</w:t>
      </w:r>
    </w:p>
    <w:tbl>
      <w:tblPr>
        <w:tblW w:w="0" w:type="auto"/>
        <w:tblInd w:w="325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90"/>
        <w:gridCol w:w="2070"/>
      </w:tblGrid>
      <w:tr w:rsidR="00F30594" w:rsidRPr="00575855">
        <w:trPr>
          <w:trHeight w:val="360"/>
        </w:trPr>
        <w:tc>
          <w:tcPr>
            <w:tcW w:w="1890" w:type="dxa"/>
            <w:tcBorders>
              <w:top w:val="double" w:sz="4" w:space="0" w:color="auto"/>
            </w:tcBorders>
            <w:vAlign w:val="center"/>
          </w:tcPr>
          <w:p w:rsidR="00F30594" w:rsidRPr="00575855" w:rsidRDefault="00F30594" w:rsidP="00575855">
            <w:r w:rsidRPr="00575855">
              <w:t>Daily Number of Rugs Produced</w:t>
            </w:r>
          </w:p>
        </w:tc>
        <w:tc>
          <w:tcPr>
            <w:tcW w:w="2070" w:type="dxa"/>
            <w:tcBorders>
              <w:top w:val="double" w:sz="4" w:space="0" w:color="auto"/>
            </w:tcBorders>
            <w:vAlign w:val="center"/>
          </w:tcPr>
          <w:p w:rsidR="00F30594" w:rsidRPr="00575855" w:rsidRDefault="00F30594" w:rsidP="00575855">
            <w:r w:rsidRPr="00575855">
              <w:t>Cost per Rug ($)</w:t>
            </w:r>
          </w:p>
        </w:tc>
      </w:tr>
      <w:tr w:rsidR="00F30594" w:rsidRPr="00575855">
        <w:trPr>
          <w:trHeight w:val="360"/>
        </w:trPr>
        <w:tc>
          <w:tcPr>
            <w:tcW w:w="1890" w:type="dxa"/>
            <w:vAlign w:val="center"/>
          </w:tcPr>
          <w:p w:rsidR="00F30594" w:rsidRPr="00575855" w:rsidRDefault="00F30594" w:rsidP="00575855">
            <w:r w:rsidRPr="00575855">
              <w:t>100</w:t>
            </w:r>
          </w:p>
        </w:tc>
        <w:tc>
          <w:tcPr>
            <w:tcW w:w="2070" w:type="dxa"/>
            <w:vAlign w:val="center"/>
          </w:tcPr>
          <w:p w:rsidR="00F30594" w:rsidRPr="00575855" w:rsidRDefault="00F30594" w:rsidP="00575855">
            <w:r w:rsidRPr="00575855">
              <w:t>$25</w:t>
            </w:r>
          </w:p>
        </w:tc>
      </w:tr>
      <w:tr w:rsidR="00F30594" w:rsidRPr="00575855">
        <w:trPr>
          <w:trHeight w:val="360"/>
        </w:trPr>
        <w:tc>
          <w:tcPr>
            <w:tcW w:w="1890" w:type="dxa"/>
            <w:vAlign w:val="center"/>
          </w:tcPr>
          <w:p w:rsidR="00F30594" w:rsidRPr="00575855" w:rsidRDefault="00F30594" w:rsidP="00575855">
            <w:r w:rsidRPr="00575855">
              <w:lastRenderedPageBreak/>
              <w:t>200</w:t>
            </w:r>
          </w:p>
        </w:tc>
        <w:tc>
          <w:tcPr>
            <w:tcW w:w="2070" w:type="dxa"/>
            <w:vAlign w:val="center"/>
          </w:tcPr>
          <w:p w:rsidR="00F30594" w:rsidRPr="00575855" w:rsidRDefault="00F30594" w:rsidP="00575855">
            <w:r w:rsidRPr="00575855">
              <w:t>20</w:t>
            </w:r>
          </w:p>
        </w:tc>
      </w:tr>
      <w:tr w:rsidR="00F30594" w:rsidRPr="00575855">
        <w:trPr>
          <w:trHeight w:val="360"/>
        </w:trPr>
        <w:tc>
          <w:tcPr>
            <w:tcW w:w="1890" w:type="dxa"/>
            <w:vAlign w:val="center"/>
          </w:tcPr>
          <w:p w:rsidR="00F30594" w:rsidRPr="00575855" w:rsidRDefault="00F30594" w:rsidP="00575855">
            <w:r w:rsidRPr="00575855">
              <w:t>300</w:t>
            </w:r>
          </w:p>
        </w:tc>
        <w:tc>
          <w:tcPr>
            <w:tcW w:w="2070" w:type="dxa"/>
            <w:vAlign w:val="center"/>
          </w:tcPr>
          <w:p w:rsidR="00F30594" w:rsidRPr="00575855" w:rsidRDefault="00F30594" w:rsidP="00575855">
            <w:r w:rsidRPr="00575855">
              <w:t>15</w:t>
            </w:r>
          </w:p>
        </w:tc>
      </w:tr>
      <w:tr w:rsidR="00F30594" w:rsidRPr="00575855">
        <w:trPr>
          <w:trHeight w:val="360"/>
        </w:trPr>
        <w:tc>
          <w:tcPr>
            <w:tcW w:w="1890" w:type="dxa"/>
            <w:vAlign w:val="center"/>
          </w:tcPr>
          <w:p w:rsidR="00F30594" w:rsidRPr="00575855" w:rsidRDefault="00F30594" w:rsidP="00575855">
            <w:r w:rsidRPr="00575855">
              <w:t>400</w:t>
            </w:r>
          </w:p>
        </w:tc>
        <w:tc>
          <w:tcPr>
            <w:tcW w:w="2070" w:type="dxa"/>
            <w:vAlign w:val="center"/>
          </w:tcPr>
          <w:p w:rsidR="00F30594" w:rsidRPr="00575855" w:rsidRDefault="00F30594" w:rsidP="00575855">
            <w:r w:rsidRPr="00575855">
              <w:t>20</w:t>
            </w:r>
          </w:p>
        </w:tc>
      </w:tr>
      <w:tr w:rsidR="00F30594" w:rsidRPr="00575855">
        <w:trPr>
          <w:trHeight w:val="360"/>
        </w:trPr>
        <w:tc>
          <w:tcPr>
            <w:tcW w:w="1890" w:type="dxa"/>
            <w:tcBorders>
              <w:bottom w:val="double" w:sz="4" w:space="0" w:color="auto"/>
            </w:tcBorders>
            <w:vAlign w:val="center"/>
          </w:tcPr>
          <w:p w:rsidR="00F30594" w:rsidRPr="00575855" w:rsidRDefault="00F30594" w:rsidP="00575855">
            <w:r w:rsidRPr="00575855">
              <w:t>500</w:t>
            </w:r>
          </w:p>
        </w:tc>
        <w:tc>
          <w:tcPr>
            <w:tcW w:w="2070" w:type="dxa"/>
            <w:tcBorders>
              <w:bottom w:val="double" w:sz="4" w:space="0" w:color="auto"/>
            </w:tcBorders>
            <w:vAlign w:val="center"/>
          </w:tcPr>
          <w:p w:rsidR="00F30594" w:rsidRPr="00575855" w:rsidRDefault="00F30594" w:rsidP="00575855">
            <w:r w:rsidRPr="00575855">
              <w:t>25</w:t>
            </w:r>
          </w:p>
        </w:tc>
      </w:tr>
    </w:tbl>
    <w:p w:rsidR="00575855" w:rsidRPr="00575855" w:rsidRDefault="00575855" w:rsidP="00575855"/>
    <w:p w:rsidR="00575855" w:rsidRPr="00575855" w:rsidRDefault="00F30594" w:rsidP="00575855">
      <w:r w:rsidRPr="00575855">
        <w:t>Plot the points and trace a curve through them.</w:t>
      </w:r>
      <w:r w:rsidR="00575855" w:rsidRPr="00575855">
        <w:t xml:space="preserve"> </w:t>
      </w:r>
      <w:r w:rsidRPr="00575855">
        <w:t>Describe the relationship between cost per rug and the number of rugs produced daily.</w:t>
      </w:r>
    </w:p>
    <w:p w:rsidR="00575855" w:rsidRPr="00575855" w:rsidRDefault="00575855" w:rsidP="00F92F90">
      <w:pPr>
        <w:pStyle w:val="Explanation"/>
      </w:pPr>
      <w:r w:rsidRPr="00575855">
        <w:t>The graph should look like the one below. The graph shows that as daily output increases, cost per unit begins to fall, reaches a minimum, and begins to rise again.</w:t>
      </w:r>
    </w:p>
    <w:p w:rsidR="00575855" w:rsidRPr="00575855" w:rsidRDefault="00287418" w:rsidP="00F92F90">
      <w:pPr>
        <w:pStyle w:val="Diff"/>
      </w:pPr>
      <w:r w:rsidRPr="00575855">
        <w:rPr>
          <w:noProof/>
        </w:rPr>
        <w:drawing>
          <wp:anchor distT="170688" distB="178308" distL="254508" distR="203835" simplePos="0" relativeHeight="251670528" behindDoc="0" locked="0" layoutInCell="1" allowOverlap="1" wp14:anchorId="383C96F4" wp14:editId="0777D05C">
            <wp:simplePos x="0" y="0"/>
            <wp:positionH relativeFrom="column">
              <wp:posOffset>2020570</wp:posOffset>
            </wp:positionH>
            <wp:positionV relativeFrom="paragraph">
              <wp:posOffset>281940</wp:posOffset>
            </wp:positionV>
            <wp:extent cx="2694305" cy="1578610"/>
            <wp:effectExtent l="1270" t="5715" r="0" b="0"/>
            <wp:wrapTopAndBottom/>
            <wp:docPr id="49" name="Object 4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575855" w:rsidRPr="00575855">
        <w:tab/>
      </w:r>
      <w:r w:rsidR="008A76EA">
        <w:rPr>
          <w:noProof/>
        </w:rPr>
        <mc:AlternateContent>
          <mc:Choice Requires="wps">
            <w:drawing>
              <wp:anchor distT="0" distB="0" distL="114300" distR="114300" simplePos="0" relativeHeight="251691008"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9" type="#_x0000_t202" style="position:absolute;left:0;text-align:left;margin-left:460.8pt;margin-top:3.5pt;width:21.6pt;height:28.8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" o:allowincell="f" stroked="f">
                <v:textbox>
                  <w:txbxContent>
                    <w:p w:rsidR="00FC743E" w:rsidRDefault="00FC743E">
                      <w:pPr>
                        <w:rPr>
                          <w:b/>
                        </w:rPr>
                      </w:pPr>
                    </w:p>
                  </w:txbxContent>
                </v:textbox>
                <w10:wrap anchorx="page"/>
              </v:shape>
            </w:pict>
          </mc:Fallback>
        </mc:AlternateContent>
      </w:r>
      <w:r w:rsidR="00F92F90"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line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67.</w:t>
      </w:r>
      <w:r>
        <w:tab/>
      </w:r>
      <w:r w:rsidR="00F30594" w:rsidRPr="00575855">
        <w:t>Suppose that you buy Internet service from Friendly ISP Corporation.</w:t>
      </w:r>
      <w:r w:rsidRPr="00575855">
        <w:t xml:space="preserve"> </w:t>
      </w:r>
      <w:r w:rsidR="00F30594" w:rsidRPr="00575855">
        <w:t>You are charged a monthly fee of $3.50 and must also pay an hourly charge of $1.00 for every hour you use the Internet.</w:t>
      </w:r>
      <w:r w:rsidRPr="00575855">
        <w:t xml:space="preserve"> </w:t>
      </w:r>
      <w:r w:rsidR="00F30594" w:rsidRPr="00575855">
        <w:t>Draw a diagram of the relationship between your monthly bill from Friendly ISP and the number of hours you use the Internet.</w:t>
      </w:r>
      <w:r w:rsidRPr="00575855">
        <w:t xml:space="preserve"> </w:t>
      </w:r>
      <w:r w:rsidR="00F30594" w:rsidRPr="00575855">
        <w:t>What is the slope of the line drawn?</w:t>
      </w:r>
    </w:p>
    <w:p w:rsidR="00575855" w:rsidRPr="00575855" w:rsidRDefault="00575855" w:rsidP="00F92F90">
      <w:pPr>
        <w:pStyle w:val="Explanation"/>
      </w:pPr>
      <w:r w:rsidRPr="00575855">
        <w:t>The graph is drawn below. The slope of the line will be equal to $1/hour.</w:t>
      </w:r>
    </w:p>
    <w:p w:rsidR="00575855" w:rsidRPr="00575855" w:rsidRDefault="008A76EA" w:rsidP="00575855">
      <w:r>
        <w:rPr>
          <w:noProof/>
        </w:rPr>
        <mc:AlternateContent>
          <mc:Choice Requires="wps">
            <w:drawing>
              <wp:anchor distT="0" distB="0" distL="114300" distR="114300" simplePos="0" relativeHeight="251677696" behindDoc="0" locked="0" layoutInCell="1" allowOverlap="1">
                <wp:simplePos x="0" y="0"/>
                <wp:positionH relativeFrom="column">
                  <wp:posOffset>929640</wp:posOffset>
                </wp:positionH>
                <wp:positionV relativeFrom="paragraph">
                  <wp:posOffset>27305</wp:posOffset>
                </wp:positionV>
                <wp:extent cx="731520" cy="457200"/>
                <wp:effectExtent l="0" t="0" r="0" b="0"/>
                <wp:wrapNone/>
                <wp:docPr id="2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r>
                              <w:t>$ per month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0" type="#_x0000_t202" style="position:absolute;margin-left:73.2pt;margin-top:2.15pt;width:57.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" stroked="f">
                <v:textbox>
                  <w:txbxContent>
                    <w:p w:rsidR="00FC743E" w:rsidRDefault="00FC743E">
                      <w:r>
                        <w:t>$ per month</w:t>
                      </w:r>
                    </w:p>
                  </w:txbxContent>
                </v:textbox>
              </v:shape>
            </w:pict>
          </mc:Fallback>
        </mc:AlternateContent>
      </w:r>
      <w:r>
        <w:rPr>
          <w:noProof/>
        </w:rPr>
        <mc:AlternateContent>
          <mc:Choice Requires="wps">
            <w:drawing>
              <wp:anchor distT="0" distB="0" distL="114299" distR="114299" simplePos="0" relativeHeight="251679744" behindDoc="0" locked="0" layoutInCell="0" allowOverlap="1">
                <wp:simplePos x="0" y="0"/>
                <wp:positionH relativeFrom="column">
                  <wp:posOffset>1508759</wp:posOffset>
                </wp:positionH>
                <wp:positionV relativeFrom="paragraph">
                  <wp:posOffset>118745</wp:posOffset>
                </wp:positionV>
                <wp:extent cx="0" cy="1230630"/>
                <wp:effectExtent l="0" t="0" r="19050" b="26670"/>
                <wp:wrapNone/>
                <wp:docPr id="2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0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EDE5B" id="Line 52"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8.8pt,9.35pt" to="118.8pt,1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BJuFAIAACo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" o:allowincell="f"/>
            </w:pict>
          </mc:Fallback>
        </mc:AlternateContent>
      </w:r>
    </w:p>
    <w:p w:rsidR="00575855" w:rsidRPr="00575855" w:rsidRDefault="008A76EA" w:rsidP="00575855">
      <w:r>
        <w:rPr>
          <w:noProof/>
        </w:rPr>
        <mc:AlternateContent>
          <mc:Choice Requires="wps">
            <w:drawing>
              <wp:anchor distT="0" distB="0" distL="114300" distR="114300" simplePos="0" relativeHeight="251681792" behindDoc="0" locked="0" layoutInCell="0" allowOverlap="1">
                <wp:simplePos x="0" y="0"/>
                <wp:positionH relativeFrom="column">
                  <wp:posOffset>1508760</wp:posOffset>
                </wp:positionH>
                <wp:positionV relativeFrom="paragraph">
                  <wp:posOffset>118745</wp:posOffset>
                </wp:positionV>
                <wp:extent cx="1554480" cy="912495"/>
                <wp:effectExtent l="19050" t="19050" r="26670" b="20955"/>
                <wp:wrapNone/>
                <wp:docPr id="2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54480" cy="91249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FE739" id="Line 53"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9.35pt" to="241.2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" o:allowincell="f" strokeweight="2.25pt"/>
            </w:pict>
          </mc:Fallback>
        </mc:AlternateContent>
      </w:r>
    </w:p>
    <w:p w:rsidR="00575855" w:rsidRPr="00575855" w:rsidRDefault="008A76EA" w:rsidP="00575855">
      <w:r>
        <w:rPr>
          <w:noProof/>
        </w:rPr>
        <mc:AlternateContent>
          <mc:Choice Requires="wps">
            <w:drawing>
              <wp:anchor distT="0" distB="0" distL="114300" distR="114300" simplePos="0" relativeHeight="251676672" behindDoc="0" locked="0" layoutInCell="0" allowOverlap="1">
                <wp:simplePos x="0" y="0"/>
                <wp:positionH relativeFrom="column">
                  <wp:posOffset>1051560</wp:posOffset>
                </wp:positionH>
                <wp:positionV relativeFrom="paragraph">
                  <wp:posOffset>144145</wp:posOffset>
                </wp:positionV>
                <wp:extent cx="457200" cy="274320"/>
                <wp:effectExtent l="0" t="0" r="0" b="0"/>
                <wp:wrapNone/>
                <wp:docPr id="2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3.50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1" type="#_x0000_t202" style="position:absolute;margin-left:82.8pt;margin-top:11.35pt;width:3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" o:allowincell="f" stroked="f">
                <v:textbox>
                  <w:txbxContent>
                    <w:p w:rsidR="00FC743E" w:rsidRDefault="00FC743E">
                      <w:pPr>
                        <w:jc w:val="right"/>
                      </w:pPr>
                      <w:r>
                        <w:t>3.50</w:t>
                      </w:r>
                    </w:p>
                  </w:txbxContent>
                </v:textbox>
              </v:shape>
            </w:pict>
          </mc:Fallback>
        </mc:AlternateContent>
      </w:r>
    </w:p>
    <w:p w:rsidR="00575855" w:rsidRPr="00575855" w:rsidRDefault="008A76EA" w:rsidP="00575855">
      <w:r>
        <w:rPr>
          <w:noProof/>
        </w:rPr>
        <mc:AlternateContent>
          <mc:Choice Requires="wps">
            <w:drawing>
              <wp:anchor distT="0" distB="0" distL="114300" distR="114300" simplePos="0" relativeHeight="251678720" behindDoc="0" locked="0" layoutInCell="1" allowOverlap="1">
                <wp:simplePos x="0" y="0"/>
                <wp:positionH relativeFrom="column">
                  <wp:posOffset>3560445</wp:posOffset>
                </wp:positionH>
                <wp:positionV relativeFrom="paragraph">
                  <wp:posOffset>44450</wp:posOffset>
                </wp:positionV>
                <wp:extent cx="1371600" cy="274320"/>
                <wp:effectExtent l="0" t="0" r="0" b="0"/>
                <wp:wrapNone/>
                <wp:docPr id="2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Hours on Internet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2" type="#_x0000_t202" style="position:absolute;margin-left:280.35pt;margin-top:3.5pt;width:108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" stroked="f">
                <v:textbox>
                  <w:txbxContent>
                    <w:p w:rsidR="00FC743E" w:rsidRDefault="00FC743E">
                      <w:pPr>
                        <w:rPr>
                          <w:b/>
                        </w:rPr>
                      </w:pPr>
                      <w:r>
                        <w:rPr>
                          <w:b/>
                        </w:rPr>
                        <w:t>Hours on Internet</w:t>
                      </w:r>
                    </w:p>
                  </w:txbxContent>
                </v:textbox>
              </v:shape>
            </w:pict>
          </mc:Fallback>
        </mc:AlternateContent>
      </w:r>
      <w:r>
        <w:rPr>
          <w:noProof/>
        </w:rPr>
        <mc:AlternateContent>
          <mc:Choice Requires="wps">
            <w:drawing>
              <wp:anchor distT="4294967295" distB="4294967295" distL="114300" distR="114300" simplePos="0" relativeHeight="251680768" behindDoc="0" locked="0" layoutInCell="1" allowOverlap="1">
                <wp:simplePos x="0" y="0"/>
                <wp:positionH relativeFrom="column">
                  <wp:posOffset>1508760</wp:posOffset>
                </wp:positionH>
                <wp:positionV relativeFrom="paragraph">
                  <wp:posOffset>88899</wp:posOffset>
                </wp:positionV>
                <wp:extent cx="3108960" cy="0"/>
                <wp:effectExtent l="0" t="0" r="34290" b="19050"/>
                <wp:wrapNone/>
                <wp:docPr id="2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657C" id="Line 56"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8pt,7pt" to="363.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T8a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"/>
            </w:pict>
          </mc:Fallback>
        </mc:AlternateConten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line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lastRenderedPageBreak/>
        <w:t>68.</w:t>
      </w:r>
      <w:r>
        <w:tab/>
      </w:r>
      <w:r w:rsidR="00F30594" w:rsidRPr="00575855">
        <w:t>Michelle's Secretarial Services rents a copying machine for $50 per month plus a per copy charge of $0.10 per copy.</w:t>
      </w:r>
      <w:r w:rsidRPr="00575855">
        <w:t xml:space="preserve"> </w:t>
      </w:r>
      <w:r w:rsidR="00F30594" w:rsidRPr="00575855">
        <w:t>Draw a diagram showing the relationship between the number of copies made and the firm's monthly copying bill.</w:t>
      </w:r>
      <w:r w:rsidRPr="00575855">
        <w:t xml:space="preserve"> </w:t>
      </w:r>
      <w:r w:rsidR="00F30594" w:rsidRPr="00575855">
        <w:t>What is the slope of the line drawn?</w:t>
      </w:r>
      <w:r w:rsidRPr="00575855">
        <w:t xml:space="preserve"> </w:t>
      </w:r>
      <w:r w:rsidR="00F30594" w:rsidRPr="00575855">
        <w:t>If the firm makes 5,000 copies in one month, what will be the bill for copying?</w:t>
      </w:r>
    </w:p>
    <w:p w:rsidR="00575855" w:rsidRPr="00575855" w:rsidRDefault="00575855" w:rsidP="00F92F90">
      <w:pPr>
        <w:pStyle w:val="Explanation"/>
      </w:pPr>
      <w:r w:rsidRPr="00575855">
        <w:t>The graph is shown below. The slope of the line is equal to 0.10. If the firm makes 5,000 copies in one month, its copying bill will be equal to $550.</w:t>
      </w:r>
    </w:p>
    <w:p w:rsidR="00575855" w:rsidRPr="00575855" w:rsidRDefault="008A76EA" w:rsidP="00575855">
      <w:r>
        <w:rPr>
          <w:noProof/>
        </w:rPr>
        <mc:AlternateContent>
          <mc:Choice Requires="wps">
            <w:drawing>
              <wp:anchor distT="0" distB="0" distL="114300" distR="114300" simplePos="0" relativeHeight="251672576" behindDoc="0" locked="0" layoutInCell="0" allowOverlap="1">
                <wp:simplePos x="0" y="0"/>
                <wp:positionH relativeFrom="column">
                  <wp:posOffset>1051560</wp:posOffset>
                </wp:positionH>
                <wp:positionV relativeFrom="paragraph">
                  <wp:posOffset>29845</wp:posOffset>
                </wp:positionV>
                <wp:extent cx="731520" cy="457200"/>
                <wp:effectExtent l="0" t="0" r="0" b="0"/>
                <wp:wrapNone/>
                <wp:docPr id="1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Monthly Bill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53" type="#_x0000_t202" style="position:absolute;margin-left:82.8pt;margin-top:2.35pt;width:57.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" o:allowincell="f" stroked="f">
                <v:textbox>
                  <w:txbxContent>
                    <w:p w:rsidR="00FC743E" w:rsidRDefault="00FC743E">
                      <w:pPr>
                        <w:jc w:val="right"/>
                        <w:rPr>
                          <w:b/>
                        </w:rPr>
                      </w:pPr>
                      <w:r>
                        <w:rPr>
                          <w:b/>
                        </w:rPr>
                        <w:t>Monthly Bill</w:t>
                      </w:r>
                    </w:p>
                  </w:txbxContent>
                </v:textbox>
              </v:shape>
            </w:pict>
          </mc:Fallback>
        </mc:AlternateContent>
      </w:r>
    </w:p>
    <w:p w:rsidR="00575855" w:rsidRPr="00575855" w:rsidRDefault="008A76EA" w:rsidP="00575855">
      <w:r>
        <w:rPr>
          <w:noProof/>
        </w:rPr>
        <mc:AlternateContent>
          <mc:Choice Requires="wps">
            <w:drawing>
              <wp:anchor distT="0" distB="0" distL="114299" distR="114299" simplePos="0" relativeHeight="251673600" behindDoc="0" locked="0" layoutInCell="0" allowOverlap="1">
                <wp:simplePos x="0" y="0"/>
                <wp:positionH relativeFrom="column">
                  <wp:posOffset>1783079</wp:posOffset>
                </wp:positionH>
                <wp:positionV relativeFrom="paragraph">
                  <wp:posOffset>-2540</wp:posOffset>
                </wp:positionV>
                <wp:extent cx="0" cy="1638935"/>
                <wp:effectExtent l="0" t="0" r="19050" b="37465"/>
                <wp:wrapNone/>
                <wp:docPr id="1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8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2C4A" id="Line 58"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4pt,-.2pt" to="140.4pt,1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" o:allowincell="f"/>
            </w:pict>
          </mc:Fallback>
        </mc:AlternateContent>
      </w:r>
    </w:p>
    <w:p w:rsidR="00575855" w:rsidRPr="00575855" w:rsidRDefault="008A76EA" w:rsidP="00575855">
      <w:r>
        <w:rPr>
          <w:noProof/>
        </w:rPr>
        <mc:AlternateContent>
          <mc:Choice Requires="wps">
            <w:drawing>
              <wp:anchor distT="0" distB="0" distL="114300" distR="114300" simplePos="0" relativeHeight="251675648" behindDoc="0" locked="0" layoutInCell="0" allowOverlap="1">
                <wp:simplePos x="0" y="0"/>
                <wp:positionH relativeFrom="column">
                  <wp:posOffset>1783080</wp:posOffset>
                </wp:positionH>
                <wp:positionV relativeFrom="paragraph">
                  <wp:posOffset>127000</wp:posOffset>
                </wp:positionV>
                <wp:extent cx="2651760" cy="710565"/>
                <wp:effectExtent l="19050" t="19050" r="34290" b="32385"/>
                <wp:wrapNone/>
                <wp:docPr id="1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51760" cy="71056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B858C" id="Line 59"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4pt,10pt" to="349.2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" o:allowincell="f" strokeweight="2.25pt"/>
            </w:pict>
          </mc:Fallback>
        </mc:AlternateContent>
      </w:r>
    </w:p>
    <w:p w:rsidR="00575855" w:rsidRPr="00575855" w:rsidRDefault="008A76EA" w:rsidP="00575855">
      <w:r>
        <w:rPr>
          <w:noProof/>
        </w:rPr>
        <mc:AlternateContent>
          <mc:Choice Requires="wps">
            <w:drawing>
              <wp:anchor distT="0" distB="0" distL="114300" distR="114300" simplePos="0" relativeHeight="251669504" behindDoc="0" locked="0" layoutInCell="0" allowOverlap="1">
                <wp:simplePos x="0" y="0"/>
                <wp:positionH relativeFrom="column">
                  <wp:posOffset>1417320</wp:posOffset>
                </wp:positionH>
                <wp:positionV relativeFrom="paragraph">
                  <wp:posOffset>103505</wp:posOffset>
                </wp:positionV>
                <wp:extent cx="365760" cy="274320"/>
                <wp:effectExtent l="0" t="0" r="0" b="0"/>
                <wp:wrapNone/>
                <wp:docPr id="1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4" type="#_x0000_t202" style="position:absolute;margin-left:111.6pt;margin-top:8.15pt;width:28.8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amhw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" o:allowincell="f" stroked="f">
                <v:textbox>
                  <w:txbxContent>
                    <w:p w:rsidR="00FC743E" w:rsidRDefault="00FC743E">
                      <w:pPr>
                        <w:jc w:val="right"/>
                      </w:pPr>
                      <w:r>
                        <w:t>50</w:t>
                      </w:r>
                    </w:p>
                  </w:txbxContent>
                </v:textbox>
              </v:shape>
            </w:pict>
          </mc:Fallback>
        </mc:AlternateContent>
      </w:r>
    </w:p>
    <w:p w:rsidR="00575855" w:rsidRPr="00575855" w:rsidRDefault="008A76EA" w:rsidP="00575855">
      <w:r>
        <w:rPr>
          <w:noProof/>
        </w:rPr>
        <mc:AlternateContent>
          <mc:Choice Requires="wps">
            <w:drawing>
              <wp:anchor distT="0" distB="0" distL="114300" distR="114300" simplePos="0" relativeHeight="251671552" behindDoc="0" locked="0" layoutInCell="0" allowOverlap="1">
                <wp:simplePos x="0" y="0"/>
                <wp:positionH relativeFrom="column">
                  <wp:posOffset>4251960</wp:posOffset>
                </wp:positionH>
                <wp:positionV relativeFrom="paragraph">
                  <wp:posOffset>122555</wp:posOffset>
                </wp:positionV>
                <wp:extent cx="914400" cy="274320"/>
                <wp:effectExtent l="0" t="0" r="0" b="0"/>
                <wp:wrapNone/>
                <wp:docPr id="1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copies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55" type="#_x0000_t202" style="position:absolute;margin-left:334.8pt;margin-top:9.65pt;width:1in;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" o:allowincell="f" stroked="f">
                <v:textbox>
                  <w:txbxContent>
                    <w:p w:rsidR="00FC743E" w:rsidRDefault="00FC743E">
                      <w:pPr>
                        <w:rPr>
                          <w:b/>
                        </w:rPr>
                      </w:pPr>
                      <w:r>
                        <w:rPr>
                          <w:b/>
                        </w:rPr>
                        <w:t>copies</w:t>
                      </w:r>
                    </w:p>
                  </w:txbxContent>
                </v:textbox>
              </v:shape>
            </w:pict>
          </mc:Fallback>
        </mc:AlternateContent>
      </w:r>
      <w:r>
        <w:rPr>
          <w:noProof/>
        </w:rPr>
        <mc:AlternateContent>
          <mc:Choice Requires="wps">
            <w:drawing>
              <wp:anchor distT="4294967295" distB="4294967295" distL="114300" distR="114300" simplePos="0" relativeHeight="251674624" behindDoc="0" locked="0" layoutInCell="0" allowOverlap="1">
                <wp:simplePos x="0" y="0"/>
                <wp:positionH relativeFrom="column">
                  <wp:posOffset>1783080</wp:posOffset>
                </wp:positionH>
                <wp:positionV relativeFrom="paragraph">
                  <wp:posOffset>122554</wp:posOffset>
                </wp:positionV>
                <wp:extent cx="2651760" cy="0"/>
                <wp:effectExtent l="0" t="0" r="34290" b="19050"/>
                <wp:wrapNone/>
                <wp:docPr id="1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DBFA5" id="Line 6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4pt,9.65pt" to="349.2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" o:allowincell="f"/>
            </w:pict>
          </mc:Fallback>
        </mc:AlternateConten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line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69.</w:t>
      </w:r>
      <w:r>
        <w:tab/>
      </w:r>
      <w:r w:rsidR="00F30594" w:rsidRPr="00575855">
        <w:t>Graph the following equation and then calculate the slope.</w:t>
      </w:r>
      <w:r w:rsidRPr="00575855">
        <w:t xml:space="preserve"> </w:t>
      </w:r>
      <w:r w:rsidR="00F30594" w:rsidRPr="00575855">
        <w:t>If variable X increases by 5, what will happen to variable Y?</w:t>
      </w:r>
    </w:p>
    <w:p w:rsidR="00575855" w:rsidRPr="00575855" w:rsidRDefault="00F30594" w:rsidP="00575855">
      <w:r w:rsidRPr="00575855">
        <w:t>Y = 45 - 5X</w:t>
      </w:r>
    </w:p>
    <w:p w:rsidR="00575855" w:rsidRPr="00575855" w:rsidRDefault="00575855" w:rsidP="00F92F90">
      <w:pPr>
        <w:pStyle w:val="Explanation"/>
      </w:pPr>
      <w:r w:rsidRPr="00575855">
        <w:t>The graph is shown below. The slope of the line is equal to -5. This implies that if variable X increases by 5, variable Y will fall by 25.</w:t>
      </w:r>
    </w:p>
    <w:p w:rsidR="00575855" w:rsidRPr="00575855" w:rsidRDefault="008A76EA" w:rsidP="00F92F90">
      <w:pPr>
        <w:pStyle w:val="Explanation"/>
      </w:pPr>
      <w:r>
        <w:rPr>
          <w:noProof/>
        </w:rPr>
        <mc:AlternateContent>
          <mc:Choice Requires="wps">
            <w:drawing>
              <wp:anchor distT="0" distB="0" distL="114299" distR="114299" simplePos="0" relativeHeight="251737088" behindDoc="0" locked="0" layoutInCell="0" allowOverlap="1">
                <wp:simplePos x="0" y="0"/>
                <wp:positionH relativeFrom="column">
                  <wp:posOffset>1234439</wp:posOffset>
                </wp:positionH>
                <wp:positionV relativeFrom="paragraph">
                  <wp:posOffset>133350</wp:posOffset>
                </wp:positionV>
                <wp:extent cx="0" cy="2021840"/>
                <wp:effectExtent l="0" t="0" r="19050" b="35560"/>
                <wp:wrapNone/>
                <wp:docPr id="1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1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8C9FE" id="Line 63" o:spid="_x0000_s1026" style="position:absolute;z-index:251737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2pt,10.5pt" to="97.2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4WEFAIAACo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736064" behindDoc="0" locked="0" layoutInCell="0" allowOverlap="1">
                <wp:simplePos x="0" y="0"/>
                <wp:positionH relativeFrom="column">
                  <wp:posOffset>960120</wp:posOffset>
                </wp:positionH>
                <wp:positionV relativeFrom="paragraph">
                  <wp:posOffset>41910</wp:posOffset>
                </wp:positionV>
                <wp:extent cx="274320" cy="274320"/>
                <wp:effectExtent l="0" t="0" r="0" b="0"/>
                <wp:wrapNone/>
                <wp:docPr id="1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855" w:rsidRDefault="00575855">
                            <w:pPr>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56" type="#_x0000_t202" style="position:absolute;left:0;text-align:left;margin-left:75.6pt;margin-top:3.3pt;width:21.6pt;height:21.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eqwg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" o:allowincell="f" stroked="f">
                <v:textbox>
                  <w:txbxContent>
                    <w:p w:rsidR="00575855" w:rsidRDefault="00575855">
                      <w:pPr>
                        <w:rPr>
                          <w:b/>
                        </w:rPr>
                      </w:pPr>
                      <w:r>
                        <w:rPr>
                          <w:b/>
                        </w:rPr>
                        <w:t>Y</w:t>
                      </w:r>
                    </w:p>
                  </w:txbxContent>
                </v:textbox>
              </v:shape>
            </w:pict>
          </mc:Fallback>
        </mc:AlternateContent>
      </w:r>
    </w:p>
    <w:p w:rsidR="00575855" w:rsidRPr="00575855" w:rsidRDefault="008A76EA" w:rsidP="00575855">
      <w:r>
        <w:rPr>
          <w:noProof/>
        </w:rPr>
        <mc:AlternateContent>
          <mc:Choice Requires="wps">
            <w:drawing>
              <wp:anchor distT="0" distB="0" distL="114300" distR="114300" simplePos="0" relativeHeight="251688960" behindDoc="0" locked="0" layoutInCell="1" allowOverlap="1">
                <wp:simplePos x="0" y="0"/>
                <wp:positionH relativeFrom="column">
                  <wp:posOffset>1243965</wp:posOffset>
                </wp:positionH>
                <wp:positionV relativeFrom="paragraph">
                  <wp:posOffset>137160</wp:posOffset>
                </wp:positionV>
                <wp:extent cx="822960" cy="1539875"/>
                <wp:effectExtent l="19050" t="19050" r="34290" b="22225"/>
                <wp:wrapNone/>
                <wp:docPr id="1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15398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A2D81" id="Line 6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95pt,10.8pt" to="162.75pt,1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" strokeweight="2.25pt"/>
            </w:pict>
          </mc:Fallback>
        </mc:AlternateContent>
      </w:r>
      <w:r>
        <w:rPr>
          <w:noProof/>
        </w:rPr>
        <mc:AlternateContent>
          <mc:Choice Requires="wps">
            <w:drawing>
              <wp:anchor distT="0" distB="0" distL="114300" distR="114300" simplePos="0" relativeHeight="251683840" behindDoc="0" locked="0" layoutInCell="0" allowOverlap="1">
                <wp:simplePos x="0" y="0"/>
                <wp:positionH relativeFrom="column">
                  <wp:posOffset>868680</wp:posOffset>
                </wp:positionH>
                <wp:positionV relativeFrom="paragraph">
                  <wp:posOffset>17145</wp:posOffset>
                </wp:positionV>
                <wp:extent cx="365760" cy="274320"/>
                <wp:effectExtent l="0" t="0" r="0" b="0"/>
                <wp:wrapNone/>
                <wp:docPr id="1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57" type="#_x0000_t202" style="position:absolute;margin-left:68.4pt;margin-top:1.35pt;width:28.8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" o:allowincell="f" stroked="f">
                <v:textbox>
                  <w:txbxContent>
                    <w:p w:rsidR="00FC743E" w:rsidRDefault="00FC743E">
                      <w:pPr>
                        <w:jc w:val="right"/>
                      </w:pPr>
                      <w:r>
                        <w:t>45</w:t>
                      </w:r>
                    </w:p>
                  </w:txbxContent>
                </v:textbox>
              </v:shape>
            </w:pict>
          </mc:Fallback>
        </mc:AlternateContent>
      </w:r>
    </w:p>
    <w:p w:rsidR="00575855" w:rsidRPr="00575855" w:rsidRDefault="008A76EA" w:rsidP="00575855">
      <w:r>
        <w:rPr>
          <w:noProof/>
        </w:rPr>
        <mc:AlternateContent>
          <mc:Choice Requires="wps">
            <w:drawing>
              <wp:anchor distT="0" distB="0" distL="114300" distR="114300" simplePos="0" relativeHeight="251682816" behindDoc="0" locked="0" layoutInCell="1" allowOverlap="1">
                <wp:simplePos x="0" y="0"/>
                <wp:positionH relativeFrom="column">
                  <wp:posOffset>1965960</wp:posOffset>
                </wp:positionH>
                <wp:positionV relativeFrom="paragraph">
                  <wp:posOffset>80645</wp:posOffset>
                </wp:positionV>
                <wp:extent cx="274320" cy="274320"/>
                <wp:effectExtent l="0" t="0" r="0" b="0"/>
                <wp:wrapNone/>
                <wp:docPr id="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8" type="#_x0000_t202" style="position:absolute;margin-left:154.8pt;margin-top:6.35pt;width:21.6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" stroked="f">
                <v:textbox>
                  <w:txbxContent>
                    <w:p w:rsidR="00FC743E" w:rsidRDefault="00FC743E">
                      <w:r>
                        <w:t>9</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3520440</wp:posOffset>
                </wp:positionH>
                <wp:positionV relativeFrom="paragraph">
                  <wp:posOffset>71120</wp:posOffset>
                </wp:positionV>
                <wp:extent cx="274320" cy="274320"/>
                <wp:effectExtent l="0" t="0" r="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9" type="#_x0000_t202" style="position:absolute;margin-left:277.2pt;margin-top:5.6pt;width:21.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" stroked="f">
                <v:textbox>
                  <w:txbxContent>
                    <w:p w:rsidR="00FC743E" w:rsidRDefault="00FC743E">
                      <w:pPr>
                        <w:rPr>
                          <w:b/>
                        </w:rPr>
                      </w:pPr>
                      <w:r>
                        <w:rPr>
                          <w:b/>
                        </w:rPr>
                        <w:t>X</w:t>
                      </w:r>
                    </w:p>
                  </w:txbxContent>
                </v:textbox>
              </v:shape>
            </w:pict>
          </mc:Fallback>
        </mc:AlternateContent>
      </w:r>
      <w:r>
        <w:rPr>
          <w:noProof/>
        </w:rPr>
        <mc:AlternateContent>
          <mc:Choice Requires="wps">
            <w:drawing>
              <wp:anchor distT="4294967295" distB="4294967295" distL="114300" distR="114300" simplePos="0" relativeHeight="251687936" behindDoc="0" locked="0" layoutInCell="1" allowOverlap="1">
                <wp:simplePos x="0" y="0"/>
                <wp:positionH relativeFrom="column">
                  <wp:posOffset>1234440</wp:posOffset>
                </wp:positionH>
                <wp:positionV relativeFrom="paragraph">
                  <wp:posOffset>90169</wp:posOffset>
                </wp:positionV>
                <wp:extent cx="2560320" cy="0"/>
                <wp:effectExtent l="0" t="0" r="30480" b="19050"/>
                <wp:wrapNone/>
                <wp:docPr id="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FC2EA" id="Line 69"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2pt,7.1pt" to="298.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JbEw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"/>
            </w:pict>
          </mc:Fallback>
        </mc:AlternateContent>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line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70.</w:t>
      </w:r>
      <w:r>
        <w:tab/>
      </w:r>
      <w:r w:rsidR="00F30594" w:rsidRPr="00575855">
        <w:t>The following equation describes the relationship between the price of scanners (P) and the quantity that buyers will purchase each week (Q):</w:t>
      </w:r>
    </w:p>
    <w:p w:rsidR="00575855" w:rsidRPr="00575855" w:rsidRDefault="00F30594" w:rsidP="00575855">
      <w:r w:rsidRPr="00575855">
        <w:t>Q = 300 – 2P.</w:t>
      </w:r>
    </w:p>
    <w:p w:rsidR="00575855" w:rsidRPr="00575855" w:rsidRDefault="00F30594" w:rsidP="00575855">
      <w:r w:rsidRPr="00575855">
        <w:t>The following equation describes the relationship between the price of scanners (P) and the quantity that sellers will sell each week (Q):</w:t>
      </w:r>
    </w:p>
    <w:p w:rsidR="00575855" w:rsidRPr="00575855" w:rsidRDefault="00F30594" w:rsidP="00575855">
      <w:r w:rsidRPr="00575855">
        <w:t>Q = 3P.</w:t>
      </w:r>
    </w:p>
    <w:p w:rsidR="00575855" w:rsidRPr="00575855" w:rsidRDefault="00F30594" w:rsidP="00575855">
      <w:r w:rsidRPr="00575855">
        <w:t>On a graph (with Q on the horizontal axis and P on the vertical axis), plot the two equations using the following values for P: $30, $40, $50, $60, and $70.</w:t>
      </w:r>
      <w:r w:rsidR="00575855" w:rsidRPr="00575855">
        <w:t xml:space="preserve"> </w:t>
      </w:r>
      <w:r w:rsidRPr="00575855">
        <w:t>At what price do the two curves intersect?</w:t>
      </w:r>
      <w:r w:rsidR="00575855" w:rsidRPr="00575855">
        <w:t xml:space="preserve"> </w:t>
      </w:r>
      <w:r w:rsidRPr="00575855">
        <w:t>What is the quantity of scanners at this point?</w:t>
      </w:r>
    </w:p>
    <w:p w:rsidR="00575855" w:rsidRPr="00575855" w:rsidRDefault="00575855" w:rsidP="00F92F90">
      <w:pPr>
        <w:pStyle w:val="Explanation"/>
      </w:pPr>
      <w:r w:rsidRPr="00575855">
        <w:lastRenderedPageBreak/>
        <w:t>The graph is drawn below. The two lines intersect at a price of $60. The quantity of scanners at that price is 180.</w:t>
      </w:r>
    </w:p>
    <w:p w:rsidR="00575855" w:rsidRPr="00575855" w:rsidRDefault="008A76EA" w:rsidP="00575855">
      <w:pPr>
        <w:rPr>
          <w:b/>
        </w:rPr>
      </w:pPr>
      <w:r>
        <w:rPr>
          <w:noProof/>
        </w:rPr>
        <w:drawing>
          <wp:inline distT="0" distB="0" distL="0" distR="0">
            <wp:extent cx="2628900" cy="2009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0" cy="2009775"/>
                    </a:xfrm>
                    <a:prstGeom prst="rect">
                      <a:avLst/>
                    </a:prstGeom>
                    <a:noFill/>
                    <a:ln>
                      <a:noFill/>
                    </a:ln>
                  </pic:spPr>
                </pic:pic>
              </a:graphicData>
            </a:graphic>
          </wp:inline>
        </w:drawing>
      </w:r>
    </w:p>
    <w:p w:rsidR="00575855" w:rsidRPr="00575855" w:rsidRDefault="00F92F90" w:rsidP="00F92F90">
      <w:pPr>
        <w:pStyle w:val="Diff"/>
      </w:pPr>
      <w:r w:rsidRPr="00575855">
        <w:t>Diff:</w:t>
      </w:r>
      <w:r w:rsidR="00F30594" w:rsidRPr="00575855">
        <w:t xml:space="preserve"> 3</w:t>
      </w:r>
      <w:r w:rsidR="00575855" w:rsidRPr="00575855">
        <w:tab/>
      </w:r>
      <w:r w:rsidR="00F30594" w:rsidRPr="00575855">
        <w:t>Skill: Analytical</w:t>
      </w:r>
      <w:r w:rsidR="00575855" w:rsidRPr="00575855">
        <w:tab/>
      </w:r>
      <w:r w:rsidR="00F30594" w:rsidRPr="00575855">
        <w:t>Topic: simultaneous equations</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71.</w:t>
      </w:r>
      <w:r>
        <w:tab/>
      </w:r>
      <w:r w:rsidR="00F30594" w:rsidRPr="00575855">
        <w:t>Graph the relationship between variables X and Y according to the table below:</w:t>
      </w:r>
    </w:p>
    <w:p w:rsidR="00575855" w:rsidRPr="00575855" w:rsidRDefault="00287418" w:rsidP="00575855">
      <w:r w:rsidRPr="00575855">
        <w:rPr>
          <w:noProof/>
        </w:rPr>
        <w:drawing>
          <wp:inline distT="0" distB="0" distL="0" distR="0" wp14:anchorId="29A31F2E" wp14:editId="71EFF782">
            <wp:extent cx="533400" cy="981075"/>
            <wp:effectExtent l="0" t="0" r="0"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981075"/>
                    </a:xfrm>
                    <a:prstGeom prst="rect">
                      <a:avLst/>
                    </a:prstGeom>
                    <a:noFill/>
                    <a:ln>
                      <a:noFill/>
                    </a:ln>
                  </pic:spPr>
                </pic:pic>
              </a:graphicData>
            </a:graphic>
          </wp:inline>
        </w:drawing>
      </w:r>
    </w:p>
    <w:p w:rsidR="00575855" w:rsidRPr="00575855" w:rsidRDefault="00575855" w:rsidP="00575855">
      <w:r w:rsidRPr="00575855">
        <w:tab/>
      </w:r>
      <w:r w:rsidR="00F30594" w:rsidRPr="00575855">
        <w:t>Answer:</w:t>
      </w:r>
    </w:p>
    <w:p w:rsidR="00575855" w:rsidRPr="00575855" w:rsidRDefault="00575855" w:rsidP="00F92F90">
      <w:pPr>
        <w:pStyle w:val="Explanation"/>
      </w:pPr>
      <w:r w:rsidRPr="00575855">
        <w:rPr>
          <w:noProof/>
        </w:rPr>
        <w:drawing>
          <wp:inline distT="0" distB="0" distL="0" distR="0" wp14:anchorId="4EEA8899" wp14:editId="16872529">
            <wp:extent cx="1600200" cy="156210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1562100"/>
                    </a:xfrm>
                    <a:prstGeom prst="rect">
                      <a:avLst/>
                    </a:prstGeom>
                    <a:noFill/>
                    <a:ln>
                      <a:noFill/>
                    </a:ln>
                  </pic:spPr>
                </pic:pic>
              </a:graphicData>
            </a:graphic>
          </wp:inline>
        </w:drawing>
      </w:r>
    </w:p>
    <w:p w:rsidR="00575855" w:rsidRPr="00575855" w:rsidRDefault="00F92F90" w:rsidP="00F92F90">
      <w:pPr>
        <w:pStyle w:val="Diff"/>
      </w:pPr>
      <w:r w:rsidRPr="00575855">
        <w:t>Diff:</w:t>
      </w:r>
      <w:r w:rsidR="00F30594" w:rsidRPr="00575855">
        <w:t xml:space="preserve"> 1</w:t>
      </w:r>
      <w:r w:rsidR="00575855" w:rsidRPr="00575855">
        <w:tab/>
      </w:r>
      <w:r w:rsidR="00F30594" w:rsidRPr="00575855">
        <w:t>Skill: Analytical</w:t>
      </w:r>
      <w:r w:rsidR="00575855" w:rsidRPr="00575855">
        <w:tab/>
      </w:r>
      <w:r w:rsidR="00F30594" w:rsidRPr="00575855">
        <w:t>Topic: line graph</w:t>
      </w:r>
    </w:p>
    <w:p w:rsidR="00575855" w:rsidRPr="00575855" w:rsidRDefault="00575855" w:rsidP="00575855">
      <w:pPr>
        <w:pStyle w:val="NL"/>
      </w:pPr>
      <w:r w:rsidRPr="00575855">
        <w:t>72.</w:t>
      </w:r>
      <w:r>
        <w:tab/>
      </w:r>
      <w:r w:rsidR="00F30594" w:rsidRPr="00575855">
        <w:t>Assume that at very low tax rates the government collects a very modest amount of revenue from personal taxes. As the rate is raised the government collects more revenue but at a decreasing rate. Suppose furthermore that at some tax rate of let’s say 30% the total amount of tax revenue is maximized. Any tax rate above that leads to a reduction in tax revenue collected. From this information and that contained in the table below graph the relationship between the tax rate and tax revenue with the tax rate on the horizontal axis and tax revenue on the vertical axis.</w:t>
      </w:r>
    </w:p>
    <w:p w:rsidR="00F30594" w:rsidRPr="00575855" w:rsidRDefault="00F30594" w:rsidP="00575855"/>
    <w:tbl>
      <w:tblPr>
        <w:tblW w:w="2432" w:type="dxa"/>
        <w:tblInd w:w="1440" w:type="dxa"/>
        <w:tblLook w:val="0000" w:firstRow="0" w:lastRow="0" w:firstColumn="0" w:lastColumn="0" w:noHBand="0" w:noVBand="0"/>
      </w:tblPr>
      <w:tblGrid>
        <w:gridCol w:w="1243"/>
        <w:gridCol w:w="1643"/>
      </w:tblGrid>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lastRenderedPageBreak/>
              <w:t>Tax Rate</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Tax Revenue</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0</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10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10</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20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15</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30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18</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40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15</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50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10</w:t>
            </w:r>
          </w:p>
        </w:tc>
      </w:tr>
      <w:tr w:rsidR="00F30594" w:rsidRPr="00575855">
        <w:trPr>
          <w:trHeight w:val="255"/>
        </w:trPr>
        <w:tc>
          <w:tcPr>
            <w:tcW w:w="996" w:type="dxa"/>
            <w:tcBorders>
              <w:top w:val="nil"/>
              <w:left w:val="nil"/>
              <w:bottom w:val="nil"/>
              <w:right w:val="nil"/>
            </w:tcBorders>
            <w:noWrap/>
            <w:vAlign w:val="bottom"/>
          </w:tcPr>
          <w:p w:rsidR="00F30594" w:rsidRPr="00575855" w:rsidRDefault="00575855" w:rsidP="00F92F90">
            <w:pPr>
              <w:pStyle w:val="Explanation"/>
            </w:pPr>
            <w:r w:rsidRPr="00575855">
              <w:t>60</w:t>
            </w:r>
          </w:p>
        </w:tc>
        <w:tc>
          <w:tcPr>
            <w:tcW w:w="1436" w:type="dxa"/>
            <w:tcBorders>
              <w:top w:val="nil"/>
              <w:left w:val="nil"/>
              <w:bottom w:val="nil"/>
              <w:right w:val="nil"/>
            </w:tcBorders>
            <w:noWrap/>
            <w:vAlign w:val="bottom"/>
          </w:tcPr>
          <w:p w:rsidR="00F30594" w:rsidRPr="00575855" w:rsidRDefault="00575855" w:rsidP="00F92F90">
            <w:pPr>
              <w:pStyle w:val="Explanation"/>
            </w:pPr>
            <w:r w:rsidRPr="00575855">
              <w:t>0</w:t>
            </w:r>
          </w:p>
        </w:tc>
      </w:tr>
    </w:tbl>
    <w:p w:rsidR="00575855" w:rsidRPr="00575855" w:rsidRDefault="00575855" w:rsidP="00575855"/>
    <w:p w:rsidR="00575855" w:rsidRPr="00575855" w:rsidRDefault="00287418" w:rsidP="00575855">
      <w:r w:rsidRPr="00575855">
        <w:rPr>
          <w:noProof/>
        </w:rPr>
        <w:drawing>
          <wp:inline distT="0" distB="0" distL="0" distR="0" wp14:anchorId="3A58702F" wp14:editId="6DD4925D">
            <wp:extent cx="3295650" cy="268605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95650" cy="2686050"/>
                    </a:xfrm>
                    <a:prstGeom prst="rect">
                      <a:avLst/>
                    </a:prstGeom>
                    <a:noFill/>
                    <a:ln>
                      <a:noFill/>
                    </a:ln>
                  </pic:spPr>
                </pic:pic>
              </a:graphicData>
            </a:graphic>
          </wp:inline>
        </w:drawing>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non-linear graph</w:t>
      </w:r>
    </w:p>
    <w:p w:rsidR="00575855" w:rsidRPr="00575855" w:rsidRDefault="00F92F90" w:rsidP="00F92F90">
      <w:pPr>
        <w:pStyle w:val="AACSB"/>
      </w:pPr>
      <w:r w:rsidRPr="00575855">
        <w:t>AACSB</w:t>
      </w:r>
      <w:r w:rsidR="00F30594" w:rsidRPr="00575855">
        <w:t>:</w:t>
      </w:r>
    </w:p>
    <w:p w:rsidR="00575855" w:rsidRPr="00575855" w:rsidRDefault="00575855" w:rsidP="00575855">
      <w:pPr>
        <w:pStyle w:val="NL"/>
      </w:pPr>
      <w:r w:rsidRPr="00575855">
        <w:t>73.</w:t>
      </w:r>
      <w:r>
        <w:tab/>
      </w:r>
      <w:r w:rsidR="00F30594" w:rsidRPr="00575855">
        <w:t>Suppose that as wages increase the quantity of labor supplied increases as well. However, assume that at some point as indicated in the table below increases in wages actually lead to a reduction in the quantity of labor supplied. Graph this relationship with the quantity of labor on the horizontal axis and the wage rate on the vertical axis.</w:t>
      </w:r>
    </w:p>
    <w:p w:rsidR="00F30594" w:rsidRPr="00575855" w:rsidRDefault="00F30594" w:rsidP="00575855"/>
    <w:tbl>
      <w:tblPr>
        <w:tblW w:w="2832" w:type="dxa"/>
        <w:tblInd w:w="1440" w:type="dxa"/>
        <w:tblLook w:val="0000" w:firstRow="0" w:lastRow="0" w:firstColumn="0" w:lastColumn="0" w:noHBand="0" w:noVBand="0"/>
      </w:tblPr>
      <w:tblGrid>
        <w:gridCol w:w="1350"/>
        <w:gridCol w:w="1856"/>
      </w:tblGrid>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lastRenderedPageBreak/>
              <w:t>Wage</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Quantity of Labor</w:t>
            </w:r>
          </w:p>
        </w:tc>
      </w:tr>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t>10</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10</w:t>
            </w:r>
          </w:p>
        </w:tc>
      </w:tr>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t>20</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20</w:t>
            </w:r>
          </w:p>
        </w:tc>
      </w:tr>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t>30</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25</w:t>
            </w:r>
          </w:p>
        </w:tc>
      </w:tr>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t>40</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30</w:t>
            </w:r>
          </w:p>
        </w:tc>
      </w:tr>
      <w:tr w:rsidR="00F30594" w:rsidRPr="00575855">
        <w:trPr>
          <w:trHeight w:val="255"/>
        </w:trPr>
        <w:tc>
          <w:tcPr>
            <w:tcW w:w="976" w:type="dxa"/>
            <w:tcBorders>
              <w:top w:val="nil"/>
              <w:left w:val="nil"/>
              <w:bottom w:val="nil"/>
              <w:right w:val="nil"/>
            </w:tcBorders>
            <w:noWrap/>
            <w:vAlign w:val="bottom"/>
          </w:tcPr>
          <w:p w:rsidR="00F30594" w:rsidRPr="00575855" w:rsidRDefault="00575855" w:rsidP="00F92F90">
            <w:pPr>
              <w:pStyle w:val="Explanation"/>
            </w:pPr>
            <w:r w:rsidRPr="00575855">
              <w:t>50</w:t>
            </w:r>
          </w:p>
        </w:tc>
        <w:tc>
          <w:tcPr>
            <w:tcW w:w="1856" w:type="dxa"/>
            <w:tcBorders>
              <w:top w:val="nil"/>
              <w:left w:val="nil"/>
              <w:bottom w:val="nil"/>
              <w:right w:val="nil"/>
            </w:tcBorders>
            <w:noWrap/>
            <w:vAlign w:val="bottom"/>
          </w:tcPr>
          <w:p w:rsidR="00F30594" w:rsidRPr="00575855" w:rsidRDefault="00575855" w:rsidP="00F92F90">
            <w:pPr>
              <w:pStyle w:val="Explanation"/>
            </w:pPr>
            <w:r w:rsidRPr="00575855">
              <w:t>25</w:t>
            </w:r>
          </w:p>
        </w:tc>
      </w:tr>
    </w:tbl>
    <w:p w:rsidR="00575855" w:rsidRPr="00575855" w:rsidRDefault="00575855" w:rsidP="00575855"/>
    <w:p w:rsidR="00575855" w:rsidRPr="00575855" w:rsidRDefault="00287418" w:rsidP="00575855">
      <w:r w:rsidRPr="00575855">
        <w:rPr>
          <w:noProof/>
        </w:rPr>
        <w:drawing>
          <wp:inline distT="0" distB="0" distL="0" distR="0" wp14:anchorId="39566106" wp14:editId="41D4F84C">
            <wp:extent cx="3448050" cy="2676525"/>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0" cy="2676525"/>
                    </a:xfrm>
                    <a:prstGeom prst="rect">
                      <a:avLst/>
                    </a:prstGeom>
                    <a:noFill/>
                    <a:ln>
                      <a:noFill/>
                    </a:ln>
                  </pic:spPr>
                </pic:pic>
              </a:graphicData>
            </a:graphic>
          </wp:inline>
        </w:drawing>
      </w:r>
    </w:p>
    <w:p w:rsidR="00575855" w:rsidRPr="00575855" w:rsidRDefault="00F92F90" w:rsidP="00F92F90">
      <w:pPr>
        <w:pStyle w:val="Diff"/>
      </w:pPr>
      <w:r w:rsidRPr="00575855">
        <w:t>Diff:</w:t>
      </w:r>
      <w:r w:rsidR="00F30594" w:rsidRPr="00575855">
        <w:t xml:space="preserve"> 2</w:t>
      </w:r>
      <w:r w:rsidR="00575855" w:rsidRPr="00575855">
        <w:tab/>
      </w:r>
      <w:r w:rsidR="00F30594" w:rsidRPr="00575855">
        <w:t>Skill: Analytical</w:t>
      </w:r>
      <w:r w:rsidR="00575855" w:rsidRPr="00575855">
        <w:tab/>
      </w:r>
      <w:r w:rsidR="00F30594" w:rsidRPr="00575855">
        <w:t>Topic: non-linear graph</w:t>
      </w:r>
    </w:p>
    <w:p w:rsidR="00F30594" w:rsidRPr="00575855" w:rsidRDefault="00F92F90" w:rsidP="00F92F90">
      <w:pPr>
        <w:pStyle w:val="AACSB"/>
      </w:pPr>
      <w:r w:rsidRPr="00575855">
        <w:t>AACSB</w:t>
      </w:r>
      <w:r w:rsidR="00F30594" w:rsidRPr="00575855">
        <w:t>:</w:t>
      </w:r>
    </w:p>
    <w:sectPr w:rsidR="00F30594" w:rsidRPr="00575855" w:rsidSect="006C57DB">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36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7C6" w:rsidRDefault="00F317C6">
      <w:r>
        <w:separator/>
      </w:r>
    </w:p>
  </w:endnote>
  <w:endnote w:type="continuationSeparator" w:id="0">
    <w:p w:rsidR="00F317C6" w:rsidRDefault="00F3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6C57DB" w:rsidRDefault="006C57DB" w:rsidP="006C57DB">
    <w:pPr>
      <w:jc w:val="center"/>
      <w:rPr>
        <w:sz w:val="18"/>
        <w:szCs w:val="18"/>
      </w:rPr>
    </w:pPr>
    <w:r w:rsidRPr="006C57DB">
      <w:rPr>
        <w:sz w:val="18"/>
        <w:szCs w:val="18"/>
      </w:rPr>
      <w:t>Copyright © 201</w:t>
    </w:r>
    <w:r w:rsidR="008A76EA">
      <w:rPr>
        <w:sz w:val="18"/>
        <w:szCs w:val="18"/>
      </w:rPr>
      <w:t>7</w:t>
    </w:r>
    <w:r w:rsidRPr="006C57DB">
      <w:rPr>
        <w:sz w:val="18"/>
        <w:szCs w:val="18"/>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6C57DB" w:rsidRDefault="006C57DB" w:rsidP="006C57DB">
    <w:pPr>
      <w:jc w:val="center"/>
      <w:rPr>
        <w:sz w:val="18"/>
        <w:szCs w:val="18"/>
      </w:rPr>
    </w:pPr>
    <w:r w:rsidRPr="006C57DB">
      <w:rPr>
        <w:sz w:val="18"/>
        <w:szCs w:val="18"/>
      </w:rPr>
      <w:t>Copyright © 201</w:t>
    </w:r>
    <w:r w:rsidR="008A76EA">
      <w:rPr>
        <w:sz w:val="18"/>
        <w:szCs w:val="18"/>
      </w:rPr>
      <w:t>7</w:t>
    </w:r>
    <w:bookmarkStart w:id="0" w:name="_GoBack"/>
    <w:bookmarkEnd w:id="0"/>
    <w:r w:rsidRPr="006C57DB">
      <w:rPr>
        <w:sz w:val="18"/>
        <w:szCs w:val="18"/>
      </w:rPr>
      <w:t xml:space="preserve">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7DB" w:rsidRPr="006C57DB" w:rsidRDefault="0052294A" w:rsidP="006C57DB">
    <w:pPr>
      <w:jc w:val="center"/>
      <w:rPr>
        <w:rFonts w:ascii="Arial Black" w:hAnsi="Arial Black"/>
        <w:sz w:val="16"/>
      </w:rPr>
    </w:pPr>
    <w:r w:rsidRPr="006C57DB">
      <w:rPr>
        <w:rFonts w:ascii="Arial Black" w:hAnsi="Arial Black"/>
        <w:sz w:val="16"/>
      </w:rPr>
      <w:fldChar w:fldCharType="begin"/>
    </w:r>
    <w:r w:rsidR="006C57DB" w:rsidRPr="006C57DB">
      <w:rPr>
        <w:rFonts w:ascii="Arial Black" w:hAnsi="Arial Black"/>
        <w:sz w:val="16"/>
      </w:rPr>
      <w:instrText xml:space="preserve"> PAGE  \* MERGEFORMAT </w:instrText>
    </w:r>
    <w:r w:rsidRPr="006C57DB">
      <w:rPr>
        <w:rFonts w:ascii="Arial Black" w:hAnsi="Arial Black"/>
        <w:sz w:val="16"/>
      </w:rPr>
      <w:fldChar w:fldCharType="separate"/>
    </w:r>
    <w:r w:rsidR="008A76EA">
      <w:rPr>
        <w:rFonts w:ascii="Arial Black" w:hAnsi="Arial Black"/>
        <w:noProof/>
        <w:sz w:val="16"/>
      </w:rPr>
      <w:t>1</w:t>
    </w:r>
    <w:r w:rsidRPr="006C57DB">
      <w:rPr>
        <w:rFonts w:ascii="Arial Black" w:hAnsi="Arial Black"/>
        <w:sz w:val="16"/>
      </w:rPr>
      <w:fldChar w:fldCharType="end"/>
    </w:r>
  </w:p>
  <w:p w:rsidR="00FC743E" w:rsidRPr="006C57DB" w:rsidRDefault="006C57DB" w:rsidP="006C57DB">
    <w:pPr>
      <w:jc w:val="center"/>
      <w:rPr>
        <w:sz w:val="18"/>
      </w:rPr>
    </w:pPr>
    <w:r w:rsidRPr="006C57DB">
      <w:rPr>
        <w:sz w:val="18"/>
      </w:rPr>
      <w:t>Copyright © 201</w:t>
    </w:r>
    <w:r w:rsidR="008A76EA">
      <w:rPr>
        <w:sz w:val="18"/>
      </w:rPr>
      <w:t>7</w:t>
    </w:r>
    <w:r w:rsidRPr="006C57DB">
      <w:rPr>
        <w:sz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7C6" w:rsidRDefault="00F317C6">
      <w:r>
        <w:separator/>
      </w:r>
    </w:p>
  </w:footnote>
  <w:footnote w:type="continuationSeparator" w:id="0">
    <w:p w:rsidR="00F317C6" w:rsidRDefault="00F317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6C57DB" w:rsidRDefault="0052294A" w:rsidP="006C57DB">
    <w:pPr>
      <w:tabs>
        <w:tab w:val="right" w:pos="9360"/>
      </w:tabs>
      <w:rPr>
        <w:sz w:val="18"/>
      </w:rPr>
    </w:pPr>
    <w:r w:rsidRPr="006C57DB">
      <w:rPr>
        <w:rFonts w:ascii="Arial Black" w:hAnsi="Arial Black"/>
        <w:sz w:val="16"/>
      </w:rPr>
      <w:fldChar w:fldCharType="begin"/>
    </w:r>
    <w:r w:rsidR="006C57DB" w:rsidRPr="006C57DB">
      <w:rPr>
        <w:rFonts w:ascii="Arial Black" w:hAnsi="Arial Black"/>
        <w:sz w:val="16"/>
      </w:rPr>
      <w:instrText xml:space="preserve"> PAGE  \* MERGEFORMAT </w:instrText>
    </w:r>
    <w:r w:rsidRPr="006C57DB">
      <w:rPr>
        <w:rFonts w:ascii="Arial Black" w:hAnsi="Arial Black"/>
        <w:sz w:val="16"/>
      </w:rPr>
      <w:fldChar w:fldCharType="separate"/>
    </w:r>
    <w:r w:rsidR="008A76EA">
      <w:rPr>
        <w:rFonts w:ascii="Arial Black" w:hAnsi="Arial Black"/>
        <w:noProof/>
        <w:sz w:val="16"/>
      </w:rPr>
      <w:t>6</w:t>
    </w:r>
    <w:r w:rsidRPr="006C57DB">
      <w:rPr>
        <w:rFonts w:ascii="Arial Black" w:hAnsi="Arial Black"/>
        <w:sz w:val="16"/>
      </w:rPr>
      <w:fldChar w:fldCharType="end"/>
    </w:r>
    <w:r w:rsidR="006C57DB">
      <w:rPr>
        <w:sz w:val="18"/>
      </w:rPr>
      <w:t xml:space="preserve">    Case/Fair/Oster, </w:t>
    </w:r>
    <w:r w:rsidR="00474CCE" w:rsidRPr="00474CCE">
      <w:rPr>
        <w:i/>
        <w:sz w:val="18"/>
      </w:rPr>
      <w:t>Principles of Macroeconomics,</w:t>
    </w:r>
    <w:r w:rsidR="006C57DB">
      <w:rPr>
        <w:sz w:val="18"/>
      </w:rPr>
      <w:t xml:space="preserve"> 1</w:t>
    </w:r>
    <w:r w:rsidR="008A76EA">
      <w:rPr>
        <w:sz w:val="18"/>
      </w:rPr>
      <w:t>2</w:t>
    </w:r>
    <w:r w:rsidR="006C57DB">
      <w:rPr>
        <w:sz w:val="18"/>
      </w:rPr>
      <w:t>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6C57DB" w:rsidRDefault="006C57DB" w:rsidP="006C57DB">
    <w:pPr>
      <w:tabs>
        <w:tab w:val="right" w:pos="9360"/>
      </w:tabs>
      <w:jc w:val="right"/>
      <w:rPr>
        <w:sz w:val="18"/>
      </w:rPr>
    </w:pPr>
    <w:r>
      <w:rPr>
        <w:sz w:val="18"/>
      </w:rPr>
      <w:t>Chapter 1: The Scope and Method of Economics</w:t>
    </w:r>
    <w:r w:rsidRPr="006C57DB">
      <w:rPr>
        <w:sz w:val="18"/>
      </w:rPr>
      <w:t xml:space="preserve">    </w:t>
    </w:r>
    <w:r w:rsidR="0052294A" w:rsidRPr="006C57DB">
      <w:rPr>
        <w:rFonts w:ascii="Arial Black" w:hAnsi="Arial Black"/>
        <w:sz w:val="16"/>
      </w:rPr>
      <w:fldChar w:fldCharType="begin"/>
    </w:r>
    <w:r w:rsidRPr="006C57DB">
      <w:rPr>
        <w:rFonts w:ascii="Arial Black" w:hAnsi="Arial Black"/>
        <w:sz w:val="16"/>
      </w:rPr>
      <w:instrText xml:space="preserve"> PAGE  \* MERGEFORMAT </w:instrText>
    </w:r>
    <w:r w:rsidR="0052294A" w:rsidRPr="006C57DB">
      <w:rPr>
        <w:rFonts w:ascii="Arial Black" w:hAnsi="Arial Black"/>
        <w:sz w:val="16"/>
      </w:rPr>
      <w:fldChar w:fldCharType="separate"/>
    </w:r>
    <w:r w:rsidR="008A76EA">
      <w:rPr>
        <w:rFonts w:ascii="Arial Black" w:hAnsi="Arial Black"/>
        <w:noProof/>
        <w:sz w:val="16"/>
      </w:rPr>
      <w:t>3</w:t>
    </w:r>
    <w:r w:rsidR="0052294A" w:rsidRPr="006C57DB">
      <w:rPr>
        <w:rFonts w:ascii="Arial Black" w:hAnsi="Arial Black"/>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EA" w:rsidRDefault="008A76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D2531"/>
    <w:multiLevelType w:val="hybridMultilevel"/>
    <w:tmpl w:val="21728A7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BE48BE"/>
    <w:multiLevelType w:val="hybridMultilevel"/>
    <w:tmpl w:val="74429D40"/>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F9C1EF8"/>
    <w:multiLevelType w:val="hybridMultilevel"/>
    <w:tmpl w:val="89FC2DF4"/>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2187EF2"/>
    <w:multiLevelType w:val="hybridMultilevel"/>
    <w:tmpl w:val="A5FAECFC"/>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23F6795"/>
    <w:multiLevelType w:val="hybridMultilevel"/>
    <w:tmpl w:val="9B4E9D7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CBF7856"/>
    <w:multiLevelType w:val="singleLevel"/>
    <w:tmpl w:val="85AA3462"/>
    <w:lvl w:ilvl="0">
      <w:start w:val="1"/>
      <w:numFmt w:val="lowerLetter"/>
      <w:lvlText w:val="(%1.)"/>
      <w:lvlJc w:val="left"/>
      <w:pPr>
        <w:tabs>
          <w:tab w:val="num" w:pos="1440"/>
        </w:tabs>
        <w:ind w:left="1440" w:hanging="720"/>
      </w:pPr>
      <w:rPr>
        <w:rFonts w:cs="Times New Roman" w:hint="default"/>
      </w:rPr>
    </w:lvl>
  </w:abstractNum>
  <w:abstractNum w:abstractNumId="6" w15:restartNumberingAfterBreak="0">
    <w:nsid w:val="5E343535"/>
    <w:multiLevelType w:val="hybridMultilevel"/>
    <w:tmpl w:val="F54AD464"/>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04037C9"/>
    <w:multiLevelType w:val="hybridMultilevel"/>
    <w:tmpl w:val="6DD2A82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3A42BB8"/>
    <w:multiLevelType w:val="singleLevel"/>
    <w:tmpl w:val="F234728C"/>
    <w:lvl w:ilvl="0">
      <w:start w:val="4"/>
      <w:numFmt w:val="decimal"/>
      <w:lvlText w:val="(%1.)"/>
      <w:lvlJc w:val="left"/>
      <w:pPr>
        <w:tabs>
          <w:tab w:val="num" w:pos="1440"/>
        </w:tabs>
        <w:ind w:left="1440" w:hanging="720"/>
      </w:pPr>
      <w:rPr>
        <w:rFonts w:cs="Times New Roman" w:hint="default"/>
      </w:rPr>
    </w:lvl>
  </w:abstractNum>
  <w:abstractNum w:abstractNumId="9" w15:restartNumberingAfterBreak="0">
    <w:nsid w:val="77D757D2"/>
    <w:multiLevelType w:val="singleLevel"/>
    <w:tmpl w:val="D9FC4962"/>
    <w:lvl w:ilvl="0">
      <w:start w:val="1"/>
      <w:numFmt w:val="lowerLetter"/>
      <w:lvlText w:val="(%1.)"/>
      <w:lvlJc w:val="left"/>
      <w:pPr>
        <w:tabs>
          <w:tab w:val="num" w:pos="1440"/>
        </w:tabs>
        <w:ind w:left="1440" w:hanging="720"/>
      </w:pPr>
      <w:rPr>
        <w:rFonts w:cs="Times New Roman" w:hint="default"/>
      </w:rPr>
    </w:lvl>
  </w:abstractNum>
  <w:num w:numId="1">
    <w:abstractNumId w:val="5"/>
  </w:num>
  <w:num w:numId="2">
    <w:abstractNumId w:val="9"/>
  </w:num>
  <w:num w:numId="3">
    <w:abstractNumId w:val="8"/>
  </w:num>
  <w:num w:numId="4">
    <w:abstractNumId w:val="3"/>
  </w:num>
  <w:num w:numId="5">
    <w:abstractNumId w:val="1"/>
  </w:num>
  <w:num w:numId="6">
    <w:abstractNumId w:val="7"/>
  </w:num>
  <w:num w:numId="7">
    <w:abstractNumId w:val="4"/>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0EE"/>
    <w:rsid w:val="00017E3F"/>
    <w:rsid w:val="0002437A"/>
    <w:rsid w:val="000404E3"/>
    <w:rsid w:val="00046C4F"/>
    <w:rsid w:val="00092C4E"/>
    <w:rsid w:val="000939FC"/>
    <w:rsid w:val="000F52EE"/>
    <w:rsid w:val="000F626C"/>
    <w:rsid w:val="00127C86"/>
    <w:rsid w:val="0013448D"/>
    <w:rsid w:val="001450B8"/>
    <w:rsid w:val="00146873"/>
    <w:rsid w:val="001577A8"/>
    <w:rsid w:val="001C5F74"/>
    <w:rsid w:val="001C76A1"/>
    <w:rsid w:val="001D3DDC"/>
    <w:rsid w:val="001D6960"/>
    <w:rsid w:val="001E0844"/>
    <w:rsid w:val="001E76CA"/>
    <w:rsid w:val="0026316C"/>
    <w:rsid w:val="00287418"/>
    <w:rsid w:val="002A0AC9"/>
    <w:rsid w:val="002E1198"/>
    <w:rsid w:val="002F240F"/>
    <w:rsid w:val="002F4D7D"/>
    <w:rsid w:val="0030058E"/>
    <w:rsid w:val="00300D0B"/>
    <w:rsid w:val="00306961"/>
    <w:rsid w:val="00323850"/>
    <w:rsid w:val="00355F39"/>
    <w:rsid w:val="00374D1E"/>
    <w:rsid w:val="003A0C1C"/>
    <w:rsid w:val="003A1359"/>
    <w:rsid w:val="0042529E"/>
    <w:rsid w:val="00454B05"/>
    <w:rsid w:val="00474CCE"/>
    <w:rsid w:val="00487FFE"/>
    <w:rsid w:val="004F4273"/>
    <w:rsid w:val="0052294A"/>
    <w:rsid w:val="00536168"/>
    <w:rsid w:val="0054591F"/>
    <w:rsid w:val="00560490"/>
    <w:rsid w:val="00575855"/>
    <w:rsid w:val="00595404"/>
    <w:rsid w:val="005A259D"/>
    <w:rsid w:val="005B7827"/>
    <w:rsid w:val="005D49EE"/>
    <w:rsid w:val="005F1C6C"/>
    <w:rsid w:val="00653E03"/>
    <w:rsid w:val="00660BB7"/>
    <w:rsid w:val="00662A0C"/>
    <w:rsid w:val="006829D1"/>
    <w:rsid w:val="0068549C"/>
    <w:rsid w:val="0069364A"/>
    <w:rsid w:val="006952BE"/>
    <w:rsid w:val="006A7CF0"/>
    <w:rsid w:val="006C57DB"/>
    <w:rsid w:val="006E7E75"/>
    <w:rsid w:val="00745C97"/>
    <w:rsid w:val="00745EC2"/>
    <w:rsid w:val="007C42DC"/>
    <w:rsid w:val="00841A92"/>
    <w:rsid w:val="00856A6D"/>
    <w:rsid w:val="008A76EA"/>
    <w:rsid w:val="00904058"/>
    <w:rsid w:val="00906B05"/>
    <w:rsid w:val="00931457"/>
    <w:rsid w:val="009424C9"/>
    <w:rsid w:val="00967F6B"/>
    <w:rsid w:val="00974AE6"/>
    <w:rsid w:val="009867BC"/>
    <w:rsid w:val="009A53E4"/>
    <w:rsid w:val="009F3A05"/>
    <w:rsid w:val="00A01325"/>
    <w:rsid w:val="00A41016"/>
    <w:rsid w:val="00A53134"/>
    <w:rsid w:val="00AA704B"/>
    <w:rsid w:val="00AB3EA6"/>
    <w:rsid w:val="00AB5EFC"/>
    <w:rsid w:val="00AC164A"/>
    <w:rsid w:val="00AC21CB"/>
    <w:rsid w:val="00AD7300"/>
    <w:rsid w:val="00AE5A11"/>
    <w:rsid w:val="00AE66E7"/>
    <w:rsid w:val="00AF5AF1"/>
    <w:rsid w:val="00B225B9"/>
    <w:rsid w:val="00B24E01"/>
    <w:rsid w:val="00B710EE"/>
    <w:rsid w:val="00C12E92"/>
    <w:rsid w:val="00C1413E"/>
    <w:rsid w:val="00C14530"/>
    <w:rsid w:val="00C457EC"/>
    <w:rsid w:val="00CB4D75"/>
    <w:rsid w:val="00CD6BF9"/>
    <w:rsid w:val="00CE6D35"/>
    <w:rsid w:val="00D145F5"/>
    <w:rsid w:val="00D564BF"/>
    <w:rsid w:val="00D57E85"/>
    <w:rsid w:val="00D71D66"/>
    <w:rsid w:val="00D80EE3"/>
    <w:rsid w:val="00D81943"/>
    <w:rsid w:val="00DC7F56"/>
    <w:rsid w:val="00DE2F0D"/>
    <w:rsid w:val="00E11063"/>
    <w:rsid w:val="00E64D36"/>
    <w:rsid w:val="00EE74E2"/>
    <w:rsid w:val="00F10D90"/>
    <w:rsid w:val="00F30594"/>
    <w:rsid w:val="00F317C6"/>
    <w:rsid w:val="00F34366"/>
    <w:rsid w:val="00F41D3A"/>
    <w:rsid w:val="00F45FA3"/>
    <w:rsid w:val="00F47844"/>
    <w:rsid w:val="00F65B20"/>
    <w:rsid w:val="00F86CCB"/>
    <w:rsid w:val="00F92F90"/>
    <w:rsid w:val="00FA20E5"/>
    <w:rsid w:val="00FC743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FFF60FE-5132-45E0-87C4-0D1697C4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D36"/>
    <w:rPr>
      <w:sz w:val="24"/>
      <w:szCs w:val="24"/>
    </w:rPr>
  </w:style>
  <w:style w:type="paragraph" w:styleId="Heading1">
    <w:name w:val="heading 1"/>
    <w:basedOn w:val="Normal"/>
    <w:link w:val="Heading1Char"/>
    <w:qFormat/>
    <w:rsid w:val="00E64D36"/>
    <w:pPr>
      <w:keepNext/>
      <w:widowControl w:val="0"/>
      <w:autoSpaceDN w:val="0"/>
      <w:adjustRightInd w:val="0"/>
      <w:spacing w:before="240" w:after="60"/>
      <w:outlineLvl w:val="0"/>
    </w:pPr>
    <w:rPr>
      <w:rFonts w:ascii="Arial" w:hAnsi="Arial" w:cs="Arial"/>
      <w:b/>
      <w:bCs/>
      <w:kern w:val="32"/>
      <w:sz w:val="32"/>
      <w:szCs w:val="32"/>
    </w:rPr>
  </w:style>
  <w:style w:type="paragraph" w:styleId="Heading2">
    <w:name w:val="heading 2"/>
    <w:basedOn w:val="Normal"/>
    <w:link w:val="Heading2Char"/>
    <w:qFormat/>
    <w:rsid w:val="00E64D36"/>
    <w:pPr>
      <w:keepNext/>
      <w:widowControl w:val="0"/>
      <w:autoSpaceDN w:val="0"/>
      <w:adjustRightInd w:val="0"/>
      <w:spacing w:before="240" w:after="60"/>
      <w:outlineLvl w:val="1"/>
    </w:pPr>
    <w:rPr>
      <w:rFonts w:ascii="Arial" w:hAnsi="Arial" w:cs="Arial"/>
      <w:b/>
      <w:bCs/>
      <w:i/>
      <w:iCs/>
      <w:sz w:val="28"/>
      <w:szCs w:val="28"/>
    </w:rPr>
  </w:style>
  <w:style w:type="paragraph" w:styleId="Heading3">
    <w:name w:val="heading 3"/>
    <w:basedOn w:val="Normal"/>
    <w:link w:val="Heading3Char"/>
    <w:qFormat/>
    <w:rsid w:val="00E64D36"/>
    <w:pPr>
      <w:keepNext/>
      <w:widowControl w:val="0"/>
      <w:autoSpaceDN w:val="0"/>
      <w:adjustRightInd w:val="0"/>
      <w:spacing w:before="240" w:after="60"/>
      <w:outlineLvl w:val="2"/>
    </w:pPr>
    <w:rPr>
      <w:rFonts w:ascii="Arial" w:hAnsi="Arial" w:cs="Arial"/>
      <w:b/>
      <w:bCs/>
      <w:color w:val="0000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2529E"/>
    <w:rPr>
      <w:rFonts w:ascii="Arial" w:hAnsi="Arial" w:cs="Arial"/>
      <w:b/>
      <w:bCs/>
      <w:kern w:val="32"/>
      <w:sz w:val="32"/>
      <w:szCs w:val="32"/>
    </w:rPr>
  </w:style>
  <w:style w:type="character" w:customStyle="1" w:styleId="Heading2Char">
    <w:name w:val="Heading 2 Char"/>
    <w:basedOn w:val="DefaultParagraphFont"/>
    <w:link w:val="Heading2"/>
    <w:locked/>
    <w:rsid w:val="0042529E"/>
    <w:rPr>
      <w:rFonts w:ascii="Arial" w:hAnsi="Arial" w:cs="Arial"/>
      <w:b/>
      <w:bCs/>
      <w:i/>
      <w:iCs/>
      <w:sz w:val="28"/>
      <w:szCs w:val="28"/>
    </w:rPr>
  </w:style>
  <w:style w:type="character" w:customStyle="1" w:styleId="Heading3Char">
    <w:name w:val="Heading 3 Char"/>
    <w:basedOn w:val="DefaultParagraphFont"/>
    <w:link w:val="Heading3"/>
    <w:locked/>
    <w:rsid w:val="0042529E"/>
    <w:rPr>
      <w:rFonts w:ascii="Arial" w:hAnsi="Arial" w:cs="Arial"/>
      <w:b/>
      <w:bCs/>
      <w:color w:val="000080"/>
      <w:sz w:val="26"/>
      <w:szCs w:val="26"/>
    </w:rPr>
  </w:style>
  <w:style w:type="table" w:styleId="TableGrid">
    <w:name w:val="Table Grid"/>
    <w:basedOn w:val="TableNormal"/>
    <w:locked/>
    <w:rsid w:val="00E64D36"/>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
    <w:name w:val="NL"/>
    <w:basedOn w:val="TxtNo"/>
    <w:rsid w:val="00E64D36"/>
    <w:pPr>
      <w:keepNext/>
      <w:spacing w:before="240"/>
      <w:ind w:left="504" w:hanging="504"/>
    </w:pPr>
  </w:style>
  <w:style w:type="paragraph" w:customStyle="1" w:styleId="NLFirst">
    <w:name w:val="NL First"/>
    <w:basedOn w:val="NL"/>
    <w:rsid w:val="00E64D36"/>
  </w:style>
  <w:style w:type="paragraph" w:customStyle="1" w:styleId="TxtNo">
    <w:name w:val="TxtNo"/>
    <w:rsid w:val="00E64D36"/>
    <w:rPr>
      <w:sz w:val="24"/>
      <w:szCs w:val="24"/>
    </w:rPr>
  </w:style>
  <w:style w:type="paragraph" w:customStyle="1" w:styleId="CT">
    <w:name w:val="CT"/>
    <w:rsid w:val="00E64D36"/>
    <w:rPr>
      <w:sz w:val="24"/>
      <w:szCs w:val="24"/>
    </w:rPr>
  </w:style>
  <w:style w:type="paragraph" w:customStyle="1" w:styleId="AuthHead">
    <w:name w:val="Auth_Head"/>
    <w:basedOn w:val="Normal"/>
    <w:rsid w:val="00E64D36"/>
  </w:style>
  <w:style w:type="paragraph" w:styleId="Header">
    <w:name w:val="header"/>
    <w:basedOn w:val="Normal"/>
    <w:link w:val="HeaderChar"/>
    <w:rsid w:val="00E64D36"/>
    <w:pPr>
      <w:pBdr>
        <w:bottom w:val="single" w:sz="6" w:space="1" w:color="auto"/>
      </w:pBdr>
      <w:tabs>
        <w:tab w:val="right" w:pos="9600"/>
      </w:tabs>
      <w:jc w:val="both"/>
    </w:pPr>
    <w:rPr>
      <w:rFonts w:ascii="Arial" w:hAnsi="Arial"/>
      <w:sz w:val="19"/>
      <w:szCs w:val="20"/>
    </w:rPr>
  </w:style>
  <w:style w:type="character" w:customStyle="1" w:styleId="HeaderChar">
    <w:name w:val="Header Char"/>
    <w:basedOn w:val="DefaultParagraphFont"/>
    <w:link w:val="Header"/>
    <w:rsid w:val="0069364A"/>
    <w:rPr>
      <w:rFonts w:ascii="Arial" w:hAnsi="Arial"/>
      <w:sz w:val="19"/>
      <w:szCs w:val="20"/>
    </w:rPr>
  </w:style>
  <w:style w:type="paragraph" w:customStyle="1" w:styleId="TxtFirst">
    <w:name w:val="Txt_First"/>
    <w:basedOn w:val="TxtNo"/>
    <w:rsid w:val="00E64D36"/>
  </w:style>
  <w:style w:type="paragraph" w:customStyle="1" w:styleId="WOL">
    <w:name w:val="WOL"/>
    <w:basedOn w:val="Normal"/>
    <w:rsid w:val="00E64D36"/>
  </w:style>
  <w:style w:type="paragraph" w:customStyle="1" w:styleId="TxtIntro">
    <w:name w:val="Txt Intro"/>
    <w:basedOn w:val="Txt"/>
    <w:rsid w:val="00E64D36"/>
  </w:style>
  <w:style w:type="paragraph" w:customStyle="1" w:styleId="TxtNoIntro">
    <w:name w:val="TxtNo_Intro"/>
    <w:basedOn w:val="TxtNo"/>
    <w:rsid w:val="00E64D36"/>
  </w:style>
  <w:style w:type="paragraph" w:customStyle="1" w:styleId="Txt">
    <w:name w:val="Txt"/>
    <w:basedOn w:val="TxtNo"/>
    <w:rsid w:val="00E64D36"/>
    <w:pPr>
      <w:ind w:firstLine="720"/>
    </w:pPr>
  </w:style>
  <w:style w:type="paragraph" w:customStyle="1" w:styleId="ExtractQuote">
    <w:name w:val="Extract_Quote"/>
    <w:basedOn w:val="TxtNo"/>
    <w:rsid w:val="00E64D36"/>
    <w:pPr>
      <w:ind w:left="1440" w:right="1440"/>
    </w:pPr>
  </w:style>
  <w:style w:type="paragraph" w:customStyle="1" w:styleId="CN">
    <w:name w:val="CN"/>
    <w:rsid w:val="00E64D36"/>
    <w:rPr>
      <w:sz w:val="24"/>
      <w:szCs w:val="24"/>
    </w:rPr>
  </w:style>
  <w:style w:type="paragraph" w:customStyle="1" w:styleId="Footnote">
    <w:name w:val="Footnote"/>
    <w:basedOn w:val="TxtNo"/>
    <w:rsid w:val="00E64D36"/>
  </w:style>
  <w:style w:type="paragraph" w:customStyle="1" w:styleId="footnote0">
    <w:name w:val="footnote"/>
    <w:basedOn w:val="FootnoteText"/>
    <w:rsid w:val="00E64D36"/>
    <w:rPr>
      <w:sz w:val="18"/>
      <w:szCs w:val="18"/>
    </w:rPr>
  </w:style>
  <w:style w:type="paragraph" w:styleId="FootnoteText">
    <w:name w:val="footnote text"/>
    <w:basedOn w:val="Normal"/>
    <w:link w:val="FootnoteTextChar"/>
    <w:semiHidden/>
    <w:rsid w:val="00E64D36"/>
    <w:rPr>
      <w:sz w:val="20"/>
      <w:szCs w:val="20"/>
    </w:rPr>
  </w:style>
  <w:style w:type="character" w:customStyle="1" w:styleId="FootnoteTextChar">
    <w:name w:val="Footnote Text Char"/>
    <w:basedOn w:val="DefaultParagraphFont"/>
    <w:link w:val="FootnoteText"/>
    <w:semiHidden/>
    <w:rsid w:val="0069364A"/>
    <w:rPr>
      <w:sz w:val="20"/>
      <w:szCs w:val="20"/>
    </w:rPr>
  </w:style>
  <w:style w:type="paragraph" w:customStyle="1" w:styleId="BL">
    <w:name w:val="BL"/>
    <w:basedOn w:val="NL"/>
    <w:rsid w:val="00E64D36"/>
  </w:style>
  <w:style w:type="paragraph" w:customStyle="1" w:styleId="BLFirst">
    <w:name w:val="BL_First"/>
    <w:basedOn w:val="BL"/>
    <w:rsid w:val="00E64D36"/>
  </w:style>
  <w:style w:type="paragraph" w:customStyle="1" w:styleId="BLLast">
    <w:name w:val="BL_Last"/>
    <w:basedOn w:val="BL"/>
    <w:rsid w:val="00E64D36"/>
  </w:style>
  <w:style w:type="paragraph" w:customStyle="1" w:styleId="NLa">
    <w:name w:val="NLa"/>
    <w:basedOn w:val="Normal"/>
    <w:rsid w:val="00E64D36"/>
    <w:pPr>
      <w:ind w:left="960" w:hanging="480"/>
    </w:pPr>
    <w:rPr>
      <w:sz w:val="22"/>
      <w:szCs w:val="22"/>
    </w:rPr>
  </w:style>
  <w:style w:type="paragraph" w:customStyle="1" w:styleId="H2">
    <w:name w:val="H2"/>
    <w:basedOn w:val="Heading2"/>
    <w:rsid w:val="00E64D36"/>
  </w:style>
  <w:style w:type="paragraph" w:customStyle="1" w:styleId="H1">
    <w:name w:val="H1"/>
    <w:basedOn w:val="Heading1"/>
    <w:rsid w:val="00E64D36"/>
  </w:style>
  <w:style w:type="paragraph" w:customStyle="1" w:styleId="H3">
    <w:name w:val="H3"/>
    <w:basedOn w:val="Heading3"/>
    <w:rsid w:val="00E64D36"/>
  </w:style>
  <w:style w:type="paragraph" w:customStyle="1" w:styleId="H4">
    <w:name w:val="H4"/>
    <w:basedOn w:val="H3"/>
    <w:rsid w:val="00E64D36"/>
    <w:rPr>
      <w:sz w:val="24"/>
    </w:rPr>
  </w:style>
  <w:style w:type="paragraph" w:customStyle="1" w:styleId="Explanation">
    <w:name w:val="Explanation"/>
    <w:basedOn w:val="Normal"/>
    <w:link w:val="ExplanationChar"/>
    <w:rsid w:val="00F92F90"/>
    <w:pPr>
      <w:keepNext/>
      <w:spacing w:before="120"/>
      <w:ind w:left="547"/>
    </w:pPr>
    <w:rPr>
      <w:b/>
    </w:rPr>
  </w:style>
  <w:style w:type="character" w:customStyle="1" w:styleId="ExplanationChar">
    <w:name w:val="Explanation Char"/>
    <w:basedOn w:val="DefaultParagraphFont"/>
    <w:link w:val="Explanation"/>
    <w:rsid w:val="00F92F90"/>
    <w:rPr>
      <w:b/>
      <w:sz w:val="24"/>
      <w:szCs w:val="24"/>
    </w:rPr>
  </w:style>
  <w:style w:type="paragraph" w:customStyle="1" w:styleId="Diff">
    <w:name w:val="Diff"/>
    <w:basedOn w:val="Normal"/>
    <w:link w:val="DiffChar"/>
    <w:rsid w:val="00F92F90"/>
    <w:pPr>
      <w:keepNext/>
      <w:spacing w:before="120"/>
      <w:ind w:left="547"/>
    </w:pPr>
  </w:style>
  <w:style w:type="character" w:customStyle="1" w:styleId="DiffChar">
    <w:name w:val="Diff Char"/>
    <w:basedOn w:val="DefaultParagraphFont"/>
    <w:link w:val="Diff"/>
    <w:rsid w:val="00F92F90"/>
    <w:rPr>
      <w:sz w:val="24"/>
      <w:szCs w:val="24"/>
    </w:rPr>
  </w:style>
  <w:style w:type="paragraph" w:customStyle="1" w:styleId="AACSB">
    <w:name w:val="AACSB"/>
    <w:basedOn w:val="Normal"/>
    <w:link w:val="AACSBChar"/>
    <w:rsid w:val="00F92F90"/>
    <w:pPr>
      <w:ind w:left="547"/>
    </w:pPr>
  </w:style>
  <w:style w:type="character" w:customStyle="1" w:styleId="AACSBChar">
    <w:name w:val="AACSB Char"/>
    <w:basedOn w:val="DefaultParagraphFont"/>
    <w:link w:val="AACSB"/>
    <w:rsid w:val="00F92F90"/>
    <w:rPr>
      <w:sz w:val="24"/>
      <w:szCs w:val="24"/>
    </w:rPr>
  </w:style>
  <w:style w:type="paragraph" w:customStyle="1" w:styleId="CNNew">
    <w:name w:val="CN_New"/>
    <w:basedOn w:val="Normal"/>
    <w:link w:val="CNNewChar"/>
    <w:rsid w:val="00660BB7"/>
    <w:pPr>
      <w:jc w:val="right"/>
    </w:pPr>
    <w:rPr>
      <w:sz w:val="96"/>
    </w:rPr>
  </w:style>
  <w:style w:type="character" w:customStyle="1" w:styleId="CNNewChar">
    <w:name w:val="CN_New Char"/>
    <w:basedOn w:val="DefaultParagraphFont"/>
    <w:link w:val="CNNew"/>
    <w:rsid w:val="00660BB7"/>
    <w:rPr>
      <w:sz w:val="96"/>
      <w:szCs w:val="24"/>
    </w:rPr>
  </w:style>
  <w:style w:type="paragraph" w:customStyle="1" w:styleId="CTNew">
    <w:name w:val="CT_New"/>
    <w:basedOn w:val="Normal"/>
    <w:link w:val="CTNewChar"/>
    <w:rsid w:val="00660BB7"/>
    <w:pPr>
      <w:jc w:val="right"/>
    </w:pPr>
    <w:rPr>
      <w:sz w:val="72"/>
    </w:rPr>
  </w:style>
  <w:style w:type="character" w:customStyle="1" w:styleId="CTNewChar">
    <w:name w:val="CT_New Char"/>
    <w:basedOn w:val="DefaultParagraphFont"/>
    <w:link w:val="CTNew"/>
    <w:rsid w:val="00660BB7"/>
    <w:rPr>
      <w:sz w:val="72"/>
      <w:szCs w:val="24"/>
    </w:rPr>
  </w:style>
  <w:style w:type="paragraph" w:customStyle="1" w:styleId="H1New">
    <w:name w:val="H1_New"/>
    <w:basedOn w:val="Explanation"/>
    <w:link w:val="H1NewChar"/>
    <w:rsid w:val="00660BB7"/>
    <w:pPr>
      <w:keepNext w:val="0"/>
      <w:spacing w:before="0"/>
      <w:ind w:left="0"/>
      <w:outlineLvl w:val="0"/>
    </w:pPr>
    <w:rPr>
      <w:color w:val="000000"/>
    </w:rPr>
  </w:style>
  <w:style w:type="character" w:customStyle="1" w:styleId="H1NewChar">
    <w:name w:val="H1_New Char"/>
    <w:basedOn w:val="ExplanationChar"/>
    <w:link w:val="H1New"/>
    <w:rsid w:val="00660BB7"/>
    <w:rPr>
      <w: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mpositor\Application%20Data\Microsoft\Templates\Basic%20Indesign%20Template.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927536231884059"/>
          <c:y val="9.7345132743362844E-2"/>
          <c:w val="0.72463768115942062"/>
          <c:h val="0.53097345132743368"/>
        </c:manualLayout>
      </c:layout>
      <c:lineChart>
        <c:grouping val="standard"/>
        <c:varyColors val="0"/>
        <c:ser>
          <c:idx val="0"/>
          <c:order val="0"/>
          <c:tx>
            <c:strRef>
              <c:f>Sheet1!$A$2</c:f>
              <c:strCache>
                <c:ptCount val="1"/>
              </c:strCache>
            </c:strRef>
          </c:tx>
          <c:spPr>
            <a:ln w="7248">
              <a:solidFill>
                <a:srgbClr val="000080"/>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Sheet1!$B$2:$H$2</c:f>
              <c:numCache>
                <c:formatCode>#,##0</c:formatCode>
                <c:ptCount val="7"/>
                <c:pt idx="0">
                  <c:v>2000</c:v>
                </c:pt>
                <c:pt idx="1">
                  <c:v>3000</c:v>
                </c:pt>
                <c:pt idx="2">
                  <c:v>4000</c:v>
                </c:pt>
                <c:pt idx="3">
                  <c:v>5000</c:v>
                </c:pt>
                <c:pt idx="4">
                  <c:v>6000</c:v>
                </c:pt>
                <c:pt idx="5">
                  <c:v>7000</c:v>
                </c:pt>
                <c:pt idx="6">
                  <c:v>8000</c:v>
                </c:pt>
              </c:numCache>
            </c:numRef>
          </c:val>
          <c:smooth val="0"/>
        </c:ser>
        <c:ser>
          <c:idx val="1"/>
          <c:order val="1"/>
          <c:tx>
            <c:strRef>
              <c:f>Sheet1!$A$3</c:f>
              <c:strCache>
                <c:ptCount val="1"/>
              </c:strCache>
            </c:strRef>
          </c:tx>
          <c:spPr>
            <a:ln w="7248">
              <a:solidFill>
                <a:srgbClr val="FF00FF"/>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Sheet1!$B$3:$H$3</c:f>
              <c:numCache>
                <c:formatCode>General</c:formatCode>
                <c:ptCount val="7"/>
              </c:numCache>
            </c:numRef>
          </c:val>
          <c:smooth val="0"/>
        </c:ser>
        <c:ser>
          <c:idx val="2"/>
          <c:order val="2"/>
          <c:tx>
            <c:strRef>
              <c:f>Sheet1!$A$4</c:f>
              <c:strCache>
                <c:ptCount val="1"/>
              </c:strCache>
            </c:strRef>
          </c:tx>
          <c:spPr>
            <a:ln w="7248">
              <a:solidFill>
                <a:srgbClr val="FFFF00"/>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Sheet1!$B$4:$H$4</c:f>
              <c:numCache>
                <c:formatCode>General</c:formatCode>
                <c:ptCount val="7"/>
              </c:numCache>
            </c:numRef>
          </c:val>
          <c:smooth val="0"/>
        </c:ser>
        <c:dLbls>
          <c:showLegendKey val="0"/>
          <c:showVal val="0"/>
          <c:showCatName val="0"/>
          <c:showSerName val="0"/>
          <c:showPercent val="0"/>
          <c:showBubbleSize val="0"/>
        </c:dLbls>
        <c:smooth val="0"/>
        <c:axId val="519331912"/>
        <c:axId val="380580584"/>
      </c:lineChart>
      <c:catAx>
        <c:axId val="519331912"/>
        <c:scaling>
          <c:orientation val="minMax"/>
        </c:scaling>
        <c:delete val="0"/>
        <c:axPos val="b"/>
        <c:title>
          <c:tx>
            <c:rich>
              <a:bodyPr/>
              <a:lstStyle/>
              <a:p>
                <a:pPr>
                  <a:defRPr sz="568" b="1" i="0" u="none" strike="noStrike" baseline="0">
                    <a:solidFill>
                      <a:srgbClr val="000000"/>
                    </a:solidFill>
                    <a:latin typeface="Arial"/>
                    <a:ea typeface="Arial"/>
                    <a:cs typeface="Arial"/>
                  </a:defRPr>
                </a:pPr>
                <a:r>
                  <a:rPr lang="en-US"/>
                  <a:t>Income ($)</a:t>
                </a:r>
              </a:p>
            </c:rich>
          </c:tx>
          <c:layout>
            <c:manualLayout>
              <c:xMode val="edge"/>
              <c:yMode val="edge"/>
              <c:x val="0.50724637681159424"/>
              <c:y val="0.84955752212389468"/>
            </c:manualLayout>
          </c:layout>
          <c:overlay val="0"/>
          <c:spPr>
            <a:noFill/>
            <a:ln w="14511">
              <a:noFill/>
            </a:ln>
          </c:spPr>
        </c:title>
        <c:numFmt formatCode="#,##0" sourceLinked="1"/>
        <c:majorTickMark val="out"/>
        <c:minorTickMark val="none"/>
        <c:tickLblPos val="nextTo"/>
        <c:spPr>
          <a:ln w="1812">
            <a:solidFill>
              <a:srgbClr val="000000"/>
            </a:solidFill>
            <a:prstDash val="solid"/>
          </a:ln>
        </c:spPr>
        <c:txPr>
          <a:bodyPr rot="-5400000" vert="horz"/>
          <a:lstStyle/>
          <a:p>
            <a:pPr>
              <a:defRPr sz="571" b="1" i="0" u="none" strike="noStrike" baseline="0">
                <a:solidFill>
                  <a:srgbClr val="000000"/>
                </a:solidFill>
                <a:latin typeface="Arial"/>
                <a:ea typeface="Arial"/>
                <a:cs typeface="Arial"/>
              </a:defRPr>
            </a:pPr>
            <a:endParaRPr lang="en-US"/>
          </a:p>
        </c:txPr>
        <c:crossAx val="380580584"/>
        <c:crosses val="autoZero"/>
        <c:auto val="1"/>
        <c:lblAlgn val="ctr"/>
        <c:lblOffset val="100"/>
        <c:tickLblSkip val="1"/>
        <c:tickMarkSkip val="1"/>
        <c:noMultiLvlLbl val="0"/>
      </c:catAx>
      <c:valAx>
        <c:axId val="380580584"/>
        <c:scaling>
          <c:orientation val="minMax"/>
        </c:scaling>
        <c:delete val="0"/>
        <c:axPos val="l"/>
        <c:majorGridlines>
          <c:spPr>
            <a:ln w="1812">
              <a:solidFill>
                <a:srgbClr val="000000"/>
              </a:solidFill>
              <a:prstDash val="solid"/>
            </a:ln>
          </c:spPr>
        </c:majorGridlines>
        <c:title>
          <c:tx>
            <c:rich>
              <a:bodyPr/>
              <a:lstStyle/>
              <a:p>
                <a:pPr>
                  <a:defRPr sz="568" b="1" i="0" u="none" strike="noStrike" baseline="0">
                    <a:solidFill>
                      <a:srgbClr val="000000"/>
                    </a:solidFill>
                    <a:latin typeface="Arial"/>
                    <a:ea typeface="Arial"/>
                    <a:cs typeface="Arial"/>
                  </a:defRPr>
                </a:pPr>
                <a:r>
                  <a:rPr lang="en-US"/>
                  <a:t>Tax Liability ($)</a:t>
                </a:r>
              </a:p>
            </c:rich>
          </c:tx>
          <c:layout>
            <c:manualLayout>
              <c:xMode val="edge"/>
              <c:yMode val="edge"/>
              <c:x val="3.1884057971014547E-2"/>
              <c:y val="0.13274336283185861"/>
            </c:manualLayout>
          </c:layout>
          <c:overlay val="0"/>
          <c:spPr>
            <a:noFill/>
            <a:ln w="14511">
              <a:noFill/>
            </a:ln>
          </c:spPr>
        </c:title>
        <c:numFmt formatCode="#,##0" sourceLinked="1"/>
        <c:majorTickMark val="out"/>
        <c:minorTickMark val="none"/>
        <c:tickLblPos val="nextTo"/>
        <c:spPr>
          <a:ln w="1812">
            <a:solidFill>
              <a:srgbClr val="000000"/>
            </a:solidFill>
            <a:prstDash val="solid"/>
          </a:ln>
        </c:spPr>
        <c:txPr>
          <a:bodyPr rot="0" vert="horz"/>
          <a:lstStyle/>
          <a:p>
            <a:pPr>
              <a:defRPr sz="571" b="1" i="0" u="none" strike="noStrike" baseline="0">
                <a:solidFill>
                  <a:srgbClr val="000000"/>
                </a:solidFill>
                <a:latin typeface="Arial"/>
                <a:ea typeface="Arial"/>
                <a:cs typeface="Arial"/>
              </a:defRPr>
            </a:pPr>
            <a:endParaRPr lang="en-US"/>
          </a:p>
        </c:txPr>
        <c:crossAx val="519331912"/>
        <c:crosses val="autoZero"/>
        <c:crossBetween val="between"/>
      </c:valAx>
      <c:spPr>
        <a:noFill/>
        <a:ln w="14511">
          <a:noFill/>
        </a:ln>
      </c:spPr>
    </c:plotArea>
    <c:plotVisOnly val="1"/>
    <c:dispBlanksAs val="gap"/>
    <c:showDLblsOverMax val="0"/>
  </c:chart>
  <c:spPr>
    <a:noFill/>
    <a:ln>
      <a:noFill/>
    </a:ln>
  </c:spPr>
  <c:txPr>
    <a:bodyPr/>
    <a:lstStyle/>
    <a:p>
      <a:pPr>
        <a:defRPr sz="571" b="1"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518518518518567"/>
          <c:y val="0.10937500000000012"/>
          <c:w val="0.74747474747474763"/>
          <c:h val="0.58854166666666652"/>
        </c:manualLayout>
      </c:layout>
      <c:lineChart>
        <c:grouping val="standard"/>
        <c:varyColors val="0"/>
        <c:ser>
          <c:idx val="0"/>
          <c:order val="0"/>
          <c:tx>
            <c:strRef>
              <c:f>Sheet1!$A$2</c:f>
              <c:strCache>
                <c:ptCount val="1"/>
              </c:strCache>
            </c:strRef>
          </c:tx>
          <c:spPr>
            <a:ln w="7057">
              <a:solidFill>
                <a:srgbClr val="000080"/>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Sheet1!$B$2:$G$2</c:f>
              <c:numCache>
                <c:formatCode>General</c:formatCode>
                <c:ptCount val="6"/>
                <c:pt idx="1">
                  <c:v>25</c:v>
                </c:pt>
                <c:pt idx="2">
                  <c:v>20</c:v>
                </c:pt>
                <c:pt idx="3">
                  <c:v>15</c:v>
                </c:pt>
                <c:pt idx="4">
                  <c:v>20</c:v>
                </c:pt>
                <c:pt idx="5">
                  <c:v>25</c:v>
                </c:pt>
              </c:numCache>
            </c:numRef>
          </c:val>
          <c:smooth val="0"/>
        </c:ser>
        <c:ser>
          <c:idx val="1"/>
          <c:order val="1"/>
          <c:tx>
            <c:strRef>
              <c:f>Sheet1!$A$3</c:f>
              <c:strCache>
                <c:ptCount val="1"/>
              </c:strCache>
            </c:strRef>
          </c:tx>
          <c:spPr>
            <a:ln w="7057">
              <a:solidFill>
                <a:srgbClr val="FF00FF"/>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Sheet1!$B$3:$G$3</c:f>
              <c:numCache>
                <c:formatCode>General</c:formatCode>
                <c:ptCount val="6"/>
              </c:numCache>
            </c:numRef>
          </c:val>
          <c:smooth val="0"/>
        </c:ser>
        <c:ser>
          <c:idx val="2"/>
          <c:order val="2"/>
          <c:tx>
            <c:strRef>
              <c:f>Sheet1!$A$4</c:f>
              <c:strCache>
                <c:ptCount val="1"/>
              </c:strCache>
            </c:strRef>
          </c:tx>
          <c:spPr>
            <a:ln w="7057">
              <a:solidFill>
                <a:srgbClr val="FFFF00"/>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Sheet1!$B$4:$G$4</c:f>
              <c:numCache>
                <c:formatCode>General</c:formatCode>
                <c:ptCount val="6"/>
              </c:numCache>
            </c:numRef>
          </c:val>
          <c:smooth val="0"/>
        </c:ser>
        <c:dLbls>
          <c:showLegendKey val="0"/>
          <c:showVal val="0"/>
          <c:showCatName val="0"/>
          <c:showSerName val="0"/>
          <c:showPercent val="0"/>
          <c:showBubbleSize val="0"/>
        </c:dLbls>
        <c:smooth val="0"/>
        <c:axId val="573886128"/>
        <c:axId val="573886520"/>
      </c:lineChart>
      <c:catAx>
        <c:axId val="573886128"/>
        <c:scaling>
          <c:orientation val="minMax"/>
        </c:scaling>
        <c:delete val="0"/>
        <c:axPos val="b"/>
        <c:title>
          <c:tx>
            <c:rich>
              <a:bodyPr/>
              <a:lstStyle/>
              <a:p>
                <a:pPr>
                  <a:defRPr sz="472" b="1" i="0" u="none" strike="noStrike" baseline="0">
                    <a:solidFill>
                      <a:srgbClr val="000000"/>
                    </a:solidFill>
                    <a:latin typeface="Arial"/>
                    <a:ea typeface="Arial"/>
                    <a:cs typeface="Arial"/>
                  </a:defRPr>
                </a:pPr>
                <a:r>
                  <a:rPr lang="en-US"/>
                  <a:t>Number of Rugs (daily)</a:t>
                </a:r>
              </a:p>
            </c:rich>
          </c:tx>
          <c:layout>
            <c:manualLayout>
              <c:xMode val="edge"/>
              <c:yMode val="edge"/>
              <c:x val="0.34006734006734007"/>
              <c:y val="0.8333333333333337"/>
            </c:manualLayout>
          </c:layout>
          <c:overlay val="0"/>
          <c:spPr>
            <a:noFill/>
            <a:ln w="14115">
              <a:noFill/>
            </a:ln>
          </c:spPr>
        </c:title>
        <c:numFmt formatCode="General" sourceLinked="1"/>
        <c:majorTickMark val="out"/>
        <c:minorTickMark val="none"/>
        <c:tickLblPos val="nextTo"/>
        <c:spPr>
          <a:ln w="1764">
            <a:solidFill>
              <a:srgbClr val="000000"/>
            </a:solidFill>
            <a:prstDash val="solid"/>
          </a:ln>
        </c:spPr>
        <c:txPr>
          <a:bodyPr rot="0" vert="horz"/>
          <a:lstStyle/>
          <a:p>
            <a:pPr>
              <a:defRPr sz="472" b="1" i="0" u="none" strike="noStrike" baseline="0">
                <a:solidFill>
                  <a:srgbClr val="000000"/>
                </a:solidFill>
                <a:latin typeface="Arial"/>
                <a:ea typeface="Arial"/>
                <a:cs typeface="Arial"/>
              </a:defRPr>
            </a:pPr>
            <a:endParaRPr lang="en-US"/>
          </a:p>
        </c:txPr>
        <c:crossAx val="573886520"/>
        <c:crosses val="autoZero"/>
        <c:auto val="1"/>
        <c:lblAlgn val="ctr"/>
        <c:lblOffset val="100"/>
        <c:tickLblSkip val="1"/>
        <c:tickMarkSkip val="1"/>
        <c:noMultiLvlLbl val="0"/>
      </c:catAx>
      <c:valAx>
        <c:axId val="573886520"/>
        <c:scaling>
          <c:orientation val="minMax"/>
        </c:scaling>
        <c:delete val="0"/>
        <c:axPos val="l"/>
        <c:majorGridlines>
          <c:spPr>
            <a:ln w="1764">
              <a:solidFill>
                <a:srgbClr val="000000"/>
              </a:solidFill>
              <a:prstDash val="solid"/>
            </a:ln>
          </c:spPr>
        </c:majorGridlines>
        <c:title>
          <c:tx>
            <c:rich>
              <a:bodyPr/>
              <a:lstStyle/>
              <a:p>
                <a:pPr>
                  <a:defRPr sz="472" b="1" i="0" u="none" strike="noStrike" baseline="0">
                    <a:solidFill>
                      <a:srgbClr val="000000"/>
                    </a:solidFill>
                    <a:latin typeface="Arial"/>
                    <a:ea typeface="Arial"/>
                    <a:cs typeface="Arial"/>
                  </a:defRPr>
                </a:pPr>
                <a:r>
                  <a:rPr lang="en-US"/>
                  <a:t>Cost per Rug ($)</a:t>
                </a:r>
              </a:p>
            </c:rich>
          </c:tx>
          <c:layout>
            <c:manualLayout>
              <c:xMode val="edge"/>
              <c:yMode val="edge"/>
              <c:x val="3.7037037037037056E-2"/>
              <c:y val="0.15625000000000022"/>
            </c:manualLayout>
          </c:layout>
          <c:overlay val="0"/>
          <c:spPr>
            <a:noFill/>
            <a:ln w="14115">
              <a:noFill/>
            </a:ln>
          </c:spPr>
        </c:title>
        <c:numFmt formatCode="General" sourceLinked="1"/>
        <c:majorTickMark val="out"/>
        <c:minorTickMark val="none"/>
        <c:tickLblPos val="nextTo"/>
        <c:spPr>
          <a:ln w="1764">
            <a:solidFill>
              <a:srgbClr val="000000"/>
            </a:solidFill>
            <a:prstDash val="solid"/>
          </a:ln>
        </c:spPr>
        <c:txPr>
          <a:bodyPr rot="0" vert="horz"/>
          <a:lstStyle/>
          <a:p>
            <a:pPr>
              <a:defRPr sz="472" b="1" i="0" u="none" strike="noStrike" baseline="0">
                <a:solidFill>
                  <a:srgbClr val="000000"/>
                </a:solidFill>
                <a:latin typeface="Arial"/>
                <a:ea typeface="Arial"/>
                <a:cs typeface="Arial"/>
              </a:defRPr>
            </a:pPr>
            <a:endParaRPr lang="en-US"/>
          </a:p>
        </c:txPr>
        <c:crossAx val="573886128"/>
        <c:crosses val="autoZero"/>
        <c:crossBetween val="midCat"/>
      </c:valAx>
      <c:spPr>
        <a:noFill/>
        <a:ln w="14115">
          <a:noFill/>
        </a:ln>
      </c:spPr>
    </c:plotArea>
    <c:plotVisOnly val="1"/>
    <c:dispBlanksAs val="gap"/>
    <c:showDLblsOverMax val="0"/>
  </c:chart>
  <c:spPr>
    <a:noFill/>
    <a:ln>
      <a:noFill/>
    </a:ln>
  </c:spPr>
  <c:txPr>
    <a:bodyPr/>
    <a:lstStyle/>
    <a:p>
      <a:pPr>
        <a:defRPr sz="472" b="1"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Basic Indesign Template</Template>
  <TotalTime>0</TotalTime>
  <Pages>22</Pages>
  <Words>5252</Words>
  <Characters>29937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Sample Questions for Case &amp; Fair, Principles of Economics, 6th edition:</vt:lpstr>
    </vt:vector>
  </TitlesOfParts>
  <Company>HCCS</Company>
  <LinksUpToDate>false</LinksUpToDate>
  <CharactersWithSpaces>35119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Questions for Case &amp; Fair, Principles of Economics, 6th edition:</dc:title>
  <dc:creator>Richard Gosselin</dc:creator>
  <cp:lastModifiedBy>Sloan, Lindsey</cp:lastModifiedBy>
  <cp:revision>2</cp:revision>
  <cp:lastPrinted>2001-02-27T15:13:00Z</cp:lastPrinted>
  <dcterms:created xsi:type="dcterms:W3CDTF">2016-04-14T18:16:00Z</dcterms:created>
  <dcterms:modified xsi:type="dcterms:W3CDTF">2016-04-14T18:16:00Z</dcterms:modified>
</cp:coreProperties>
</file>